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CF62A" w14:textId="46F7F88A" w:rsidR="00C4120C" w:rsidRDefault="00C4120C" w:rsidP="003A254F">
      <w:pPr>
        <w:rPr>
          <w:rFonts w:ascii="Comic Sans MS" w:hAnsi="Comic Sans MS"/>
          <w:sz w:val="22"/>
          <w:szCs w:val="22"/>
        </w:rPr>
      </w:pPr>
    </w:p>
    <w:p w14:paraId="56301806" w14:textId="7CF36AA1" w:rsidR="00E33778" w:rsidRPr="003A1668" w:rsidRDefault="00E33778" w:rsidP="00585EFA">
      <w:pPr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3A1668">
        <w:rPr>
          <w:rFonts w:ascii="Comic Sans MS" w:hAnsi="Comic Sans MS"/>
          <w:b/>
          <w:noProof/>
          <w:sz w:val="28"/>
          <w:szCs w:val="28"/>
          <w:u w:val="single"/>
        </w:rPr>
        <w:t>Anatomie, physiologie et physiopathologie du plongeur</w:t>
      </w:r>
    </w:p>
    <w:p w14:paraId="0E16898E" w14:textId="77777777" w:rsidR="00E33778" w:rsidRPr="003A1668" w:rsidRDefault="00E33778" w:rsidP="00585EFA">
      <w:pPr>
        <w:pStyle w:val="Default"/>
        <w:jc w:val="center"/>
        <w:rPr>
          <w:rFonts w:ascii="Comic Sans MS" w:eastAsia="Times New Roman" w:hAnsi="Comic Sans MS"/>
          <w:color w:val="0070C0"/>
          <w:sz w:val="28"/>
          <w:szCs w:val="28"/>
        </w:rPr>
      </w:pPr>
      <w:r w:rsidRPr="003A1668">
        <w:rPr>
          <w:rFonts w:ascii="Comic Sans MS" w:hAnsi="Comic Sans MS"/>
          <w:noProof/>
          <w:sz w:val="28"/>
          <w:szCs w:val="28"/>
          <w:u w:val="single"/>
        </w:rPr>
        <w:t>Durée 1h30 Coefficient 4</w:t>
      </w:r>
    </w:p>
    <w:p w14:paraId="11A7CB3B" w14:textId="77777777" w:rsidR="00E33778" w:rsidRPr="00060278" w:rsidRDefault="00E33778" w:rsidP="00585EFA">
      <w:pPr>
        <w:pStyle w:val="Default"/>
        <w:jc w:val="both"/>
        <w:rPr>
          <w:rFonts w:ascii="Comic Sans MS" w:eastAsia="Times New Roman" w:hAnsi="Comic Sans MS" w:cs="Arial"/>
          <w:sz w:val="16"/>
          <w:szCs w:val="16"/>
        </w:rPr>
      </w:pPr>
    </w:p>
    <w:p w14:paraId="6E31A57B" w14:textId="77777777" w:rsidR="00E33778" w:rsidRDefault="00E33778" w:rsidP="00585EFA">
      <w:pPr>
        <w:jc w:val="both"/>
        <w:rPr>
          <w:rFonts w:ascii="Comic Sans MS" w:hAnsi="Comic Sans MS"/>
          <w:sz w:val="16"/>
          <w:szCs w:val="16"/>
        </w:rPr>
      </w:pPr>
    </w:p>
    <w:p w14:paraId="1D7F0516" w14:textId="77777777" w:rsidR="00060278" w:rsidRPr="00060278" w:rsidRDefault="00060278" w:rsidP="00585EFA">
      <w:pPr>
        <w:jc w:val="both"/>
        <w:rPr>
          <w:rFonts w:ascii="Comic Sans MS" w:hAnsi="Comic Sans MS"/>
          <w:sz w:val="16"/>
          <w:szCs w:val="16"/>
        </w:rPr>
      </w:pPr>
    </w:p>
    <w:p w14:paraId="01A648AA" w14:textId="77777777" w:rsidR="00E33778" w:rsidRPr="00585EFA" w:rsidRDefault="00E33778" w:rsidP="00585EFA">
      <w:pPr>
        <w:jc w:val="both"/>
        <w:rPr>
          <w:rFonts w:ascii="Comic Sans MS" w:hAnsi="Comic Sans MS"/>
          <w:b/>
          <w:sz w:val="22"/>
          <w:szCs w:val="22"/>
          <w:u w:val="single"/>
        </w:rPr>
      </w:pPr>
      <w:r w:rsidRPr="00585EFA">
        <w:rPr>
          <w:rFonts w:ascii="Comic Sans MS" w:hAnsi="Comic Sans MS"/>
          <w:b/>
          <w:sz w:val="22"/>
          <w:szCs w:val="22"/>
          <w:u w:val="single"/>
        </w:rPr>
        <w:t>QUESTION 1 (6 POINTS)</w:t>
      </w:r>
    </w:p>
    <w:p w14:paraId="633E414D" w14:textId="77777777" w:rsidR="00E33778" w:rsidRPr="00585EFA" w:rsidRDefault="00E33778" w:rsidP="00585EFA">
      <w:pPr>
        <w:jc w:val="both"/>
        <w:rPr>
          <w:rFonts w:ascii="Comic Sans MS" w:hAnsi="Comic Sans MS"/>
          <w:b/>
          <w:sz w:val="22"/>
          <w:szCs w:val="22"/>
          <w:u w:val="single"/>
        </w:rPr>
      </w:pPr>
    </w:p>
    <w:p w14:paraId="665C12DE" w14:textId="77C78940" w:rsidR="00E33778" w:rsidRPr="00585EFA" w:rsidRDefault="00E33778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Un club de l’intérieur des terres</w:t>
      </w:r>
      <w:r w:rsidR="00585EFA">
        <w:rPr>
          <w:rFonts w:ascii="Comic Sans MS" w:hAnsi="Comic Sans MS"/>
          <w:sz w:val="22"/>
          <w:szCs w:val="22"/>
        </w:rPr>
        <w:t>,</w:t>
      </w:r>
      <w:r w:rsidRPr="00585EFA">
        <w:rPr>
          <w:rFonts w:ascii="Comic Sans MS" w:hAnsi="Comic Sans MS"/>
          <w:sz w:val="22"/>
          <w:szCs w:val="22"/>
        </w:rPr>
        <w:t xml:space="preserve"> profitant des ponts </w:t>
      </w:r>
      <w:r w:rsidRPr="00585EFA">
        <w:rPr>
          <w:rFonts w:ascii="Comic Sans MS" w:hAnsi="Comic Sans MS"/>
          <w:color w:val="auto"/>
          <w:sz w:val="22"/>
          <w:szCs w:val="22"/>
        </w:rPr>
        <w:t>du mois</w:t>
      </w:r>
      <w:r w:rsidRPr="00585EFA">
        <w:rPr>
          <w:rFonts w:ascii="Comic Sans MS" w:hAnsi="Comic Sans MS"/>
          <w:color w:val="FF0000"/>
          <w:sz w:val="22"/>
          <w:szCs w:val="22"/>
        </w:rPr>
        <w:t xml:space="preserve"> </w:t>
      </w:r>
      <w:r w:rsidRPr="00585EFA">
        <w:rPr>
          <w:rFonts w:ascii="Comic Sans MS" w:hAnsi="Comic Sans MS"/>
          <w:sz w:val="22"/>
          <w:szCs w:val="22"/>
        </w:rPr>
        <w:t>de mai, organise un week</w:t>
      </w:r>
      <w:r w:rsidR="00585EFA">
        <w:rPr>
          <w:rFonts w:ascii="Comic Sans MS" w:hAnsi="Comic Sans MS"/>
          <w:sz w:val="22"/>
          <w:szCs w:val="22"/>
        </w:rPr>
        <w:t>-</w:t>
      </w:r>
      <w:r w:rsidRPr="00585EFA">
        <w:rPr>
          <w:rFonts w:ascii="Comic Sans MS" w:hAnsi="Comic Sans MS"/>
          <w:sz w:val="22"/>
          <w:szCs w:val="22"/>
        </w:rPr>
        <w:t xml:space="preserve">end de plongée en bord de mer. Les plongeurs ont pratiqué l’activité tout l’hiver en carrière. </w:t>
      </w:r>
    </w:p>
    <w:p w14:paraId="754CC987" w14:textId="542E37B8" w:rsidR="00E33778" w:rsidRPr="00585EFA" w:rsidRDefault="00E33778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Le troisième jour, ils explorent un tombant entre 20 et 40 </w:t>
      </w:r>
      <w:r w:rsidRPr="00585EFA">
        <w:rPr>
          <w:rFonts w:ascii="Comic Sans MS" w:hAnsi="Comic Sans MS"/>
          <w:color w:val="auto"/>
          <w:sz w:val="22"/>
          <w:szCs w:val="22"/>
        </w:rPr>
        <w:t>mètres de profondeur.</w:t>
      </w:r>
      <w:r w:rsidRPr="00585EFA">
        <w:rPr>
          <w:rFonts w:ascii="Comic Sans MS" w:hAnsi="Comic Sans MS"/>
          <w:sz w:val="22"/>
          <w:szCs w:val="22"/>
        </w:rPr>
        <w:t xml:space="preserve"> Après une remontée </w:t>
      </w:r>
      <w:r w:rsidRPr="00585EFA">
        <w:rPr>
          <w:rFonts w:ascii="Comic Sans MS" w:hAnsi="Comic Sans MS"/>
          <w:color w:val="auto"/>
          <w:sz w:val="22"/>
          <w:szCs w:val="22"/>
        </w:rPr>
        <w:t>à la</w:t>
      </w:r>
      <w:r w:rsidRPr="00585EFA">
        <w:rPr>
          <w:rFonts w:ascii="Comic Sans MS" w:hAnsi="Comic Sans MS"/>
          <w:sz w:val="22"/>
          <w:szCs w:val="22"/>
        </w:rPr>
        <w:t xml:space="preserve"> vitesse préconisée par son moyen de décompression et </w:t>
      </w:r>
      <w:r w:rsidRPr="00585EFA">
        <w:rPr>
          <w:rFonts w:ascii="Comic Sans MS" w:hAnsi="Comic Sans MS"/>
          <w:color w:val="auto"/>
          <w:sz w:val="22"/>
          <w:szCs w:val="22"/>
        </w:rPr>
        <w:t>au bout de 2 minutes de palier</w:t>
      </w:r>
      <w:r w:rsidRPr="00585EFA">
        <w:rPr>
          <w:rFonts w:ascii="Comic Sans MS" w:hAnsi="Comic Sans MS"/>
          <w:sz w:val="22"/>
          <w:szCs w:val="22"/>
        </w:rPr>
        <w:t xml:space="preserve">, un plongeur </w:t>
      </w:r>
      <w:r w:rsidRPr="00585EFA">
        <w:rPr>
          <w:rFonts w:ascii="Comic Sans MS" w:hAnsi="Comic Sans MS"/>
          <w:color w:val="auto"/>
          <w:sz w:val="22"/>
          <w:szCs w:val="22"/>
        </w:rPr>
        <w:t>fait signe à</w:t>
      </w:r>
      <w:r w:rsidRPr="00585EFA">
        <w:rPr>
          <w:rFonts w:ascii="Comic Sans MS" w:hAnsi="Comic Sans MS"/>
          <w:sz w:val="22"/>
          <w:szCs w:val="22"/>
        </w:rPr>
        <w:t xml:space="preserve"> son binôme qu’il se sent essoufflé et qu’il veut remonter en surface, bien qu’il leur rest</w:t>
      </w:r>
      <w:r w:rsidR="00585EFA">
        <w:rPr>
          <w:rFonts w:ascii="Comic Sans MS" w:hAnsi="Comic Sans MS"/>
          <w:sz w:val="22"/>
          <w:szCs w:val="22"/>
        </w:rPr>
        <w:t>e</w:t>
      </w:r>
      <w:r w:rsidRPr="00585EFA">
        <w:rPr>
          <w:rFonts w:ascii="Comic Sans MS" w:hAnsi="Comic Sans MS"/>
          <w:sz w:val="22"/>
          <w:szCs w:val="22"/>
        </w:rPr>
        <w:t xml:space="preserve"> 3 minutes </w:t>
      </w:r>
      <w:r w:rsidR="00585EFA">
        <w:rPr>
          <w:rFonts w:ascii="Comic Sans MS" w:hAnsi="Comic Sans MS"/>
          <w:sz w:val="22"/>
          <w:szCs w:val="22"/>
        </w:rPr>
        <w:t xml:space="preserve">de palier </w:t>
      </w:r>
      <w:r w:rsidRPr="00585EFA">
        <w:rPr>
          <w:rFonts w:ascii="Comic Sans MS" w:hAnsi="Comic Sans MS"/>
          <w:sz w:val="22"/>
          <w:szCs w:val="22"/>
        </w:rPr>
        <w:t xml:space="preserve">à réaliser. </w:t>
      </w:r>
    </w:p>
    <w:p w14:paraId="1DDC3C0D" w14:textId="77777777" w:rsidR="00E33778" w:rsidRPr="00585EFA" w:rsidRDefault="00E33778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Arrivé en surface</w:t>
      </w:r>
      <w:r w:rsidRPr="00585EFA">
        <w:rPr>
          <w:rFonts w:ascii="Comic Sans MS" w:hAnsi="Comic Sans MS"/>
          <w:color w:val="auto"/>
          <w:sz w:val="22"/>
          <w:szCs w:val="22"/>
        </w:rPr>
        <w:t>, il</w:t>
      </w:r>
      <w:r w:rsidRPr="00585EFA">
        <w:rPr>
          <w:rFonts w:ascii="Comic Sans MS" w:hAnsi="Comic Sans MS"/>
          <w:sz w:val="22"/>
          <w:szCs w:val="22"/>
        </w:rPr>
        <w:t xml:space="preserve"> a du mal à respirer. De retour sur le bateau, il présente les symptômes suivants :</w:t>
      </w:r>
      <w:r w:rsidRPr="00585EFA">
        <w:rPr>
          <w:rFonts w:ascii="Comic Sans MS" w:hAnsi="Comic Sans MS"/>
          <w:color w:val="auto"/>
          <w:sz w:val="22"/>
          <w:szCs w:val="22"/>
        </w:rPr>
        <w:t xml:space="preserve"> toux</w:t>
      </w:r>
      <w:r w:rsidRPr="00585EFA">
        <w:rPr>
          <w:rFonts w:ascii="Comic Sans MS" w:hAnsi="Comic Sans MS"/>
          <w:sz w:val="22"/>
          <w:szCs w:val="22"/>
        </w:rPr>
        <w:t xml:space="preserve">, </w:t>
      </w:r>
      <w:r w:rsidRPr="00585EFA">
        <w:rPr>
          <w:rFonts w:ascii="Comic Sans MS" w:hAnsi="Comic Sans MS"/>
          <w:color w:val="auto"/>
          <w:sz w:val="22"/>
          <w:szCs w:val="22"/>
        </w:rPr>
        <w:t>crachats rosés,</w:t>
      </w:r>
      <w:r w:rsidRPr="00585EFA">
        <w:rPr>
          <w:rFonts w:ascii="Comic Sans MS" w:hAnsi="Comic Sans MS"/>
          <w:sz w:val="22"/>
          <w:szCs w:val="22"/>
        </w:rPr>
        <w:t xml:space="preserve"> dyspnée, cyanose des lèvres</w:t>
      </w:r>
      <w:r w:rsidRPr="00585EFA">
        <w:rPr>
          <w:rFonts w:ascii="Comic Sans MS" w:hAnsi="Comic Sans MS"/>
          <w:color w:val="auto"/>
          <w:sz w:val="22"/>
          <w:szCs w:val="22"/>
        </w:rPr>
        <w:t>,</w:t>
      </w:r>
      <w:r w:rsidRPr="00585EFA">
        <w:rPr>
          <w:rFonts w:ascii="Comic Sans MS" w:hAnsi="Comic Sans MS"/>
          <w:sz w:val="22"/>
          <w:szCs w:val="22"/>
        </w:rPr>
        <w:t xml:space="preserve"> pâleur et oppression thoracique. Il a de plus en plus de mal à respirer et se trouve à la limite de la syncope. Le DP alerte les secours et met en </w:t>
      </w:r>
      <w:r w:rsidRPr="00585EFA">
        <w:rPr>
          <w:rFonts w:ascii="Comic Sans MS" w:hAnsi="Comic Sans MS"/>
          <w:color w:val="auto"/>
          <w:sz w:val="22"/>
          <w:szCs w:val="22"/>
        </w:rPr>
        <w:t>place les premiers soins</w:t>
      </w:r>
      <w:r w:rsidRPr="00585EFA">
        <w:rPr>
          <w:rFonts w:ascii="Comic Sans MS" w:hAnsi="Comic Sans MS"/>
          <w:color w:val="FF0000"/>
          <w:sz w:val="22"/>
          <w:szCs w:val="22"/>
        </w:rPr>
        <w:t>.</w:t>
      </w:r>
    </w:p>
    <w:p w14:paraId="6DCE3754" w14:textId="375A49DA" w:rsidR="00E33778" w:rsidRPr="00585EFA" w:rsidRDefault="00E33778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Les deux plongeurs ont fait une</w:t>
      </w:r>
      <w:r w:rsidRPr="00585EFA">
        <w:rPr>
          <w:rFonts w:ascii="Comic Sans MS" w:hAnsi="Comic Sans MS"/>
          <w:color w:val="auto"/>
          <w:sz w:val="22"/>
          <w:szCs w:val="22"/>
        </w:rPr>
        <w:t xml:space="preserve"> plongée d’exploration</w:t>
      </w:r>
      <w:r w:rsidRPr="00585EFA">
        <w:rPr>
          <w:rFonts w:ascii="Comic Sans MS" w:hAnsi="Comic Sans MS"/>
          <w:sz w:val="22"/>
          <w:szCs w:val="22"/>
        </w:rPr>
        <w:t xml:space="preserve"> sans effort, se sont ventilés normalement </w:t>
      </w:r>
    </w:p>
    <w:p w14:paraId="1B88C7CF" w14:textId="2F4CBADA" w:rsidR="00E33778" w:rsidRPr="00585EFA" w:rsidRDefault="00E33778" w:rsidP="00585EFA">
      <w:pPr>
        <w:pStyle w:val="Paragraphedeliste"/>
        <w:numPr>
          <w:ilvl w:val="0"/>
          <w:numId w:val="11"/>
        </w:numPr>
        <w:ind w:left="426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Quel type d’accident soupçonnez-vous ? (1 point)</w:t>
      </w:r>
    </w:p>
    <w:p w14:paraId="000993AA" w14:textId="4D27BCC5" w:rsidR="00E33778" w:rsidRPr="00585EFA" w:rsidRDefault="00E33778" w:rsidP="00585EFA">
      <w:pPr>
        <w:pStyle w:val="Paragraphedeliste"/>
        <w:numPr>
          <w:ilvl w:val="0"/>
          <w:numId w:val="11"/>
        </w:numPr>
        <w:ind w:left="426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Quels éléments vous permettent de vous orienter vers cet accident ? (1 point)</w:t>
      </w:r>
    </w:p>
    <w:p w14:paraId="46DD1B9F" w14:textId="39BF78BA" w:rsidR="00E33778" w:rsidRPr="00585EFA" w:rsidRDefault="00060278" w:rsidP="00585EFA">
      <w:pPr>
        <w:pStyle w:val="Paragraphedeliste"/>
        <w:numPr>
          <w:ilvl w:val="0"/>
          <w:numId w:val="11"/>
        </w:numPr>
        <w:ind w:left="426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Expliquez</w:t>
      </w:r>
      <w:r w:rsidR="00585EFA">
        <w:rPr>
          <w:rFonts w:ascii="Comic Sans MS" w:hAnsi="Comic Sans MS"/>
          <w:sz w:val="22"/>
          <w:szCs w:val="22"/>
        </w:rPr>
        <w:t>-</w:t>
      </w:r>
      <w:r w:rsidRPr="00585EFA">
        <w:rPr>
          <w:rFonts w:ascii="Comic Sans MS" w:hAnsi="Comic Sans MS"/>
          <w:sz w:val="22"/>
          <w:szCs w:val="22"/>
        </w:rPr>
        <w:t>en</w:t>
      </w:r>
      <w:r w:rsidR="00E33778" w:rsidRPr="00585EFA">
        <w:rPr>
          <w:rFonts w:ascii="Comic Sans MS" w:hAnsi="Comic Sans MS"/>
          <w:sz w:val="22"/>
          <w:szCs w:val="22"/>
        </w:rPr>
        <w:t xml:space="preserve"> </w:t>
      </w:r>
      <w:r w:rsidRPr="00585EFA">
        <w:rPr>
          <w:rFonts w:ascii="Comic Sans MS" w:hAnsi="Comic Sans MS"/>
          <w:sz w:val="22"/>
          <w:szCs w:val="22"/>
        </w:rPr>
        <w:t xml:space="preserve">le </w:t>
      </w:r>
      <w:r w:rsidR="00E33778" w:rsidRPr="00585EFA">
        <w:rPr>
          <w:rFonts w:ascii="Comic Sans MS" w:hAnsi="Comic Sans MS"/>
          <w:sz w:val="22"/>
          <w:szCs w:val="22"/>
        </w:rPr>
        <w:t>mécanisme. (3 points)</w:t>
      </w:r>
    </w:p>
    <w:p w14:paraId="2B798A64" w14:textId="77777777" w:rsidR="00E33778" w:rsidRPr="00585EFA" w:rsidRDefault="00E33778" w:rsidP="00585EFA">
      <w:pPr>
        <w:pStyle w:val="Paragraphedeliste"/>
        <w:numPr>
          <w:ilvl w:val="0"/>
          <w:numId w:val="11"/>
        </w:numPr>
        <w:ind w:left="426" w:right="-284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Le plongeur en difficulté a préféré écourter ses paliers, avec les risques que cela peut engendrer.</w:t>
      </w:r>
    </w:p>
    <w:p w14:paraId="70BED9D2" w14:textId="77777777" w:rsidR="00E33778" w:rsidRPr="00585EFA" w:rsidRDefault="00E33778" w:rsidP="00585EFA">
      <w:pPr>
        <w:ind w:left="426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D’après vous, était-ce adapté à la situation et pourquoi ? (1 point)</w:t>
      </w:r>
    </w:p>
    <w:p w14:paraId="1382AA31" w14:textId="77777777" w:rsidR="00E33778" w:rsidRPr="00585EFA" w:rsidRDefault="00E33778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0E25BFE9" w14:textId="77777777" w:rsidR="00E33778" w:rsidRPr="00585EFA" w:rsidRDefault="00E33778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2D534C59" w14:textId="77777777" w:rsidR="00060278" w:rsidRPr="00585EFA" w:rsidRDefault="00060278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59400D42" w14:textId="77777777" w:rsidR="00E33778" w:rsidRPr="00585EFA" w:rsidRDefault="00E33778" w:rsidP="00585EFA">
      <w:pPr>
        <w:jc w:val="both"/>
        <w:rPr>
          <w:rFonts w:ascii="Comic Sans MS" w:hAnsi="Comic Sans MS"/>
          <w:b/>
          <w:color w:val="auto"/>
          <w:sz w:val="22"/>
          <w:szCs w:val="22"/>
          <w:u w:val="single"/>
        </w:rPr>
      </w:pPr>
      <w:r w:rsidRPr="00585EFA">
        <w:rPr>
          <w:rFonts w:ascii="Comic Sans MS" w:hAnsi="Comic Sans MS"/>
          <w:b/>
          <w:color w:val="auto"/>
          <w:sz w:val="22"/>
          <w:szCs w:val="22"/>
          <w:u w:val="single"/>
        </w:rPr>
        <w:t>QUESTION 2 (7 POINTS)</w:t>
      </w:r>
    </w:p>
    <w:p w14:paraId="09497EFD" w14:textId="77777777" w:rsidR="00E33778" w:rsidRPr="00585EFA" w:rsidRDefault="00E33778" w:rsidP="00585EFA">
      <w:pPr>
        <w:jc w:val="both"/>
        <w:rPr>
          <w:rFonts w:ascii="Comic Sans MS" w:hAnsi="Comic Sans MS"/>
          <w:sz w:val="22"/>
          <w:szCs w:val="22"/>
        </w:rPr>
      </w:pPr>
    </w:p>
    <w:p w14:paraId="0C253A0F" w14:textId="243BFCB5" w:rsidR="00E33778" w:rsidRPr="00585EFA" w:rsidRDefault="00E33778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En tant que moniteur de plongée, vous enseignez l’apnée à vos plongeurs. </w:t>
      </w:r>
    </w:p>
    <w:p w14:paraId="6EAFFA60" w14:textId="0C90E96C" w:rsidR="00E33778" w:rsidRPr="00585EFA" w:rsidRDefault="00E33778" w:rsidP="00585EFA">
      <w:pPr>
        <w:pStyle w:val="Paragraphedeliste"/>
        <w:numPr>
          <w:ilvl w:val="0"/>
          <w:numId w:val="15"/>
        </w:numPr>
        <w:ind w:left="426" w:hanging="284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Le barotraumatisme de l’oreille moyenne est commun à la plongée scaphandre, et à l’apnée. Expliquez en le mécanisme, les signes et les facteurs favorisants. (2 points)</w:t>
      </w:r>
    </w:p>
    <w:p w14:paraId="0724825A" w14:textId="0C42DB2F" w:rsidR="00E33778" w:rsidRPr="00585EFA" w:rsidRDefault="00E33778" w:rsidP="00585EFA">
      <w:pPr>
        <w:numPr>
          <w:ilvl w:val="0"/>
          <w:numId w:val="15"/>
        </w:numPr>
        <w:ind w:left="426" w:hanging="284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 Quels conseils donnerez-vous à vos stagiaires afin d’éviter cet accident ? (2 points)</w:t>
      </w:r>
    </w:p>
    <w:p w14:paraId="1EA96B4C" w14:textId="223B46D8" w:rsidR="00E33778" w:rsidRPr="00585EFA" w:rsidRDefault="00E33778" w:rsidP="00585EFA">
      <w:pPr>
        <w:numPr>
          <w:ilvl w:val="0"/>
          <w:numId w:val="15"/>
        </w:numPr>
        <w:ind w:left="426" w:hanging="284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Certains stagiaires font de </w:t>
      </w:r>
      <w:r w:rsidR="00585EFA">
        <w:rPr>
          <w:rFonts w:ascii="Comic Sans MS" w:hAnsi="Comic Sans MS"/>
          <w:sz w:val="22"/>
          <w:szCs w:val="22"/>
        </w:rPr>
        <w:t>l’</w:t>
      </w:r>
      <w:r w:rsidRPr="00585EFA">
        <w:rPr>
          <w:rFonts w:ascii="Comic Sans MS" w:hAnsi="Comic Sans MS"/>
          <w:sz w:val="22"/>
          <w:szCs w:val="22"/>
        </w:rPr>
        <w:t>hyperventilation avant l’apnée. Quelles conséquences cela peut</w:t>
      </w:r>
      <w:r w:rsidR="00585EFA">
        <w:rPr>
          <w:rFonts w:ascii="Comic Sans MS" w:hAnsi="Comic Sans MS"/>
          <w:sz w:val="22"/>
          <w:szCs w:val="22"/>
        </w:rPr>
        <w:t>-</w:t>
      </w:r>
      <w:r w:rsidRPr="00585EFA">
        <w:rPr>
          <w:rFonts w:ascii="Comic Sans MS" w:hAnsi="Comic Sans MS"/>
          <w:sz w:val="22"/>
          <w:szCs w:val="22"/>
        </w:rPr>
        <w:t>il avoir ? Vous pouvez justifier votre réponse en vous appuyant sur un schéma. (3 points)</w:t>
      </w:r>
    </w:p>
    <w:p w14:paraId="50EF137B" w14:textId="77777777" w:rsidR="00E33778" w:rsidRPr="00585EFA" w:rsidRDefault="00E33778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39E143B0" w14:textId="77777777" w:rsidR="00E33778" w:rsidRPr="00585EFA" w:rsidRDefault="00E33778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6FA4B9F6" w14:textId="77777777" w:rsidR="00060278" w:rsidRPr="00585EFA" w:rsidRDefault="00060278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0922EF05" w14:textId="77777777" w:rsidR="00585EFA" w:rsidRDefault="00585EFA">
      <w:pPr>
        <w:rPr>
          <w:rFonts w:ascii="Comic Sans MS" w:hAnsi="Comic Sans MS"/>
          <w:b/>
          <w:sz w:val="22"/>
          <w:szCs w:val="22"/>
          <w:u w:val="single"/>
        </w:rPr>
      </w:pPr>
      <w:r>
        <w:rPr>
          <w:rFonts w:ascii="Comic Sans MS" w:hAnsi="Comic Sans MS"/>
          <w:b/>
          <w:sz w:val="22"/>
          <w:szCs w:val="22"/>
          <w:u w:val="single"/>
        </w:rPr>
        <w:br w:type="page"/>
      </w:r>
    </w:p>
    <w:p w14:paraId="11EE90C8" w14:textId="5719857D" w:rsidR="00E33778" w:rsidRPr="00585EFA" w:rsidRDefault="00E33778" w:rsidP="00585EFA">
      <w:pPr>
        <w:tabs>
          <w:tab w:val="left" w:pos="0"/>
        </w:tabs>
        <w:contextualSpacing/>
        <w:jc w:val="both"/>
        <w:rPr>
          <w:rFonts w:ascii="Comic Sans MS" w:hAnsi="Comic Sans MS"/>
          <w:b/>
          <w:sz w:val="22"/>
          <w:szCs w:val="22"/>
          <w:u w:val="single"/>
        </w:rPr>
      </w:pPr>
      <w:r w:rsidRPr="00585EFA">
        <w:rPr>
          <w:rFonts w:ascii="Comic Sans MS" w:hAnsi="Comic Sans MS"/>
          <w:b/>
          <w:sz w:val="22"/>
          <w:szCs w:val="22"/>
          <w:u w:val="single"/>
        </w:rPr>
        <w:lastRenderedPageBreak/>
        <w:t>QUESTION 3 (7 POINTS)</w:t>
      </w:r>
    </w:p>
    <w:p w14:paraId="0834F3F8" w14:textId="77777777" w:rsidR="00E33778" w:rsidRPr="00585EFA" w:rsidRDefault="00E33778" w:rsidP="00585EFA">
      <w:pPr>
        <w:tabs>
          <w:tab w:val="left" w:pos="0"/>
        </w:tabs>
        <w:contextualSpacing/>
        <w:jc w:val="both"/>
        <w:rPr>
          <w:rFonts w:ascii="Comic Sans MS" w:hAnsi="Comic Sans MS"/>
          <w:sz w:val="22"/>
          <w:szCs w:val="22"/>
        </w:rPr>
      </w:pPr>
    </w:p>
    <w:p w14:paraId="7280241E" w14:textId="77777777" w:rsidR="00E33778" w:rsidRPr="00585EFA" w:rsidRDefault="00E33778" w:rsidP="00585EFA">
      <w:pPr>
        <w:tabs>
          <w:tab w:val="left" w:pos="0"/>
        </w:tabs>
        <w:contextualSpacing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En tant que stagiaire MF2, vous vous occupez d’une </w:t>
      </w:r>
      <w:r w:rsidRPr="00585EFA">
        <w:rPr>
          <w:rFonts w:ascii="Comic Sans MS" w:hAnsi="Comic Sans MS"/>
          <w:color w:val="auto"/>
          <w:sz w:val="22"/>
          <w:szCs w:val="22"/>
        </w:rPr>
        <w:t>formation de</w:t>
      </w:r>
      <w:r w:rsidRPr="00585EFA">
        <w:rPr>
          <w:rFonts w:ascii="Comic Sans MS" w:hAnsi="Comic Sans MS"/>
          <w:color w:val="FF0000"/>
          <w:sz w:val="22"/>
          <w:szCs w:val="22"/>
        </w:rPr>
        <w:t xml:space="preserve"> </w:t>
      </w:r>
      <w:r w:rsidRPr="00585EFA">
        <w:rPr>
          <w:rFonts w:ascii="Comic Sans MS" w:hAnsi="Comic Sans MS"/>
          <w:sz w:val="22"/>
          <w:szCs w:val="22"/>
        </w:rPr>
        <w:t>guide de palanquée.</w:t>
      </w:r>
    </w:p>
    <w:p w14:paraId="64B89229" w14:textId="1DD0113B" w:rsidR="00E33778" w:rsidRPr="00585EFA" w:rsidRDefault="00E33778" w:rsidP="00585EFA">
      <w:pPr>
        <w:tabs>
          <w:tab w:val="left" w:pos="0"/>
        </w:tabs>
        <w:contextualSpacing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Après un entrainement en mer, certains d’entre eux, pratiquant régulièrement </w:t>
      </w:r>
      <w:r w:rsidRPr="00585EFA">
        <w:rPr>
          <w:rFonts w:ascii="Comic Sans MS" w:hAnsi="Comic Sans MS"/>
          <w:color w:val="auto"/>
          <w:sz w:val="22"/>
          <w:szCs w:val="22"/>
        </w:rPr>
        <w:t>le</w:t>
      </w:r>
      <w:r w:rsidRPr="00585EFA">
        <w:rPr>
          <w:rFonts w:ascii="Comic Sans MS" w:hAnsi="Comic Sans MS"/>
          <w:sz w:val="22"/>
          <w:szCs w:val="22"/>
        </w:rPr>
        <w:t xml:space="preserve"> sport, se demandent pourquoi ils ressentent plus facilement un essoufflement en pratiquant la nage par rapport à d’autres activités physiques (course à pied, vélo,)</w:t>
      </w:r>
    </w:p>
    <w:p w14:paraId="7BF19E76" w14:textId="28A6975A" w:rsidR="00E33778" w:rsidRPr="00585EFA" w:rsidRDefault="00E33778" w:rsidP="00585EFA">
      <w:pPr>
        <w:pStyle w:val="Paragraphedeliste"/>
        <w:numPr>
          <w:ilvl w:val="0"/>
          <w:numId w:val="10"/>
        </w:numPr>
        <w:tabs>
          <w:tab w:val="left" w:pos="0"/>
        </w:tabs>
        <w:ind w:left="567" w:hanging="283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Expliquez pourquoi le fait d’être immergé, même pour la nage, augmente le risque d’essoufflement. (2</w:t>
      </w:r>
      <w:r w:rsidR="00060278" w:rsidRPr="00585EFA">
        <w:rPr>
          <w:rFonts w:ascii="Comic Sans MS" w:hAnsi="Comic Sans MS"/>
          <w:sz w:val="22"/>
          <w:szCs w:val="22"/>
        </w:rPr>
        <w:t xml:space="preserve">pts) </w:t>
      </w:r>
    </w:p>
    <w:p w14:paraId="02A08AD9" w14:textId="105E6294" w:rsidR="00E33778" w:rsidRPr="00585EFA" w:rsidRDefault="00E33778" w:rsidP="00585EFA">
      <w:pPr>
        <w:pStyle w:val="Paragraphedeliste"/>
        <w:numPr>
          <w:ilvl w:val="0"/>
          <w:numId w:val="10"/>
        </w:numPr>
        <w:ind w:left="567" w:hanging="283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Quelle filière est principalement utilisée pendant l’épreuve de nage PMT </w:t>
      </w:r>
      <w:r w:rsidR="00060278" w:rsidRPr="00585EFA">
        <w:rPr>
          <w:rFonts w:ascii="Comic Sans MS" w:hAnsi="Comic Sans MS"/>
          <w:sz w:val="22"/>
          <w:szCs w:val="22"/>
        </w:rPr>
        <w:t>du guide</w:t>
      </w:r>
      <w:r w:rsidR="00585EFA">
        <w:rPr>
          <w:rFonts w:ascii="Comic Sans MS" w:hAnsi="Comic Sans MS"/>
          <w:sz w:val="22"/>
          <w:szCs w:val="22"/>
        </w:rPr>
        <w:t xml:space="preserve"> de</w:t>
      </w:r>
      <w:r w:rsidR="00060278" w:rsidRPr="00585EFA">
        <w:rPr>
          <w:rFonts w:ascii="Comic Sans MS" w:hAnsi="Comic Sans MS"/>
          <w:sz w:val="22"/>
          <w:szCs w:val="22"/>
        </w:rPr>
        <w:t xml:space="preserve"> palanquée ? (1 pt</w:t>
      </w:r>
      <w:r w:rsidRPr="00585EFA">
        <w:rPr>
          <w:rFonts w:ascii="Comic Sans MS" w:hAnsi="Comic Sans MS"/>
          <w:sz w:val="22"/>
          <w:szCs w:val="22"/>
        </w:rPr>
        <w:t>)</w:t>
      </w:r>
    </w:p>
    <w:p w14:paraId="46B5F471" w14:textId="0FF87720" w:rsidR="00E33778" w:rsidRPr="00585EFA" w:rsidRDefault="00E33778" w:rsidP="00585EFA">
      <w:pPr>
        <w:pStyle w:val="Retraittype1"/>
        <w:numPr>
          <w:ilvl w:val="0"/>
          <w:numId w:val="10"/>
        </w:numPr>
        <w:spacing w:line="240" w:lineRule="auto"/>
        <w:ind w:left="567" w:hanging="283"/>
        <w:rPr>
          <w:rFonts w:ascii="Comic Sans MS" w:hAnsi="Comic Sans MS" w:cs="Arial"/>
          <w:color w:val="000000"/>
          <w:sz w:val="22"/>
          <w:szCs w:val="22"/>
        </w:rPr>
      </w:pPr>
      <w:r w:rsidRPr="00585EFA">
        <w:rPr>
          <w:rFonts w:ascii="Comic Sans MS" w:hAnsi="Comic Sans MS" w:cs="Arial"/>
          <w:color w:val="000000"/>
          <w:sz w:val="22"/>
          <w:szCs w:val="22"/>
        </w:rPr>
        <w:t xml:space="preserve">Quelles en sont les principales caractéristiques : délai de mise en route, durée de tenue de l’effort, puissance et facteurs </w:t>
      </w:r>
      <w:r w:rsidR="00EB6230" w:rsidRPr="00585EFA">
        <w:rPr>
          <w:rFonts w:ascii="Comic Sans MS" w:hAnsi="Comic Sans MS" w:cs="Arial"/>
          <w:color w:val="000000"/>
          <w:sz w:val="22"/>
          <w:szCs w:val="22"/>
        </w:rPr>
        <w:t>limitant</w:t>
      </w:r>
      <w:r w:rsidR="00585EFA">
        <w:rPr>
          <w:rFonts w:ascii="Comic Sans MS" w:hAnsi="Comic Sans MS" w:cs="Arial"/>
          <w:color w:val="000000"/>
          <w:sz w:val="22"/>
          <w:szCs w:val="22"/>
        </w:rPr>
        <w:t>s</w:t>
      </w:r>
      <w:r w:rsidRPr="00585EFA">
        <w:rPr>
          <w:rFonts w:ascii="Comic Sans MS" w:hAnsi="Comic Sans MS" w:cs="Arial"/>
          <w:color w:val="000000"/>
          <w:sz w:val="22"/>
          <w:szCs w:val="22"/>
        </w:rPr>
        <w:t> ?</w:t>
      </w:r>
      <w:r w:rsidRPr="00585EFA">
        <w:rPr>
          <w:rFonts w:ascii="Comic Sans MS" w:hAnsi="Comic Sans MS"/>
          <w:sz w:val="22"/>
          <w:szCs w:val="22"/>
        </w:rPr>
        <w:t xml:space="preserve"> </w:t>
      </w:r>
      <w:r w:rsidR="00060278" w:rsidRPr="00585EFA">
        <w:rPr>
          <w:rFonts w:ascii="Comic Sans MS" w:hAnsi="Comic Sans MS" w:cs="Arial"/>
          <w:color w:val="000000"/>
          <w:sz w:val="22"/>
          <w:szCs w:val="22"/>
        </w:rPr>
        <w:t>(1 p</w:t>
      </w:r>
      <w:r w:rsidRPr="00585EFA">
        <w:rPr>
          <w:rFonts w:ascii="Comic Sans MS" w:hAnsi="Comic Sans MS" w:cs="Arial"/>
          <w:color w:val="000000"/>
          <w:sz w:val="22"/>
          <w:szCs w:val="22"/>
        </w:rPr>
        <w:t>t)</w:t>
      </w:r>
    </w:p>
    <w:p w14:paraId="4D6F6D7D" w14:textId="4B0B5691" w:rsidR="00E33778" w:rsidRPr="00585EFA" w:rsidRDefault="00E33778" w:rsidP="00585EFA">
      <w:pPr>
        <w:pStyle w:val="Paragraphedeliste"/>
        <w:numPr>
          <w:ilvl w:val="0"/>
          <w:numId w:val="10"/>
        </w:numPr>
        <w:ind w:left="567" w:hanging="283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Comment allez</w:t>
      </w:r>
      <w:r w:rsidR="00585EFA">
        <w:rPr>
          <w:rFonts w:ascii="Comic Sans MS" w:hAnsi="Comic Sans MS"/>
          <w:sz w:val="22"/>
          <w:szCs w:val="22"/>
        </w:rPr>
        <w:t>-</w:t>
      </w:r>
      <w:r w:rsidRPr="00585EFA">
        <w:rPr>
          <w:rFonts w:ascii="Comic Sans MS" w:hAnsi="Comic Sans MS"/>
          <w:sz w:val="22"/>
          <w:szCs w:val="22"/>
        </w:rPr>
        <w:t>vous organiser l’entrainement physique de vos stagiaires guide de palanquée au cours de la saison ?</w:t>
      </w:r>
      <w:r w:rsidR="00060278" w:rsidRPr="00585EFA">
        <w:rPr>
          <w:rFonts w:ascii="Comic Sans MS" w:hAnsi="Comic Sans MS"/>
          <w:sz w:val="22"/>
          <w:szCs w:val="22"/>
        </w:rPr>
        <w:t xml:space="preserve"> (3 p</w:t>
      </w:r>
      <w:r w:rsidRPr="00585EFA">
        <w:rPr>
          <w:rFonts w:ascii="Comic Sans MS" w:hAnsi="Comic Sans MS"/>
          <w:sz w:val="22"/>
          <w:szCs w:val="22"/>
        </w:rPr>
        <w:t>ts)</w:t>
      </w:r>
    </w:p>
    <w:p w14:paraId="54A27B3C" w14:textId="77777777" w:rsidR="00E33778" w:rsidRPr="00585EFA" w:rsidRDefault="00E33778" w:rsidP="00585EFA">
      <w:pPr>
        <w:jc w:val="both"/>
        <w:rPr>
          <w:rFonts w:ascii="Comic Sans MS" w:hAnsi="Comic Sans MS"/>
          <w:b/>
          <w:bCs/>
          <w:i/>
          <w:color w:val="0000FF"/>
          <w:sz w:val="22"/>
          <w:szCs w:val="22"/>
        </w:rPr>
      </w:pPr>
    </w:p>
    <w:p w14:paraId="0407B93F" w14:textId="77777777" w:rsidR="00060278" w:rsidRPr="00585EFA" w:rsidRDefault="00060278" w:rsidP="00585EFA">
      <w:pPr>
        <w:jc w:val="both"/>
        <w:rPr>
          <w:rFonts w:ascii="Comic Sans MS" w:hAnsi="Comic Sans MS"/>
          <w:sz w:val="22"/>
          <w:szCs w:val="22"/>
        </w:rPr>
      </w:pPr>
    </w:p>
    <w:p w14:paraId="0DF89906" w14:textId="77777777" w:rsidR="00585EFA" w:rsidRDefault="00585EFA">
      <w:pPr>
        <w:rPr>
          <w:rFonts w:ascii="Comic Sans MS" w:hAnsi="Comic Sans MS"/>
          <w:b/>
          <w:noProof/>
          <w:sz w:val="22"/>
          <w:szCs w:val="22"/>
          <w:u w:val="single"/>
        </w:rPr>
      </w:pPr>
      <w:r>
        <w:rPr>
          <w:rFonts w:ascii="Comic Sans MS" w:hAnsi="Comic Sans MS"/>
          <w:b/>
          <w:noProof/>
          <w:sz w:val="22"/>
          <w:szCs w:val="22"/>
          <w:u w:val="single"/>
        </w:rPr>
        <w:br w:type="page"/>
      </w:r>
    </w:p>
    <w:p w14:paraId="45042956" w14:textId="1513358D" w:rsidR="00DF13C3" w:rsidRPr="00585EFA" w:rsidRDefault="00DF13C3" w:rsidP="00585EFA">
      <w:pPr>
        <w:jc w:val="center"/>
        <w:rPr>
          <w:rFonts w:ascii="Comic Sans MS" w:hAnsi="Comic Sans MS"/>
          <w:b/>
          <w:noProof/>
          <w:sz w:val="32"/>
          <w:szCs w:val="22"/>
          <w:u w:val="single"/>
        </w:rPr>
      </w:pPr>
      <w:r w:rsidRPr="00585EFA">
        <w:rPr>
          <w:rFonts w:ascii="Comic Sans MS" w:hAnsi="Comic Sans MS"/>
          <w:b/>
          <w:noProof/>
          <w:sz w:val="32"/>
          <w:szCs w:val="22"/>
          <w:u w:val="single"/>
        </w:rPr>
        <w:lastRenderedPageBreak/>
        <w:t>Anatomie, physiologie et physiopathologie du plongeur</w:t>
      </w:r>
    </w:p>
    <w:p w14:paraId="26BE9959" w14:textId="77777777" w:rsidR="0072145E" w:rsidRPr="00585EFA" w:rsidRDefault="0072145E" w:rsidP="00585EFA">
      <w:pPr>
        <w:pStyle w:val="Default"/>
        <w:jc w:val="both"/>
        <w:rPr>
          <w:rFonts w:ascii="Comic Sans MS" w:eastAsia="Times New Roman" w:hAnsi="Comic Sans MS" w:cs="Arial"/>
          <w:sz w:val="22"/>
          <w:szCs w:val="22"/>
        </w:rPr>
      </w:pPr>
    </w:p>
    <w:p w14:paraId="43F2FCCD" w14:textId="77777777" w:rsidR="00FF3777" w:rsidRPr="00585EFA" w:rsidRDefault="00FF3777" w:rsidP="00585EFA">
      <w:pPr>
        <w:pStyle w:val="Default"/>
        <w:jc w:val="both"/>
        <w:rPr>
          <w:rFonts w:ascii="Comic Sans MS" w:eastAsia="Times New Roman" w:hAnsi="Comic Sans MS"/>
          <w:b/>
          <w:color w:val="auto"/>
          <w:sz w:val="22"/>
          <w:szCs w:val="22"/>
        </w:rPr>
      </w:pPr>
    </w:p>
    <w:p w14:paraId="790DBB5A" w14:textId="77777777" w:rsidR="00DF13C3" w:rsidRPr="00585EFA" w:rsidRDefault="00DF13C3" w:rsidP="00585EFA">
      <w:pPr>
        <w:pStyle w:val="Default"/>
        <w:jc w:val="center"/>
        <w:rPr>
          <w:rFonts w:ascii="Comic Sans MS" w:eastAsia="Times New Roman" w:hAnsi="Comic Sans MS"/>
          <w:b/>
          <w:color w:val="auto"/>
          <w:sz w:val="22"/>
          <w:szCs w:val="22"/>
        </w:rPr>
      </w:pPr>
      <w:r w:rsidRPr="00585EFA">
        <w:rPr>
          <w:rFonts w:ascii="Comic Sans MS" w:eastAsia="Times New Roman" w:hAnsi="Comic Sans MS"/>
          <w:b/>
          <w:color w:val="auto"/>
          <w:sz w:val="22"/>
          <w:szCs w:val="22"/>
        </w:rPr>
        <w:t>REFERENTIEL DE CORRECTION</w:t>
      </w:r>
    </w:p>
    <w:p w14:paraId="1ED96B9A" w14:textId="77777777" w:rsidR="00483DE2" w:rsidRPr="00585EFA" w:rsidRDefault="00483DE2" w:rsidP="00585EFA">
      <w:pPr>
        <w:jc w:val="both"/>
        <w:rPr>
          <w:rFonts w:ascii="Comic Sans MS" w:hAnsi="Comic Sans MS"/>
          <w:sz w:val="22"/>
          <w:szCs w:val="22"/>
        </w:rPr>
      </w:pPr>
    </w:p>
    <w:p w14:paraId="3470E444" w14:textId="77777777" w:rsidR="00637C13" w:rsidRPr="00585EFA" w:rsidRDefault="00637C13" w:rsidP="00585EFA">
      <w:pPr>
        <w:jc w:val="both"/>
        <w:rPr>
          <w:rFonts w:ascii="Comic Sans MS" w:hAnsi="Comic Sans MS"/>
          <w:sz w:val="22"/>
          <w:szCs w:val="22"/>
        </w:rPr>
      </w:pPr>
    </w:p>
    <w:p w14:paraId="1601A8D2" w14:textId="1D2BB7C7" w:rsidR="000E2B82" w:rsidRPr="00585EFA" w:rsidRDefault="00616957" w:rsidP="00585EFA">
      <w:pPr>
        <w:jc w:val="both"/>
        <w:rPr>
          <w:rFonts w:ascii="Comic Sans MS" w:hAnsi="Comic Sans MS"/>
          <w:b/>
          <w:sz w:val="22"/>
          <w:szCs w:val="22"/>
          <w:u w:val="single"/>
        </w:rPr>
      </w:pPr>
      <w:r w:rsidRPr="00585EFA">
        <w:rPr>
          <w:rFonts w:ascii="Comic Sans MS" w:hAnsi="Comic Sans MS"/>
          <w:b/>
          <w:sz w:val="22"/>
          <w:szCs w:val="22"/>
          <w:u w:val="single"/>
        </w:rPr>
        <w:t>QUESTION 1 (6 POINTS)</w:t>
      </w:r>
    </w:p>
    <w:p w14:paraId="58B64AC4" w14:textId="77777777" w:rsidR="00425E08" w:rsidRPr="00585EFA" w:rsidRDefault="00425E08" w:rsidP="00585EFA">
      <w:pPr>
        <w:jc w:val="both"/>
        <w:rPr>
          <w:rFonts w:ascii="Comic Sans MS" w:hAnsi="Comic Sans MS"/>
          <w:b/>
          <w:sz w:val="22"/>
          <w:szCs w:val="22"/>
          <w:u w:val="single"/>
        </w:rPr>
      </w:pPr>
    </w:p>
    <w:p w14:paraId="3E1A8930" w14:textId="77777777" w:rsidR="003F4674" w:rsidRPr="00585EFA" w:rsidRDefault="009C04A2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U</w:t>
      </w:r>
      <w:r w:rsidR="000E2B82" w:rsidRPr="00585EFA">
        <w:rPr>
          <w:rFonts w:ascii="Comic Sans MS" w:hAnsi="Comic Sans MS"/>
          <w:sz w:val="22"/>
          <w:szCs w:val="22"/>
        </w:rPr>
        <w:t xml:space="preserve">n </w:t>
      </w:r>
      <w:r w:rsidR="00CF7A5F" w:rsidRPr="00585EFA">
        <w:rPr>
          <w:rFonts w:ascii="Comic Sans MS" w:hAnsi="Comic Sans MS"/>
          <w:sz w:val="22"/>
          <w:szCs w:val="22"/>
        </w:rPr>
        <w:t xml:space="preserve">club de l’intérieur </w:t>
      </w:r>
      <w:r w:rsidR="00982D27" w:rsidRPr="00585EFA">
        <w:rPr>
          <w:rFonts w:ascii="Comic Sans MS" w:hAnsi="Comic Sans MS"/>
          <w:sz w:val="22"/>
          <w:szCs w:val="22"/>
        </w:rPr>
        <w:t xml:space="preserve">des terres </w:t>
      </w:r>
      <w:r w:rsidR="000E2B82" w:rsidRPr="00585EFA">
        <w:rPr>
          <w:rFonts w:ascii="Comic Sans MS" w:hAnsi="Comic Sans MS"/>
          <w:sz w:val="22"/>
          <w:szCs w:val="22"/>
        </w:rPr>
        <w:t xml:space="preserve">profitant des ponts </w:t>
      </w:r>
      <w:r w:rsidR="00A315CC" w:rsidRPr="00585EFA">
        <w:rPr>
          <w:rFonts w:ascii="Comic Sans MS" w:hAnsi="Comic Sans MS"/>
          <w:color w:val="auto"/>
          <w:sz w:val="22"/>
          <w:szCs w:val="22"/>
        </w:rPr>
        <w:t>du mois</w:t>
      </w:r>
      <w:r w:rsidR="00A315CC" w:rsidRPr="00585EFA">
        <w:rPr>
          <w:rFonts w:ascii="Comic Sans MS" w:hAnsi="Comic Sans MS"/>
          <w:color w:val="FF0000"/>
          <w:sz w:val="22"/>
          <w:szCs w:val="22"/>
        </w:rPr>
        <w:t xml:space="preserve"> </w:t>
      </w:r>
      <w:r w:rsidR="0087630F" w:rsidRPr="00585EFA">
        <w:rPr>
          <w:rFonts w:ascii="Comic Sans MS" w:hAnsi="Comic Sans MS"/>
          <w:sz w:val="22"/>
          <w:szCs w:val="22"/>
        </w:rPr>
        <w:t xml:space="preserve">de </w:t>
      </w:r>
      <w:r w:rsidR="00E35956" w:rsidRPr="00585EFA">
        <w:rPr>
          <w:rFonts w:ascii="Comic Sans MS" w:hAnsi="Comic Sans MS"/>
          <w:sz w:val="22"/>
          <w:szCs w:val="22"/>
        </w:rPr>
        <w:t xml:space="preserve">mai, organise </w:t>
      </w:r>
      <w:r w:rsidR="003F4674" w:rsidRPr="00585EFA">
        <w:rPr>
          <w:rFonts w:ascii="Comic Sans MS" w:hAnsi="Comic Sans MS"/>
          <w:sz w:val="22"/>
          <w:szCs w:val="22"/>
        </w:rPr>
        <w:t xml:space="preserve">un </w:t>
      </w:r>
      <w:r w:rsidR="002C1DA5" w:rsidRPr="00585EFA">
        <w:rPr>
          <w:rFonts w:ascii="Comic Sans MS" w:hAnsi="Comic Sans MS"/>
          <w:sz w:val="22"/>
          <w:szCs w:val="22"/>
        </w:rPr>
        <w:t xml:space="preserve">week end </w:t>
      </w:r>
      <w:r w:rsidR="003F4674" w:rsidRPr="00585EFA">
        <w:rPr>
          <w:rFonts w:ascii="Comic Sans MS" w:hAnsi="Comic Sans MS"/>
          <w:sz w:val="22"/>
          <w:szCs w:val="22"/>
        </w:rPr>
        <w:t>de plongée en</w:t>
      </w:r>
      <w:r w:rsidR="000E2B82" w:rsidRPr="00585EFA">
        <w:rPr>
          <w:rFonts w:ascii="Comic Sans MS" w:hAnsi="Comic Sans MS"/>
          <w:sz w:val="22"/>
          <w:szCs w:val="22"/>
        </w:rPr>
        <w:t xml:space="preserve"> bord de mer. </w:t>
      </w:r>
      <w:r w:rsidR="00982D27" w:rsidRPr="00585EFA">
        <w:rPr>
          <w:rFonts w:ascii="Comic Sans MS" w:hAnsi="Comic Sans MS"/>
          <w:sz w:val="22"/>
          <w:szCs w:val="22"/>
        </w:rPr>
        <w:t>Les plongeurs ont pratiqué</w:t>
      </w:r>
      <w:r w:rsidR="000E2B82" w:rsidRPr="00585EFA">
        <w:rPr>
          <w:rFonts w:ascii="Comic Sans MS" w:hAnsi="Comic Sans MS"/>
          <w:sz w:val="22"/>
          <w:szCs w:val="22"/>
        </w:rPr>
        <w:t xml:space="preserve"> </w:t>
      </w:r>
      <w:r w:rsidR="003F4674" w:rsidRPr="00585EFA">
        <w:rPr>
          <w:rFonts w:ascii="Comic Sans MS" w:hAnsi="Comic Sans MS"/>
          <w:sz w:val="22"/>
          <w:szCs w:val="22"/>
        </w:rPr>
        <w:t xml:space="preserve">l’activité </w:t>
      </w:r>
      <w:r w:rsidR="000E2B82" w:rsidRPr="00585EFA">
        <w:rPr>
          <w:rFonts w:ascii="Comic Sans MS" w:hAnsi="Comic Sans MS"/>
          <w:sz w:val="22"/>
          <w:szCs w:val="22"/>
        </w:rPr>
        <w:t>tout l’hiver en carrière.</w:t>
      </w:r>
      <w:r w:rsidR="00982D27" w:rsidRPr="00585EFA">
        <w:rPr>
          <w:rFonts w:ascii="Comic Sans MS" w:hAnsi="Comic Sans MS"/>
          <w:sz w:val="22"/>
          <w:szCs w:val="22"/>
        </w:rPr>
        <w:t xml:space="preserve"> </w:t>
      </w:r>
    </w:p>
    <w:p w14:paraId="0E63C5CF" w14:textId="3FE53789" w:rsidR="000E2B82" w:rsidRPr="00585EFA" w:rsidRDefault="00982D27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Le troisième jour, ils explorent un tombant entre 20 et </w:t>
      </w:r>
      <w:r w:rsidR="000E2B82" w:rsidRPr="00585EFA">
        <w:rPr>
          <w:rFonts w:ascii="Comic Sans MS" w:hAnsi="Comic Sans MS"/>
          <w:sz w:val="22"/>
          <w:szCs w:val="22"/>
        </w:rPr>
        <w:t xml:space="preserve">40 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>mètres</w:t>
      </w:r>
      <w:r w:rsidRPr="00585EFA">
        <w:rPr>
          <w:rFonts w:ascii="Comic Sans MS" w:hAnsi="Comic Sans MS"/>
          <w:color w:val="auto"/>
          <w:sz w:val="22"/>
          <w:szCs w:val="22"/>
        </w:rPr>
        <w:t xml:space="preserve"> de profondeur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>.</w:t>
      </w:r>
      <w:r w:rsidR="003F4674" w:rsidRPr="00585EFA">
        <w:rPr>
          <w:rFonts w:ascii="Comic Sans MS" w:hAnsi="Comic Sans MS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sz w:val="22"/>
          <w:szCs w:val="22"/>
        </w:rPr>
        <w:t xml:space="preserve">Après une remontée </w:t>
      </w:r>
      <w:r w:rsidR="00A315CC" w:rsidRPr="00585EFA">
        <w:rPr>
          <w:rFonts w:ascii="Comic Sans MS" w:hAnsi="Comic Sans MS"/>
          <w:color w:val="auto"/>
          <w:sz w:val="22"/>
          <w:szCs w:val="22"/>
        </w:rPr>
        <w:t>à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 xml:space="preserve"> </w:t>
      </w:r>
      <w:r w:rsidR="00A315CC" w:rsidRPr="00585EFA">
        <w:rPr>
          <w:rFonts w:ascii="Comic Sans MS" w:hAnsi="Comic Sans MS"/>
          <w:color w:val="auto"/>
          <w:sz w:val="22"/>
          <w:szCs w:val="22"/>
        </w:rPr>
        <w:t>la</w:t>
      </w:r>
      <w:r w:rsidR="009E6C92" w:rsidRPr="00585EFA">
        <w:rPr>
          <w:rFonts w:ascii="Comic Sans MS" w:hAnsi="Comic Sans MS"/>
          <w:sz w:val="22"/>
          <w:szCs w:val="22"/>
        </w:rPr>
        <w:t xml:space="preserve"> </w:t>
      </w:r>
      <w:r w:rsidR="00A62217" w:rsidRPr="00585EFA">
        <w:rPr>
          <w:rFonts w:ascii="Comic Sans MS" w:hAnsi="Comic Sans MS"/>
          <w:sz w:val="22"/>
          <w:szCs w:val="22"/>
        </w:rPr>
        <w:t>vitesse préconisée par son moyen de décompression</w:t>
      </w:r>
      <w:r w:rsidR="00A60146" w:rsidRPr="00585EFA">
        <w:rPr>
          <w:rFonts w:ascii="Comic Sans MS" w:hAnsi="Comic Sans MS"/>
          <w:sz w:val="22"/>
          <w:szCs w:val="22"/>
        </w:rPr>
        <w:t xml:space="preserve"> et </w:t>
      </w:r>
      <w:r w:rsidR="00A60146" w:rsidRPr="00585EFA">
        <w:rPr>
          <w:rFonts w:ascii="Comic Sans MS" w:hAnsi="Comic Sans MS"/>
          <w:color w:val="auto"/>
          <w:sz w:val="22"/>
          <w:szCs w:val="22"/>
        </w:rPr>
        <w:t>au bout de 2 minutes de palier</w:t>
      </w:r>
      <w:r w:rsidR="00A60146" w:rsidRPr="00585EFA">
        <w:rPr>
          <w:rFonts w:ascii="Comic Sans MS" w:hAnsi="Comic Sans MS"/>
          <w:sz w:val="22"/>
          <w:szCs w:val="22"/>
        </w:rPr>
        <w:t xml:space="preserve">, </w:t>
      </w:r>
      <w:r w:rsidR="00A62217" w:rsidRPr="00585EFA">
        <w:rPr>
          <w:rFonts w:ascii="Comic Sans MS" w:hAnsi="Comic Sans MS"/>
          <w:sz w:val="22"/>
          <w:szCs w:val="22"/>
        </w:rPr>
        <w:t>un plongeur</w:t>
      </w:r>
      <w:r w:rsidR="000E2B82" w:rsidRPr="00585EFA">
        <w:rPr>
          <w:rFonts w:ascii="Comic Sans MS" w:hAnsi="Comic Sans MS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 xml:space="preserve">fait </w:t>
      </w:r>
      <w:r w:rsidR="00C27368" w:rsidRPr="00585EFA">
        <w:rPr>
          <w:rFonts w:ascii="Comic Sans MS" w:hAnsi="Comic Sans MS"/>
          <w:color w:val="auto"/>
          <w:sz w:val="22"/>
          <w:szCs w:val="22"/>
        </w:rPr>
        <w:t>signe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 xml:space="preserve"> à</w:t>
      </w:r>
      <w:r w:rsidR="000E2B82" w:rsidRPr="00585EFA">
        <w:rPr>
          <w:rFonts w:ascii="Comic Sans MS" w:hAnsi="Comic Sans MS"/>
          <w:sz w:val="22"/>
          <w:szCs w:val="22"/>
        </w:rPr>
        <w:t xml:space="preserve"> son binôme</w:t>
      </w:r>
      <w:r w:rsidR="00A60146" w:rsidRPr="00585EFA">
        <w:rPr>
          <w:rFonts w:ascii="Comic Sans MS" w:hAnsi="Comic Sans MS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sz w:val="22"/>
          <w:szCs w:val="22"/>
        </w:rPr>
        <w:t>qu’il se sent essoufflé et qu’il veut remonter en surface, bien qu’il l</w:t>
      </w:r>
      <w:r w:rsidR="00E35956" w:rsidRPr="00585EFA">
        <w:rPr>
          <w:rFonts w:ascii="Comic Sans MS" w:hAnsi="Comic Sans MS"/>
          <w:sz w:val="22"/>
          <w:szCs w:val="22"/>
        </w:rPr>
        <w:t>eur reste 3 minutes à réaliser</w:t>
      </w:r>
      <w:r w:rsidR="000E2B82" w:rsidRPr="00585EFA">
        <w:rPr>
          <w:rFonts w:ascii="Comic Sans MS" w:hAnsi="Comic Sans MS"/>
          <w:sz w:val="22"/>
          <w:szCs w:val="22"/>
        </w:rPr>
        <w:t>. Arrivé en surface</w:t>
      </w:r>
      <w:r w:rsidR="00D4525A" w:rsidRPr="00585EFA">
        <w:rPr>
          <w:rFonts w:ascii="Comic Sans MS" w:hAnsi="Comic Sans MS"/>
          <w:color w:val="auto"/>
          <w:sz w:val="22"/>
          <w:szCs w:val="22"/>
        </w:rPr>
        <w:t>, il</w:t>
      </w:r>
      <w:r w:rsidR="0080054D" w:rsidRPr="00585EFA">
        <w:rPr>
          <w:rFonts w:ascii="Comic Sans MS" w:hAnsi="Comic Sans MS"/>
          <w:sz w:val="22"/>
          <w:szCs w:val="22"/>
        </w:rPr>
        <w:t xml:space="preserve"> a du mal à respirer.</w:t>
      </w:r>
      <w:r w:rsidR="003F4674" w:rsidRPr="00585EFA">
        <w:rPr>
          <w:rFonts w:ascii="Comic Sans MS" w:hAnsi="Comic Sans MS"/>
          <w:sz w:val="22"/>
          <w:szCs w:val="22"/>
        </w:rPr>
        <w:t xml:space="preserve"> </w:t>
      </w:r>
      <w:r w:rsidR="006E6C65" w:rsidRPr="00585EFA">
        <w:rPr>
          <w:rFonts w:ascii="Comic Sans MS" w:hAnsi="Comic Sans MS"/>
          <w:sz w:val="22"/>
          <w:szCs w:val="22"/>
        </w:rPr>
        <w:t xml:space="preserve">De retour </w:t>
      </w:r>
      <w:r w:rsidR="000E2B82" w:rsidRPr="00585EFA">
        <w:rPr>
          <w:rFonts w:ascii="Comic Sans MS" w:hAnsi="Comic Sans MS"/>
          <w:sz w:val="22"/>
          <w:szCs w:val="22"/>
        </w:rPr>
        <w:t>sur le ba</w:t>
      </w:r>
      <w:r w:rsidR="006E6C65" w:rsidRPr="00585EFA">
        <w:rPr>
          <w:rFonts w:ascii="Comic Sans MS" w:hAnsi="Comic Sans MS"/>
          <w:sz w:val="22"/>
          <w:szCs w:val="22"/>
        </w:rPr>
        <w:t xml:space="preserve">teau, il </w:t>
      </w:r>
      <w:r w:rsidR="000E2B82" w:rsidRPr="00585EFA">
        <w:rPr>
          <w:rFonts w:ascii="Comic Sans MS" w:hAnsi="Comic Sans MS"/>
          <w:sz w:val="22"/>
          <w:szCs w:val="22"/>
        </w:rPr>
        <w:t>présente les symptômes suivants :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 xml:space="preserve"> </w:t>
      </w:r>
      <w:r w:rsidR="00A315CC" w:rsidRPr="00585EFA">
        <w:rPr>
          <w:rFonts w:ascii="Comic Sans MS" w:hAnsi="Comic Sans MS"/>
          <w:color w:val="auto"/>
          <w:sz w:val="22"/>
          <w:szCs w:val="22"/>
        </w:rPr>
        <w:t>t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>oux</w:t>
      </w:r>
      <w:r w:rsidR="000E2B82" w:rsidRPr="00585EFA">
        <w:rPr>
          <w:rFonts w:ascii="Comic Sans MS" w:hAnsi="Comic Sans MS"/>
          <w:sz w:val="22"/>
          <w:szCs w:val="22"/>
        </w:rPr>
        <w:t xml:space="preserve">, 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 xml:space="preserve">crachats </w:t>
      </w:r>
      <w:r w:rsidR="00A315CC" w:rsidRPr="00585EFA">
        <w:rPr>
          <w:rFonts w:ascii="Comic Sans MS" w:hAnsi="Comic Sans MS"/>
          <w:color w:val="auto"/>
          <w:sz w:val="22"/>
          <w:szCs w:val="22"/>
        </w:rPr>
        <w:t>rosés</w:t>
      </w:r>
      <w:r w:rsidR="000E2B82" w:rsidRPr="00585EFA">
        <w:rPr>
          <w:rFonts w:ascii="Comic Sans MS" w:hAnsi="Comic Sans MS"/>
          <w:color w:val="auto"/>
          <w:sz w:val="22"/>
          <w:szCs w:val="22"/>
        </w:rPr>
        <w:t>,</w:t>
      </w:r>
      <w:r w:rsidR="000E2B82" w:rsidRPr="00585EFA">
        <w:rPr>
          <w:rFonts w:ascii="Comic Sans MS" w:hAnsi="Comic Sans MS"/>
          <w:sz w:val="22"/>
          <w:szCs w:val="22"/>
        </w:rPr>
        <w:t xml:space="preserve"> dyspnée, cyanose des lèvres</w:t>
      </w:r>
      <w:r w:rsidR="00056F52" w:rsidRPr="00585EFA">
        <w:rPr>
          <w:rFonts w:ascii="Comic Sans MS" w:hAnsi="Comic Sans MS"/>
          <w:color w:val="auto"/>
          <w:sz w:val="22"/>
          <w:szCs w:val="22"/>
        </w:rPr>
        <w:t>,</w:t>
      </w:r>
      <w:r w:rsidR="00E62799" w:rsidRPr="00585EFA">
        <w:rPr>
          <w:rFonts w:ascii="Comic Sans MS" w:hAnsi="Comic Sans MS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sz w:val="22"/>
          <w:szCs w:val="22"/>
        </w:rPr>
        <w:t>pâleur</w:t>
      </w:r>
      <w:r w:rsidR="00056F52" w:rsidRPr="00585EFA">
        <w:rPr>
          <w:rFonts w:ascii="Comic Sans MS" w:hAnsi="Comic Sans MS"/>
          <w:sz w:val="22"/>
          <w:szCs w:val="22"/>
        </w:rPr>
        <w:t xml:space="preserve"> et oppression thoracique</w:t>
      </w:r>
      <w:r w:rsidR="000E2B82" w:rsidRPr="00585EFA">
        <w:rPr>
          <w:rFonts w:ascii="Comic Sans MS" w:hAnsi="Comic Sans MS"/>
          <w:sz w:val="22"/>
          <w:szCs w:val="22"/>
        </w:rPr>
        <w:t xml:space="preserve">. Il a de plus </w:t>
      </w:r>
      <w:r w:rsidR="00BC486D" w:rsidRPr="00585EFA">
        <w:rPr>
          <w:rFonts w:ascii="Comic Sans MS" w:hAnsi="Comic Sans MS"/>
          <w:sz w:val="22"/>
          <w:szCs w:val="22"/>
        </w:rPr>
        <w:t>en plus de mal à respirer et se trouve</w:t>
      </w:r>
      <w:r w:rsidR="000E2B82" w:rsidRPr="00585EFA">
        <w:rPr>
          <w:rFonts w:ascii="Comic Sans MS" w:hAnsi="Comic Sans MS"/>
          <w:sz w:val="22"/>
          <w:szCs w:val="22"/>
        </w:rPr>
        <w:t xml:space="preserve"> à la limite de la syncope.</w:t>
      </w:r>
      <w:r w:rsidR="00A60146" w:rsidRPr="00585EFA">
        <w:rPr>
          <w:rFonts w:ascii="Comic Sans MS" w:hAnsi="Comic Sans MS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sz w:val="22"/>
          <w:szCs w:val="22"/>
        </w:rPr>
        <w:t xml:space="preserve">Le DP alerte les secours et met en </w:t>
      </w:r>
      <w:r w:rsidR="00481E30" w:rsidRPr="00585EFA">
        <w:rPr>
          <w:rFonts w:ascii="Comic Sans MS" w:hAnsi="Comic Sans MS"/>
          <w:color w:val="auto"/>
          <w:sz w:val="22"/>
          <w:szCs w:val="22"/>
        </w:rPr>
        <w:t>place les premiers soins</w:t>
      </w:r>
      <w:r w:rsidR="00A60146" w:rsidRPr="00585EFA">
        <w:rPr>
          <w:rFonts w:ascii="Comic Sans MS" w:hAnsi="Comic Sans MS"/>
          <w:color w:val="FF0000"/>
          <w:sz w:val="22"/>
          <w:szCs w:val="22"/>
        </w:rPr>
        <w:t>.</w:t>
      </w:r>
    </w:p>
    <w:p w14:paraId="1FCD98BD" w14:textId="77777777" w:rsidR="00A60146" w:rsidRPr="00585EFA" w:rsidRDefault="000E2B82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Les deux plongeurs ont fait une</w:t>
      </w:r>
      <w:r w:rsidR="00A60146" w:rsidRPr="00585EFA">
        <w:rPr>
          <w:rFonts w:ascii="Comic Sans MS" w:hAnsi="Comic Sans MS"/>
          <w:color w:val="auto"/>
          <w:sz w:val="22"/>
          <w:szCs w:val="22"/>
        </w:rPr>
        <w:t xml:space="preserve"> </w:t>
      </w:r>
      <w:r w:rsidR="00481E30" w:rsidRPr="00585EFA">
        <w:rPr>
          <w:rFonts w:ascii="Comic Sans MS" w:hAnsi="Comic Sans MS"/>
          <w:color w:val="auto"/>
          <w:sz w:val="22"/>
          <w:szCs w:val="22"/>
        </w:rPr>
        <w:t>plongée d’exploration</w:t>
      </w:r>
      <w:r w:rsidRPr="00585EFA">
        <w:rPr>
          <w:rFonts w:ascii="Comic Sans MS" w:hAnsi="Comic Sans MS"/>
          <w:sz w:val="22"/>
          <w:szCs w:val="22"/>
        </w:rPr>
        <w:t xml:space="preserve"> sans effort, se sont ventilés normalement </w:t>
      </w:r>
    </w:p>
    <w:p w14:paraId="3B700025" w14:textId="77777777" w:rsidR="00A60146" w:rsidRPr="00585EFA" w:rsidRDefault="00A60146" w:rsidP="00585EFA">
      <w:pPr>
        <w:ind w:left="426"/>
        <w:jc w:val="both"/>
        <w:rPr>
          <w:rFonts w:ascii="Comic Sans MS" w:hAnsi="Comic Sans MS"/>
          <w:sz w:val="22"/>
          <w:szCs w:val="22"/>
        </w:rPr>
      </w:pPr>
    </w:p>
    <w:p w14:paraId="5ED43154" w14:textId="2D694B06" w:rsidR="000E2B82" w:rsidRPr="00585EFA" w:rsidRDefault="000E2B82" w:rsidP="00585EFA">
      <w:pPr>
        <w:pStyle w:val="Paragraphedeliste"/>
        <w:numPr>
          <w:ilvl w:val="0"/>
          <w:numId w:val="28"/>
        </w:numPr>
        <w:ind w:left="426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Quel type d’accident soupçonnez-vous ? (1 point)</w:t>
      </w:r>
    </w:p>
    <w:p w14:paraId="0D754F1E" w14:textId="77777777" w:rsidR="00BD7F3E" w:rsidRPr="00585EFA" w:rsidRDefault="00481E30" w:rsidP="00585EFA">
      <w:pPr>
        <w:ind w:left="426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Un 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>œdème pulmonaire d’immersion</w:t>
      </w:r>
      <w:r w:rsidR="00BD7F3E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</w:p>
    <w:p w14:paraId="6868DF14" w14:textId="77777777" w:rsidR="000E2B82" w:rsidRPr="00585EFA" w:rsidRDefault="000E2B82" w:rsidP="00585EFA">
      <w:pPr>
        <w:jc w:val="both"/>
        <w:rPr>
          <w:rFonts w:ascii="Comic Sans MS" w:hAnsi="Comic Sans MS"/>
          <w:sz w:val="22"/>
          <w:szCs w:val="22"/>
        </w:rPr>
      </w:pPr>
    </w:p>
    <w:p w14:paraId="150DC670" w14:textId="744998E2" w:rsidR="000E2B82" w:rsidRPr="00585EFA" w:rsidRDefault="00706BCF" w:rsidP="00585EFA">
      <w:pPr>
        <w:pStyle w:val="Paragraphedeliste"/>
        <w:numPr>
          <w:ilvl w:val="0"/>
          <w:numId w:val="28"/>
        </w:numPr>
        <w:ind w:left="426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Quels éléments</w:t>
      </w:r>
      <w:r w:rsidR="003F4674" w:rsidRPr="00585EFA">
        <w:rPr>
          <w:rFonts w:ascii="Comic Sans MS" w:hAnsi="Comic Sans MS"/>
          <w:sz w:val="22"/>
          <w:szCs w:val="22"/>
        </w:rPr>
        <w:t xml:space="preserve"> vous permette</w:t>
      </w:r>
      <w:r w:rsidR="000E2B82" w:rsidRPr="00585EFA">
        <w:rPr>
          <w:rFonts w:ascii="Comic Sans MS" w:hAnsi="Comic Sans MS"/>
          <w:sz w:val="22"/>
          <w:szCs w:val="22"/>
        </w:rPr>
        <w:t xml:space="preserve">nt de </w:t>
      </w:r>
      <w:r w:rsidR="002C1DA5" w:rsidRPr="00585EFA">
        <w:rPr>
          <w:rFonts w:ascii="Comic Sans MS" w:hAnsi="Comic Sans MS"/>
          <w:sz w:val="22"/>
          <w:szCs w:val="22"/>
        </w:rPr>
        <w:t>vous orienter vers cet accident</w:t>
      </w:r>
      <w:r w:rsidR="000E2B82" w:rsidRPr="00585EFA">
        <w:rPr>
          <w:rFonts w:ascii="Comic Sans MS" w:hAnsi="Comic Sans MS"/>
          <w:sz w:val="22"/>
          <w:szCs w:val="22"/>
        </w:rPr>
        <w:t> ? (1 point)</w:t>
      </w:r>
    </w:p>
    <w:p w14:paraId="4C826571" w14:textId="5646A694" w:rsidR="000E2B82" w:rsidRPr="00585EFA" w:rsidRDefault="000E2B82" w:rsidP="00585EFA">
      <w:pPr>
        <w:ind w:left="426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Les symptômes peuvent faire penser à une surpression pulmonaire. Cependant, le profil de la plongée sans erreur de procédure,</w:t>
      </w:r>
      <w:r w:rsidR="00A83660" w:rsidRPr="00585EFA">
        <w:rPr>
          <w:rFonts w:ascii="Comic Sans MS" w:hAnsi="Comic Sans MS"/>
          <w:i/>
          <w:color w:val="0000FF"/>
          <w:sz w:val="22"/>
          <w:szCs w:val="22"/>
        </w:rPr>
        <w:t xml:space="preserve"> l’absenc</w:t>
      </w:r>
      <w:r w:rsidR="00A315CC" w:rsidRPr="00585EFA">
        <w:rPr>
          <w:rFonts w:ascii="Comic Sans MS" w:hAnsi="Comic Sans MS"/>
          <w:i/>
          <w:color w:val="0000FF"/>
          <w:sz w:val="22"/>
          <w:szCs w:val="22"/>
        </w:rPr>
        <w:t>e de</w:t>
      </w:r>
      <w:r w:rsidR="00BD7F3E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9450E8" w:rsidRPr="00585EFA">
        <w:rPr>
          <w:rFonts w:ascii="Comic Sans MS" w:hAnsi="Comic Sans MS"/>
          <w:i/>
          <w:color w:val="0000FF"/>
          <w:sz w:val="22"/>
          <w:szCs w:val="22"/>
        </w:rPr>
        <w:t xml:space="preserve">notion de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blocage expiratoire </w:t>
      </w:r>
      <w:r w:rsidR="009450E8" w:rsidRPr="00585EFA">
        <w:rPr>
          <w:rFonts w:ascii="Comic Sans MS" w:hAnsi="Comic Sans MS"/>
          <w:i/>
          <w:color w:val="0000FF"/>
          <w:sz w:val="22"/>
          <w:szCs w:val="22"/>
        </w:rPr>
        <w:t xml:space="preserve">à la remontée,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ainsi que </w:t>
      </w:r>
      <w:r w:rsidR="00481E30" w:rsidRPr="00585EFA">
        <w:rPr>
          <w:rFonts w:ascii="Comic Sans MS" w:hAnsi="Comic Sans MS"/>
          <w:i/>
          <w:color w:val="0000FF"/>
          <w:sz w:val="22"/>
          <w:szCs w:val="22"/>
        </w:rPr>
        <w:t xml:space="preserve">les symptômes présentés par </w:t>
      </w:r>
      <w:r w:rsidR="002C1E73" w:rsidRPr="00585EFA">
        <w:rPr>
          <w:rFonts w:ascii="Comic Sans MS" w:hAnsi="Comic Sans MS"/>
          <w:i/>
          <w:color w:val="0000FF"/>
          <w:sz w:val="22"/>
          <w:szCs w:val="22"/>
        </w:rPr>
        <w:t xml:space="preserve">la victime sont </w:t>
      </w:r>
      <w:proofErr w:type="gramStart"/>
      <w:r w:rsidR="002C1E73" w:rsidRPr="00585EFA">
        <w:rPr>
          <w:rFonts w:ascii="Comic Sans MS" w:hAnsi="Comic Sans MS"/>
          <w:i/>
          <w:color w:val="0000FF"/>
          <w:sz w:val="22"/>
          <w:szCs w:val="22"/>
        </w:rPr>
        <w:t>évocateurs</w:t>
      </w:r>
      <w:proofErr w:type="gramEnd"/>
      <w:r w:rsidR="002C1E73" w:rsidRPr="00585EFA">
        <w:rPr>
          <w:rFonts w:ascii="Comic Sans MS" w:hAnsi="Comic Sans MS"/>
          <w:i/>
          <w:color w:val="0000FF"/>
          <w:sz w:val="22"/>
          <w:szCs w:val="22"/>
        </w:rPr>
        <w:t xml:space="preserve"> d’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un </w:t>
      </w:r>
      <w:r w:rsidR="001B0BB6" w:rsidRPr="00585EFA">
        <w:rPr>
          <w:rFonts w:ascii="Comic Sans MS" w:hAnsi="Comic Sans MS"/>
          <w:i/>
          <w:color w:val="0000FF"/>
          <w:sz w:val="22"/>
          <w:szCs w:val="22"/>
        </w:rPr>
        <w:t>œdème pulmonaire d’immersion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. </w:t>
      </w:r>
    </w:p>
    <w:p w14:paraId="417A8714" w14:textId="77777777" w:rsidR="000E2B82" w:rsidRPr="00585EFA" w:rsidRDefault="000E2B82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225D66E2" w14:textId="359C3CB0" w:rsidR="009450E8" w:rsidRPr="00585EFA" w:rsidRDefault="00E44688" w:rsidP="00585EFA">
      <w:pPr>
        <w:pStyle w:val="Paragraphedeliste"/>
        <w:numPr>
          <w:ilvl w:val="0"/>
          <w:numId w:val="28"/>
        </w:numPr>
        <w:ind w:left="426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Expliquez en le</w:t>
      </w:r>
      <w:r w:rsidR="000E2B82" w:rsidRPr="00585EFA">
        <w:rPr>
          <w:rFonts w:ascii="Comic Sans MS" w:hAnsi="Comic Sans MS"/>
          <w:sz w:val="22"/>
          <w:szCs w:val="22"/>
        </w:rPr>
        <w:t xml:space="preserve"> mécanisme. (3 points)</w:t>
      </w:r>
    </w:p>
    <w:p w14:paraId="382EE0BE" w14:textId="2B2A00BD" w:rsidR="000E2B82" w:rsidRPr="00585EFA" w:rsidRDefault="000E2B82" w:rsidP="00585EFA">
      <w:pPr>
        <w:ind w:left="426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L’œdème pulmonaire </w:t>
      </w:r>
      <w:r w:rsidR="00A83660" w:rsidRPr="00585EFA">
        <w:rPr>
          <w:rFonts w:ascii="Comic Sans MS" w:hAnsi="Comic Sans MS"/>
          <w:i/>
          <w:color w:val="0000FF"/>
          <w:sz w:val="22"/>
          <w:szCs w:val="22"/>
        </w:rPr>
        <w:t>d’immersion</w:t>
      </w:r>
      <w:r w:rsidR="005F24DA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survient </w:t>
      </w:r>
      <w:r w:rsidR="000013B9" w:rsidRPr="00585EFA">
        <w:rPr>
          <w:rFonts w:ascii="Comic Sans MS" w:hAnsi="Comic Sans MS"/>
          <w:i/>
          <w:color w:val="0000FF"/>
          <w:sz w:val="22"/>
          <w:szCs w:val="22"/>
        </w:rPr>
        <w:t xml:space="preserve">lorsque la perméabilité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de la barrière alvéolo capillaire</w:t>
      </w:r>
      <w:r w:rsidR="0056046D" w:rsidRPr="00585EFA">
        <w:rPr>
          <w:rFonts w:ascii="Comic Sans MS" w:hAnsi="Comic Sans MS"/>
          <w:i/>
          <w:color w:val="0000FF"/>
          <w:sz w:val="22"/>
          <w:szCs w:val="22"/>
        </w:rPr>
        <w:t xml:space="preserve"> est altérée </w:t>
      </w:r>
      <w:r w:rsidR="009450E8" w:rsidRPr="00585EFA">
        <w:rPr>
          <w:rFonts w:ascii="Comic Sans MS" w:hAnsi="Comic Sans MS"/>
          <w:i/>
          <w:color w:val="0000FF"/>
          <w:sz w:val="22"/>
          <w:szCs w:val="22"/>
        </w:rPr>
        <w:t xml:space="preserve">sous l’effet d’une augmentation de pression dans les </w:t>
      </w:r>
      <w:r w:rsidR="002A5551" w:rsidRPr="00585EFA">
        <w:rPr>
          <w:rFonts w:ascii="Comic Sans MS" w:hAnsi="Comic Sans MS"/>
          <w:i/>
          <w:color w:val="0000FF"/>
          <w:sz w:val="22"/>
          <w:szCs w:val="22"/>
        </w:rPr>
        <w:t>capillaires</w:t>
      </w:r>
      <w:r w:rsidR="009450E8" w:rsidRPr="00585EFA">
        <w:rPr>
          <w:rFonts w:ascii="Comic Sans MS" w:hAnsi="Comic Sans MS"/>
          <w:i/>
          <w:color w:val="0000FF"/>
          <w:sz w:val="22"/>
          <w:szCs w:val="22"/>
        </w:rPr>
        <w:t xml:space="preserve"> pulmonaires</w:t>
      </w:r>
      <w:r w:rsidR="006E6AE0" w:rsidRPr="00585EFA">
        <w:rPr>
          <w:rFonts w:ascii="Comic Sans MS" w:hAnsi="Comic Sans MS"/>
          <w:i/>
          <w:color w:val="0000FF"/>
          <w:sz w:val="22"/>
          <w:szCs w:val="22"/>
        </w:rPr>
        <w:t xml:space="preserve">. </w:t>
      </w:r>
      <w:r w:rsidR="002A5551" w:rsidRPr="00585EFA">
        <w:rPr>
          <w:rFonts w:ascii="Comic Sans MS" w:hAnsi="Comic Sans MS"/>
          <w:i/>
          <w:color w:val="0000FF"/>
          <w:sz w:val="22"/>
          <w:szCs w:val="22"/>
        </w:rPr>
        <w:t xml:space="preserve">Du liquide </w:t>
      </w:r>
      <w:r w:rsidR="00EF0389" w:rsidRPr="00585EFA">
        <w:rPr>
          <w:rFonts w:ascii="Comic Sans MS" w:hAnsi="Comic Sans MS"/>
          <w:i/>
          <w:color w:val="0000FF"/>
          <w:sz w:val="22"/>
          <w:szCs w:val="22"/>
        </w:rPr>
        <w:t xml:space="preserve">provenant de ces </w:t>
      </w:r>
      <w:r w:rsidR="002A5551" w:rsidRPr="00585EFA">
        <w:rPr>
          <w:rFonts w:ascii="Comic Sans MS" w:hAnsi="Comic Sans MS"/>
          <w:i/>
          <w:color w:val="0000FF"/>
          <w:sz w:val="22"/>
          <w:szCs w:val="22"/>
        </w:rPr>
        <w:t>capillair</w:t>
      </w:r>
      <w:r w:rsidR="00EF0389" w:rsidRPr="00585EFA">
        <w:rPr>
          <w:rFonts w:ascii="Comic Sans MS" w:hAnsi="Comic Sans MS"/>
          <w:i/>
          <w:color w:val="0000FF"/>
          <w:sz w:val="22"/>
          <w:szCs w:val="22"/>
        </w:rPr>
        <w:t xml:space="preserve">es </w:t>
      </w:r>
      <w:r w:rsidR="00C7453E" w:rsidRPr="00585EFA">
        <w:rPr>
          <w:rFonts w:ascii="Comic Sans MS" w:hAnsi="Comic Sans MS"/>
          <w:i/>
          <w:color w:val="0000FF"/>
          <w:sz w:val="22"/>
          <w:szCs w:val="22"/>
        </w:rPr>
        <w:t>inonde</w:t>
      </w:r>
      <w:r w:rsidR="001D5372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C7453E" w:rsidRPr="00585EFA">
        <w:rPr>
          <w:rFonts w:ascii="Comic Sans MS" w:hAnsi="Comic Sans MS"/>
          <w:i/>
          <w:color w:val="0000FF"/>
          <w:sz w:val="22"/>
          <w:szCs w:val="22"/>
        </w:rPr>
        <w:t xml:space="preserve">les alvéoles, </w:t>
      </w:r>
      <w:r w:rsidR="002A5551" w:rsidRPr="00585EFA">
        <w:rPr>
          <w:rFonts w:ascii="Comic Sans MS" w:hAnsi="Comic Sans MS"/>
          <w:i/>
          <w:color w:val="0000FF"/>
          <w:sz w:val="22"/>
          <w:szCs w:val="22"/>
        </w:rPr>
        <w:t>ce qui entraine une hypoxie</w:t>
      </w:r>
      <w:r w:rsidR="000013B9" w:rsidRPr="00585EFA">
        <w:rPr>
          <w:rFonts w:ascii="Comic Sans MS" w:hAnsi="Comic Sans MS"/>
          <w:i/>
          <w:color w:val="0000FF"/>
          <w:sz w:val="22"/>
          <w:szCs w:val="22"/>
        </w:rPr>
        <w:t xml:space="preserve">. </w:t>
      </w:r>
    </w:p>
    <w:p w14:paraId="57B7444C" w14:textId="763ACA2F" w:rsidR="002A5551" w:rsidRPr="00585EFA" w:rsidRDefault="002A5551" w:rsidP="00585EFA">
      <w:pPr>
        <w:ind w:left="426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En immersion, le travail </w:t>
      </w:r>
      <w:r w:rsidR="00AD63EF" w:rsidRPr="00585EFA">
        <w:rPr>
          <w:rFonts w:ascii="Comic Sans MS" w:hAnsi="Comic Sans MS"/>
          <w:i/>
          <w:color w:val="0000FF"/>
          <w:sz w:val="22"/>
          <w:szCs w:val="22"/>
        </w:rPr>
        <w:t>ventilatoire</w:t>
      </w:r>
      <w:r w:rsidR="001D5372" w:rsidRPr="00585EFA">
        <w:rPr>
          <w:rFonts w:ascii="Comic Sans MS" w:hAnsi="Comic Sans MS"/>
          <w:i/>
          <w:color w:val="0000FF"/>
          <w:sz w:val="22"/>
          <w:szCs w:val="22"/>
        </w:rPr>
        <w:t xml:space="preserve"> et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la pressi</w:t>
      </w:r>
      <w:r w:rsidR="00C7453E" w:rsidRPr="00585EFA">
        <w:rPr>
          <w:rFonts w:ascii="Comic Sans MS" w:hAnsi="Comic Sans MS"/>
          <w:i/>
          <w:color w:val="0000FF"/>
          <w:sz w:val="22"/>
          <w:szCs w:val="22"/>
        </w:rPr>
        <w:t>on capillaire pulmonaire augmentent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par plusieurs mécanismes :</w:t>
      </w:r>
    </w:p>
    <w:p w14:paraId="1D953792" w14:textId="77777777" w:rsidR="002E5C99" w:rsidRPr="00585EFA" w:rsidRDefault="000E2B82" w:rsidP="00585EFA">
      <w:pPr>
        <w:pStyle w:val="Paragraphedeliste"/>
        <w:numPr>
          <w:ilvl w:val="0"/>
          <w:numId w:val="12"/>
        </w:numPr>
        <w:ind w:left="426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L’augmentation de la pression ambiante entraîne une redistribution du sang contenu dans </w:t>
      </w:r>
      <w:r w:rsidR="005F24DA" w:rsidRPr="00585EFA">
        <w:rPr>
          <w:rFonts w:ascii="Comic Sans MS" w:hAnsi="Comic Sans MS"/>
          <w:i/>
          <w:color w:val="0000FF"/>
          <w:sz w:val="22"/>
          <w:szCs w:val="22"/>
        </w:rPr>
        <w:t xml:space="preserve">les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membres</w:t>
      </w:r>
      <w:r w:rsidR="005F24DA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A83660" w:rsidRPr="00585EFA">
        <w:rPr>
          <w:rFonts w:ascii="Comic Sans MS" w:hAnsi="Comic Sans MS"/>
          <w:i/>
          <w:color w:val="0000FF"/>
          <w:sz w:val="22"/>
          <w:szCs w:val="22"/>
        </w:rPr>
        <w:t>et la peau</w:t>
      </w:r>
      <w:r w:rsidR="005F24DA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vers la circulation thoracique</w:t>
      </w:r>
      <w:r w:rsidR="005F24DA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A83660" w:rsidRPr="00585EFA">
        <w:rPr>
          <w:rFonts w:ascii="Comic Sans MS" w:hAnsi="Comic Sans MS"/>
          <w:i/>
          <w:color w:val="0000FF"/>
          <w:sz w:val="22"/>
          <w:szCs w:val="22"/>
        </w:rPr>
        <w:t>(bloods</w:t>
      </w:r>
      <w:r w:rsidR="00A315CC" w:rsidRPr="00585EFA">
        <w:rPr>
          <w:rFonts w:ascii="Comic Sans MS" w:hAnsi="Comic Sans MS"/>
          <w:i/>
          <w:color w:val="0000FF"/>
          <w:sz w:val="22"/>
          <w:szCs w:val="22"/>
        </w:rPr>
        <w:t>hift</w:t>
      </w:r>
      <w:r w:rsidR="005F24DA" w:rsidRPr="00585EFA">
        <w:rPr>
          <w:rFonts w:ascii="Comic Sans MS" w:hAnsi="Comic Sans MS"/>
          <w:i/>
          <w:color w:val="0000FF"/>
          <w:sz w:val="22"/>
          <w:szCs w:val="22"/>
        </w:rPr>
        <w:t>)</w:t>
      </w:r>
      <w:r w:rsidR="002E5C99" w:rsidRPr="00585EFA">
        <w:rPr>
          <w:rFonts w:ascii="Comic Sans MS" w:hAnsi="Comic Sans MS"/>
          <w:i/>
          <w:color w:val="0000FF"/>
          <w:sz w:val="22"/>
          <w:szCs w:val="22"/>
        </w:rPr>
        <w:t>. Cela entraine :</w:t>
      </w:r>
    </w:p>
    <w:p w14:paraId="08F503E4" w14:textId="7968854F" w:rsidR="002E5C99" w:rsidRPr="00585EFA" w:rsidRDefault="006B650F" w:rsidP="00585EFA">
      <w:pPr>
        <w:pStyle w:val="Paragraphedeliste"/>
        <w:numPr>
          <w:ilvl w:val="0"/>
          <w:numId w:val="13"/>
        </w:numPr>
        <w:ind w:left="709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proofErr w:type="gramStart"/>
      <w:r w:rsidRPr="00585EFA">
        <w:rPr>
          <w:rFonts w:ascii="Comic Sans MS" w:hAnsi="Comic Sans MS"/>
          <w:i/>
          <w:color w:val="0000FF"/>
          <w:sz w:val="22"/>
          <w:szCs w:val="22"/>
        </w:rPr>
        <w:t>un</w:t>
      </w:r>
      <w:proofErr w:type="gramEnd"/>
      <w:r w:rsidR="002E5C99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>engorgement d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e la circulation pulmonaire </w:t>
      </w:r>
    </w:p>
    <w:p w14:paraId="63F629C1" w14:textId="77777777" w:rsidR="006B650F" w:rsidRPr="00585EFA" w:rsidRDefault="002E5C99" w:rsidP="00585EFA">
      <w:pPr>
        <w:pStyle w:val="Paragraphedeliste"/>
        <w:numPr>
          <w:ilvl w:val="0"/>
          <w:numId w:val="13"/>
        </w:numPr>
        <w:ind w:left="709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proofErr w:type="gramStart"/>
      <w:r w:rsidRPr="00585EFA">
        <w:rPr>
          <w:rFonts w:ascii="Comic Sans MS" w:hAnsi="Comic Sans MS"/>
          <w:i/>
          <w:color w:val="0000FF"/>
          <w:sz w:val="22"/>
          <w:szCs w:val="22"/>
        </w:rPr>
        <w:t>une</w:t>
      </w:r>
      <w:proofErr w:type="gramEnd"/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diminution de l’élasticité des </w:t>
      </w:r>
      <w:r w:rsidR="006B650F" w:rsidRPr="00585EFA">
        <w:rPr>
          <w:rFonts w:ascii="Comic Sans MS" w:hAnsi="Comic Sans MS"/>
          <w:i/>
          <w:color w:val="0000FF"/>
          <w:sz w:val="22"/>
          <w:szCs w:val="22"/>
        </w:rPr>
        <w:t>poumons</w:t>
      </w:r>
    </w:p>
    <w:p w14:paraId="5871B294" w14:textId="312DC86D" w:rsidR="002E5C99" w:rsidRPr="00585EFA" w:rsidRDefault="002E5C99" w:rsidP="00585EFA">
      <w:pPr>
        <w:pStyle w:val="Paragraphedeliste"/>
        <w:numPr>
          <w:ilvl w:val="0"/>
          <w:numId w:val="13"/>
        </w:numPr>
        <w:ind w:left="709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lastRenderedPageBreak/>
        <w:t xml:space="preserve"> </w:t>
      </w:r>
      <w:proofErr w:type="gramStart"/>
      <w:r w:rsidRPr="00585EFA">
        <w:rPr>
          <w:rFonts w:ascii="Comic Sans MS" w:hAnsi="Comic Sans MS"/>
          <w:i/>
          <w:color w:val="0000FF"/>
          <w:sz w:val="22"/>
          <w:szCs w:val="22"/>
        </w:rPr>
        <w:t>une</w:t>
      </w:r>
      <w:proofErr w:type="gramEnd"/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 xml:space="preserve">augmentation </w:t>
      </w:r>
      <w:r w:rsidR="00481E30" w:rsidRPr="00585EFA">
        <w:rPr>
          <w:rFonts w:ascii="Comic Sans MS" w:hAnsi="Comic Sans MS"/>
          <w:i/>
          <w:color w:val="0000FF"/>
          <w:sz w:val="22"/>
          <w:szCs w:val="22"/>
        </w:rPr>
        <w:t xml:space="preserve">du </w:t>
      </w:r>
      <w:r w:rsidR="00A83660" w:rsidRPr="00585EFA">
        <w:rPr>
          <w:rFonts w:ascii="Comic Sans MS" w:hAnsi="Comic Sans MS"/>
          <w:i/>
          <w:color w:val="0000FF"/>
          <w:sz w:val="22"/>
          <w:szCs w:val="22"/>
        </w:rPr>
        <w:t>trav</w:t>
      </w:r>
      <w:r w:rsidR="00A315CC" w:rsidRPr="00585EFA">
        <w:rPr>
          <w:rFonts w:ascii="Comic Sans MS" w:hAnsi="Comic Sans MS"/>
          <w:i/>
          <w:color w:val="0000FF"/>
          <w:sz w:val="22"/>
          <w:szCs w:val="22"/>
        </w:rPr>
        <w:t>ail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pour le cœur </w:t>
      </w:r>
    </w:p>
    <w:p w14:paraId="75B1ED53" w14:textId="41B1C2DC" w:rsidR="000E2B82" w:rsidRPr="00585EFA" w:rsidRDefault="002E5C99" w:rsidP="00585EFA">
      <w:pPr>
        <w:pStyle w:val="Paragraphedeliste"/>
        <w:numPr>
          <w:ilvl w:val="0"/>
          <w:numId w:val="13"/>
        </w:numPr>
        <w:ind w:left="709" w:right="-426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proofErr w:type="gramStart"/>
      <w:r w:rsidRPr="00585EFA">
        <w:rPr>
          <w:rFonts w:ascii="Comic Sans MS" w:hAnsi="Comic Sans MS"/>
          <w:i/>
          <w:color w:val="0000FF"/>
          <w:sz w:val="22"/>
          <w:szCs w:val="22"/>
        </w:rPr>
        <w:t>la</w:t>
      </w:r>
      <w:proofErr w:type="gramEnd"/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>sécrétion par l’organi</w:t>
      </w:r>
      <w:r w:rsidR="00C7453E" w:rsidRPr="00585EFA">
        <w:rPr>
          <w:rFonts w:ascii="Comic Sans MS" w:hAnsi="Comic Sans MS"/>
          <w:i/>
          <w:color w:val="0000FF"/>
          <w:sz w:val="22"/>
          <w:szCs w:val="22"/>
        </w:rPr>
        <w:t>sme de molécules qui augmentent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la perméabilité</w:t>
      </w:r>
      <w:r w:rsidR="006E6AE0" w:rsidRPr="00585EFA">
        <w:rPr>
          <w:rFonts w:ascii="Comic Sans MS" w:hAnsi="Comic Sans MS"/>
          <w:i/>
          <w:color w:val="0000FF"/>
          <w:sz w:val="22"/>
          <w:szCs w:val="22"/>
        </w:rPr>
        <w:t xml:space="preserve"> capillaire.</w:t>
      </w:r>
    </w:p>
    <w:p w14:paraId="45EA7918" w14:textId="6CBAA223" w:rsidR="000E2B82" w:rsidRPr="00585EFA" w:rsidRDefault="006E6AE0" w:rsidP="00585EFA">
      <w:pPr>
        <w:pStyle w:val="Paragraphedeliste"/>
        <w:numPr>
          <w:ilvl w:val="0"/>
          <w:numId w:val="14"/>
        </w:numPr>
        <w:ind w:left="426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Les gaz respirés sont plus denses et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 xml:space="preserve"> leur écoulement dans les voies respiratoires</w:t>
      </w:r>
      <w:r w:rsidR="001B0BB6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>est donc pl</w:t>
      </w:r>
      <w:r w:rsidR="002667D4" w:rsidRPr="00585EFA">
        <w:rPr>
          <w:rFonts w:ascii="Comic Sans MS" w:hAnsi="Comic Sans MS"/>
          <w:i/>
          <w:color w:val="0000FF"/>
          <w:sz w:val="22"/>
          <w:szCs w:val="22"/>
        </w:rPr>
        <w:t>us difficile. L’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expiration devient active</w:t>
      </w:r>
    </w:p>
    <w:p w14:paraId="4F3475F2" w14:textId="57477CA5" w:rsidR="000E2B82" w:rsidRPr="00585EFA" w:rsidRDefault="006E6AE0" w:rsidP="00585EFA">
      <w:pPr>
        <w:pStyle w:val="Paragraphedeliste"/>
        <w:numPr>
          <w:ilvl w:val="0"/>
          <w:numId w:val="14"/>
        </w:numPr>
        <w:ind w:left="426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Le détendeur augmente le travail </w:t>
      </w:r>
      <w:r w:rsidR="003D7D40" w:rsidRPr="00585EFA">
        <w:rPr>
          <w:rFonts w:ascii="Comic Sans MS" w:hAnsi="Comic Sans MS"/>
          <w:i/>
          <w:color w:val="0000FF"/>
          <w:sz w:val="22"/>
          <w:szCs w:val="22"/>
        </w:rPr>
        <w:t>respiratoire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</w:p>
    <w:p w14:paraId="2A9D91CB" w14:textId="5282E536" w:rsidR="000E2B82" w:rsidRPr="00585EFA" w:rsidRDefault="000E2B82" w:rsidP="00585EFA">
      <w:pPr>
        <w:pStyle w:val="Paragraphedeliste"/>
        <w:numPr>
          <w:ilvl w:val="0"/>
          <w:numId w:val="14"/>
        </w:numPr>
        <w:ind w:left="426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La combinaison</w:t>
      </w:r>
      <w:r w:rsidR="000013B9" w:rsidRPr="00585EFA">
        <w:rPr>
          <w:rFonts w:ascii="Comic Sans MS" w:hAnsi="Comic Sans MS"/>
          <w:i/>
          <w:strike/>
          <w:color w:val="0000FF"/>
          <w:sz w:val="22"/>
          <w:szCs w:val="22"/>
        </w:rPr>
        <w:t xml:space="preserve">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majore l’effet de la pression hydrostatique</w:t>
      </w:r>
      <w:r w:rsidR="000013B9" w:rsidRPr="00585EFA">
        <w:rPr>
          <w:rFonts w:ascii="Comic Sans MS" w:hAnsi="Comic Sans MS"/>
          <w:i/>
          <w:color w:val="0000FF"/>
          <w:sz w:val="22"/>
          <w:szCs w:val="22"/>
        </w:rPr>
        <w:t xml:space="preserve"> sur l’organisme,</w:t>
      </w:r>
      <w:r w:rsidR="003D7D40" w:rsidRPr="00585EFA">
        <w:rPr>
          <w:rFonts w:ascii="Comic Sans MS" w:hAnsi="Comic Sans MS"/>
          <w:i/>
          <w:color w:val="0000FF"/>
          <w:sz w:val="22"/>
          <w:szCs w:val="22"/>
        </w:rPr>
        <w:t xml:space="preserve"> limite l’expansion de </w:t>
      </w:r>
      <w:r w:rsidR="002667D4" w:rsidRPr="00585EFA">
        <w:rPr>
          <w:rFonts w:ascii="Comic Sans MS" w:hAnsi="Comic Sans MS"/>
          <w:i/>
          <w:color w:val="0000FF"/>
          <w:sz w:val="22"/>
          <w:szCs w:val="22"/>
        </w:rPr>
        <w:t>l</w:t>
      </w:r>
      <w:r w:rsidR="003D7D40" w:rsidRPr="00585EFA">
        <w:rPr>
          <w:rFonts w:ascii="Comic Sans MS" w:hAnsi="Comic Sans MS"/>
          <w:i/>
          <w:color w:val="0000FF"/>
          <w:sz w:val="22"/>
          <w:szCs w:val="22"/>
        </w:rPr>
        <w:t xml:space="preserve">a cage thoracique et </w:t>
      </w:r>
      <w:r w:rsidR="000013B9" w:rsidRPr="00585EFA">
        <w:rPr>
          <w:rFonts w:ascii="Comic Sans MS" w:hAnsi="Comic Sans MS"/>
          <w:i/>
          <w:color w:val="0000FF"/>
          <w:sz w:val="22"/>
          <w:szCs w:val="22"/>
        </w:rPr>
        <w:t xml:space="preserve">augmente le travail ventilatoire </w:t>
      </w:r>
      <w:r w:rsidR="002667D4" w:rsidRPr="00585EFA">
        <w:rPr>
          <w:rFonts w:ascii="Comic Sans MS" w:hAnsi="Comic Sans MS"/>
          <w:i/>
          <w:color w:val="0000FF"/>
          <w:sz w:val="22"/>
          <w:szCs w:val="22"/>
        </w:rPr>
        <w:t>p</w:t>
      </w:r>
      <w:r w:rsidR="003D7D40" w:rsidRPr="00585EFA">
        <w:rPr>
          <w:rFonts w:ascii="Comic Sans MS" w:hAnsi="Comic Sans MS"/>
          <w:i/>
          <w:color w:val="0000FF"/>
          <w:sz w:val="22"/>
          <w:szCs w:val="22"/>
        </w:rPr>
        <w:t>en</w:t>
      </w:r>
      <w:r w:rsidR="002667D4" w:rsidRPr="00585EFA">
        <w:rPr>
          <w:rFonts w:ascii="Comic Sans MS" w:hAnsi="Comic Sans MS"/>
          <w:i/>
          <w:color w:val="0000FF"/>
          <w:sz w:val="22"/>
          <w:szCs w:val="22"/>
        </w:rPr>
        <w:t>dant</w:t>
      </w:r>
      <w:r w:rsidR="003D7D40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2667D4" w:rsidRPr="00585EFA">
        <w:rPr>
          <w:rFonts w:ascii="Comic Sans MS" w:hAnsi="Comic Sans MS"/>
          <w:i/>
          <w:color w:val="0000FF"/>
          <w:sz w:val="22"/>
          <w:szCs w:val="22"/>
        </w:rPr>
        <w:t>l’</w:t>
      </w:r>
      <w:r w:rsidR="003D7D40" w:rsidRPr="00585EFA">
        <w:rPr>
          <w:rFonts w:ascii="Comic Sans MS" w:hAnsi="Comic Sans MS"/>
          <w:i/>
          <w:color w:val="0000FF"/>
          <w:sz w:val="22"/>
          <w:szCs w:val="22"/>
        </w:rPr>
        <w:t>inspiration</w:t>
      </w:r>
    </w:p>
    <w:p w14:paraId="3707BE21" w14:textId="77777777" w:rsidR="00DA0A28" w:rsidRPr="00585EFA" w:rsidRDefault="00DA0A28" w:rsidP="00585EFA">
      <w:pPr>
        <w:jc w:val="both"/>
        <w:rPr>
          <w:rFonts w:ascii="Comic Sans MS" w:hAnsi="Comic Sans MS"/>
          <w:i/>
          <w:color w:val="0000FF"/>
          <w:sz w:val="22"/>
          <w:szCs w:val="22"/>
        </w:rPr>
      </w:pPr>
    </w:p>
    <w:p w14:paraId="001D5B8A" w14:textId="77777777" w:rsidR="00DA0A28" w:rsidRPr="00585EFA" w:rsidRDefault="00DA0A28" w:rsidP="00585EFA">
      <w:pPr>
        <w:jc w:val="both"/>
        <w:rPr>
          <w:rFonts w:ascii="Comic Sans MS" w:hAnsi="Comic Sans MS"/>
          <w:color w:val="00B0F0"/>
          <w:sz w:val="22"/>
          <w:szCs w:val="22"/>
        </w:rPr>
      </w:pPr>
    </w:p>
    <w:p w14:paraId="5B342053" w14:textId="305813A5" w:rsidR="000E2B82" w:rsidRPr="00585EFA" w:rsidRDefault="000E2B82" w:rsidP="00585EFA">
      <w:pPr>
        <w:pStyle w:val="Paragraphedeliste"/>
        <w:numPr>
          <w:ilvl w:val="0"/>
          <w:numId w:val="28"/>
        </w:numPr>
        <w:ind w:left="426" w:right="-284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Le plongeur en difficulté a préféré écourter ses paliers, avec les risques que cela peut</w:t>
      </w:r>
      <w:r w:rsidR="005322EA" w:rsidRPr="00585EFA">
        <w:rPr>
          <w:rFonts w:ascii="Comic Sans MS" w:hAnsi="Comic Sans MS"/>
          <w:sz w:val="22"/>
          <w:szCs w:val="22"/>
        </w:rPr>
        <w:t xml:space="preserve"> </w:t>
      </w:r>
      <w:r w:rsidRPr="00585EFA">
        <w:rPr>
          <w:rFonts w:ascii="Comic Sans MS" w:hAnsi="Comic Sans MS"/>
          <w:sz w:val="22"/>
          <w:szCs w:val="22"/>
        </w:rPr>
        <w:t>engendrer.</w:t>
      </w:r>
    </w:p>
    <w:p w14:paraId="2BD1066E" w14:textId="7F847866" w:rsidR="000013B9" w:rsidRPr="00585EFA" w:rsidRDefault="000E2B82" w:rsidP="00585EFA">
      <w:pPr>
        <w:ind w:left="426"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D’après vous, était-ce adapté à la situation et pourquoi ? (1 point)</w:t>
      </w:r>
    </w:p>
    <w:p w14:paraId="0CF07305" w14:textId="02A027A1" w:rsidR="000013B9" w:rsidRPr="00585EFA" w:rsidRDefault="00387D10" w:rsidP="00585EFA">
      <w:pPr>
        <w:ind w:left="426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Oui, il a</w:t>
      </w:r>
      <w:r w:rsidR="00481E30" w:rsidRPr="00585EFA">
        <w:rPr>
          <w:rFonts w:ascii="Comic Sans MS" w:hAnsi="Comic Sans MS"/>
          <w:i/>
          <w:color w:val="0000FF"/>
          <w:sz w:val="22"/>
          <w:szCs w:val="22"/>
        </w:rPr>
        <w:t xml:space="preserve"> eu raison : le risque vital</w:t>
      </w:r>
      <w:r w:rsidR="00A604D8" w:rsidRPr="00585EFA">
        <w:rPr>
          <w:rFonts w:ascii="Comic Sans MS" w:hAnsi="Comic Sans MS"/>
          <w:i/>
          <w:color w:val="0000FF"/>
          <w:sz w:val="22"/>
          <w:szCs w:val="22"/>
        </w:rPr>
        <w:t xml:space="preserve"> prime sur le risque d’une interruption des paliers</w:t>
      </w:r>
      <w:r w:rsidR="002667D4" w:rsidRPr="00585EFA">
        <w:rPr>
          <w:rFonts w:ascii="Comic Sans MS" w:hAnsi="Comic Sans MS"/>
          <w:i/>
          <w:color w:val="0000FF"/>
          <w:sz w:val="22"/>
          <w:szCs w:val="22"/>
        </w:rPr>
        <w:t>.</w:t>
      </w:r>
    </w:p>
    <w:p w14:paraId="7F793E1C" w14:textId="1688C6AB" w:rsidR="000E2B82" w:rsidRPr="00585EFA" w:rsidRDefault="000E2B82" w:rsidP="00585EFA">
      <w:pPr>
        <w:ind w:left="426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Lorsqu’un plongeur fait le sign</w:t>
      </w:r>
      <w:r w:rsidR="00387D10" w:rsidRPr="00585EFA">
        <w:rPr>
          <w:rFonts w:ascii="Comic Sans MS" w:hAnsi="Comic Sans MS"/>
          <w:i/>
          <w:color w:val="0000FF"/>
          <w:sz w:val="22"/>
          <w:szCs w:val="22"/>
        </w:rPr>
        <w:t>e “je suis essoufflé”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, il signale à son équipier une sensation de gêne respiratoire. Quelle que soit l’origine, il s’agit d’un appel à intervention qui ne doit pas faire hésiter à interrompre la plongée et à remonter.</w:t>
      </w:r>
    </w:p>
    <w:p w14:paraId="439F8314" w14:textId="77777777" w:rsidR="00744344" w:rsidRPr="00585EFA" w:rsidRDefault="00744344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30F0EF7A" w14:textId="77777777" w:rsidR="00BF133B" w:rsidRPr="00585EFA" w:rsidRDefault="00BF133B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2FF264A4" w14:textId="4D96F3D4" w:rsidR="000E2B82" w:rsidRPr="00585EFA" w:rsidRDefault="00A60767" w:rsidP="00585EFA">
      <w:pPr>
        <w:jc w:val="both"/>
        <w:rPr>
          <w:rFonts w:ascii="Comic Sans MS" w:hAnsi="Comic Sans MS"/>
          <w:b/>
          <w:color w:val="auto"/>
          <w:sz w:val="22"/>
          <w:szCs w:val="22"/>
          <w:u w:val="single"/>
        </w:rPr>
      </w:pPr>
      <w:r w:rsidRPr="00585EFA">
        <w:rPr>
          <w:rFonts w:ascii="Comic Sans MS" w:hAnsi="Comic Sans MS"/>
          <w:b/>
          <w:color w:val="auto"/>
          <w:sz w:val="22"/>
          <w:szCs w:val="22"/>
          <w:u w:val="single"/>
        </w:rPr>
        <w:t>QUESTION 2 (7</w:t>
      </w:r>
      <w:r w:rsidR="00616957" w:rsidRPr="00585EFA">
        <w:rPr>
          <w:rFonts w:ascii="Comic Sans MS" w:hAnsi="Comic Sans MS"/>
          <w:b/>
          <w:color w:val="auto"/>
          <w:sz w:val="22"/>
          <w:szCs w:val="22"/>
          <w:u w:val="single"/>
        </w:rPr>
        <w:t xml:space="preserve"> POINTS)</w:t>
      </w:r>
    </w:p>
    <w:p w14:paraId="010BA4E0" w14:textId="1865B06E" w:rsidR="000E2B82" w:rsidRPr="00585EFA" w:rsidRDefault="000E2B82" w:rsidP="00585EFA">
      <w:pPr>
        <w:jc w:val="both"/>
        <w:rPr>
          <w:rFonts w:ascii="Comic Sans MS" w:hAnsi="Comic Sans MS"/>
          <w:sz w:val="22"/>
          <w:szCs w:val="22"/>
        </w:rPr>
      </w:pPr>
    </w:p>
    <w:p w14:paraId="7ED46F19" w14:textId="77777777" w:rsidR="00616957" w:rsidRPr="00585EFA" w:rsidRDefault="000E2B82" w:rsidP="00585EFA">
      <w:p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En tant que moniteur de plongée, vous enseignez l’apnée à vos plongeurs.</w:t>
      </w:r>
      <w:r w:rsidR="000013B9" w:rsidRPr="00585EFA">
        <w:rPr>
          <w:rFonts w:ascii="Comic Sans MS" w:hAnsi="Comic Sans MS"/>
          <w:sz w:val="22"/>
          <w:szCs w:val="22"/>
        </w:rPr>
        <w:t xml:space="preserve"> </w:t>
      </w:r>
    </w:p>
    <w:p w14:paraId="1117026D" w14:textId="77777777" w:rsidR="00616957" w:rsidRPr="00585EFA" w:rsidRDefault="00616957" w:rsidP="00585EFA">
      <w:pPr>
        <w:jc w:val="both"/>
        <w:rPr>
          <w:rFonts w:ascii="Comic Sans MS" w:hAnsi="Comic Sans MS"/>
          <w:sz w:val="22"/>
          <w:szCs w:val="22"/>
        </w:rPr>
      </w:pPr>
    </w:p>
    <w:p w14:paraId="5DCDC56A" w14:textId="551D0B40" w:rsidR="00E31E52" w:rsidRPr="00585EFA" w:rsidRDefault="002667D4" w:rsidP="00585EFA">
      <w:pPr>
        <w:pStyle w:val="Paragraphedeliste"/>
        <w:numPr>
          <w:ilvl w:val="0"/>
          <w:numId w:val="29"/>
        </w:num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Le </w:t>
      </w:r>
      <w:r w:rsidR="000013B9" w:rsidRPr="00585EFA">
        <w:rPr>
          <w:rFonts w:ascii="Comic Sans MS" w:hAnsi="Comic Sans MS"/>
          <w:sz w:val="22"/>
          <w:szCs w:val="22"/>
        </w:rPr>
        <w:t>barotraumatisme de l’oreille moyenne est</w:t>
      </w:r>
      <w:r w:rsidR="000E2B82" w:rsidRPr="00585EFA">
        <w:rPr>
          <w:rFonts w:ascii="Comic Sans MS" w:hAnsi="Comic Sans MS"/>
          <w:sz w:val="22"/>
          <w:szCs w:val="22"/>
        </w:rPr>
        <w:t xml:space="preserve"> commun à la plongée scaphandre,</w:t>
      </w:r>
      <w:r w:rsidR="00616957" w:rsidRPr="00585EFA">
        <w:rPr>
          <w:rFonts w:ascii="Comic Sans MS" w:hAnsi="Comic Sans MS"/>
          <w:sz w:val="22"/>
          <w:szCs w:val="22"/>
        </w:rPr>
        <w:t xml:space="preserve"> et à l’apnée. </w:t>
      </w:r>
      <w:r w:rsidR="000E2B82" w:rsidRPr="00585EFA">
        <w:rPr>
          <w:rFonts w:ascii="Comic Sans MS" w:hAnsi="Comic Sans MS"/>
          <w:sz w:val="22"/>
          <w:szCs w:val="22"/>
        </w:rPr>
        <w:t xml:space="preserve">Expliquez </w:t>
      </w:r>
      <w:r w:rsidR="00616957" w:rsidRPr="00585EFA">
        <w:rPr>
          <w:rFonts w:ascii="Comic Sans MS" w:hAnsi="Comic Sans MS"/>
          <w:sz w:val="22"/>
          <w:szCs w:val="22"/>
        </w:rPr>
        <w:t>en le mécanisme</w:t>
      </w:r>
      <w:r w:rsidR="00536EAB" w:rsidRPr="00585EFA">
        <w:rPr>
          <w:rFonts w:ascii="Comic Sans MS" w:hAnsi="Comic Sans MS"/>
          <w:sz w:val="22"/>
          <w:szCs w:val="22"/>
        </w:rPr>
        <w:t xml:space="preserve">, les signes </w:t>
      </w:r>
      <w:r w:rsidR="00275FE7" w:rsidRPr="00585EFA">
        <w:rPr>
          <w:rFonts w:ascii="Comic Sans MS" w:hAnsi="Comic Sans MS"/>
          <w:sz w:val="22"/>
          <w:szCs w:val="22"/>
        </w:rPr>
        <w:t>et les facteurs favorisants</w:t>
      </w:r>
      <w:r w:rsidR="000E2B82" w:rsidRPr="00585EFA">
        <w:rPr>
          <w:rFonts w:ascii="Comic Sans MS" w:hAnsi="Comic Sans MS"/>
          <w:sz w:val="22"/>
          <w:szCs w:val="22"/>
        </w:rPr>
        <w:t>. (2 points)</w:t>
      </w:r>
    </w:p>
    <w:p w14:paraId="40E64EFB" w14:textId="6C330C97" w:rsidR="004F6A65" w:rsidRPr="00585EFA" w:rsidRDefault="00C13203" w:rsidP="00585EFA">
      <w:pPr>
        <w:ind w:left="426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L’oreille moyenne </w:t>
      </w:r>
      <w:r w:rsidR="00A619A1" w:rsidRPr="00585EFA">
        <w:rPr>
          <w:rFonts w:ascii="Comic Sans MS" w:hAnsi="Comic Sans MS"/>
          <w:i/>
          <w:color w:val="0000FF"/>
          <w:sz w:val="22"/>
          <w:szCs w:val="22"/>
        </w:rPr>
        <w:t xml:space="preserve">(OM) </w:t>
      </w:r>
      <w:r w:rsidR="00F31300" w:rsidRPr="00585EFA">
        <w:rPr>
          <w:rFonts w:ascii="Comic Sans MS" w:hAnsi="Comic Sans MS"/>
          <w:i/>
          <w:color w:val="0000FF"/>
          <w:sz w:val="22"/>
          <w:szCs w:val="22"/>
        </w:rPr>
        <w:t xml:space="preserve">est une cavité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communiquant avec le reste des voies aériennes par la trompe d’Eustache (petit conduit souple fait de cartilage et tapissé de</w:t>
      </w:r>
      <w:r w:rsidR="00A619A1" w:rsidRPr="00585EFA">
        <w:rPr>
          <w:rFonts w:ascii="Comic Sans MS" w:hAnsi="Comic Sans MS"/>
          <w:i/>
          <w:color w:val="0000FF"/>
          <w:sz w:val="22"/>
          <w:szCs w:val="22"/>
        </w:rPr>
        <w:t xml:space="preserve"> muqueuse</w:t>
      </w:r>
      <w:r w:rsidR="00760969" w:rsidRPr="00585EFA">
        <w:rPr>
          <w:rFonts w:ascii="Comic Sans MS" w:hAnsi="Comic Sans MS"/>
          <w:i/>
          <w:color w:val="0000FF"/>
          <w:sz w:val="22"/>
          <w:szCs w:val="22"/>
        </w:rPr>
        <w:t>)</w:t>
      </w:r>
      <w:r w:rsidR="00A619A1" w:rsidRPr="00585EFA">
        <w:rPr>
          <w:rFonts w:ascii="Comic Sans MS" w:hAnsi="Comic Sans MS"/>
          <w:i/>
          <w:color w:val="0000FF"/>
          <w:sz w:val="22"/>
          <w:szCs w:val="22"/>
        </w:rPr>
        <w:t>.</w:t>
      </w:r>
    </w:p>
    <w:p w14:paraId="3A1B4D33" w14:textId="4770CC4D" w:rsidR="00E31E52" w:rsidRPr="00585EFA" w:rsidRDefault="00CD260D" w:rsidP="00585EFA">
      <w:pPr>
        <w:ind w:left="426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Le barotraumatisme de l’OM 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>est l’accident le plus fréquent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.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 xml:space="preserve">, </w:t>
      </w:r>
      <w:r w:rsidR="009A50EE" w:rsidRPr="00585EFA">
        <w:rPr>
          <w:rFonts w:ascii="Comic Sans MS" w:hAnsi="Comic Sans MS"/>
          <w:i/>
          <w:color w:val="0000FF"/>
          <w:sz w:val="22"/>
          <w:szCs w:val="22"/>
        </w:rPr>
        <w:t>Il est provoqué par les variations des volumes gazeux sous l’effet de la pression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ambiante</w:t>
      </w:r>
      <w:r w:rsidRPr="00585EFA">
        <w:rPr>
          <w:rFonts w:ascii="Comic Sans MS" w:hAnsi="Comic Sans MS"/>
          <w:color w:val="0000FF"/>
          <w:sz w:val="22"/>
          <w:szCs w:val="22"/>
        </w:rPr>
        <w:t xml:space="preserve">,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surtout pendan</w:t>
      </w:r>
      <w:r w:rsidR="00444439" w:rsidRPr="00585EFA">
        <w:rPr>
          <w:rFonts w:ascii="Comic Sans MS" w:hAnsi="Comic Sans MS"/>
          <w:i/>
          <w:color w:val="0000FF"/>
          <w:sz w:val="22"/>
          <w:szCs w:val="22"/>
        </w:rPr>
        <w:t>t la descente,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le plus souvent vers trois à quatre mètres de profondeur, mais aussi à la remontée.</w:t>
      </w:r>
    </w:p>
    <w:p w14:paraId="55BA0E91" w14:textId="5988CD75" w:rsidR="00E31E52" w:rsidRPr="00585EFA" w:rsidRDefault="00CD260D" w:rsidP="00585EFA">
      <w:pPr>
        <w:pStyle w:val="Paragraphedeliste"/>
        <w:numPr>
          <w:ilvl w:val="0"/>
          <w:numId w:val="16"/>
        </w:numPr>
        <w:ind w:left="426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A la descente : </w:t>
      </w:r>
      <w:r w:rsidR="00F72189" w:rsidRPr="00585EFA">
        <w:rPr>
          <w:rFonts w:ascii="Comic Sans MS" w:hAnsi="Comic Sans MS"/>
          <w:i/>
          <w:color w:val="0000FF"/>
          <w:sz w:val="22"/>
          <w:szCs w:val="22"/>
        </w:rPr>
        <w:t>la trompe d’’Eustache doit être ouverte par une technique d’équilibrage</w:t>
      </w:r>
      <w:r w:rsidR="00A619A1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F72189" w:rsidRPr="00585EFA">
        <w:rPr>
          <w:rFonts w:ascii="Comic Sans MS" w:hAnsi="Comic Sans MS"/>
          <w:i/>
          <w:color w:val="0000FF"/>
          <w:sz w:val="22"/>
          <w:szCs w:val="22"/>
        </w:rPr>
        <w:t>pour permettre l’arrivée d’air</w:t>
      </w:r>
      <w:r w:rsidR="00E31E52" w:rsidRPr="00585EFA">
        <w:rPr>
          <w:rFonts w:ascii="Comic Sans MS" w:hAnsi="Comic Sans MS"/>
          <w:i/>
          <w:color w:val="0000FF"/>
          <w:sz w:val="22"/>
          <w:szCs w:val="22"/>
        </w:rPr>
        <w:t xml:space="preserve"> depuis le pharynx dans l’OM. Cela permet de </w:t>
      </w:r>
      <w:r w:rsidR="00F72189" w:rsidRPr="00585EFA">
        <w:rPr>
          <w:rFonts w:ascii="Comic Sans MS" w:hAnsi="Comic Sans MS"/>
          <w:i/>
          <w:color w:val="0000FF"/>
          <w:sz w:val="22"/>
          <w:szCs w:val="22"/>
        </w:rPr>
        <w:t>compenser la pression exercée par l</w:t>
      </w:r>
      <w:r w:rsidR="00E31E52" w:rsidRPr="00585EFA">
        <w:rPr>
          <w:rFonts w:ascii="Comic Sans MS" w:hAnsi="Comic Sans MS"/>
          <w:i/>
          <w:color w:val="0000FF"/>
          <w:sz w:val="22"/>
          <w:szCs w:val="22"/>
        </w:rPr>
        <w:t xml:space="preserve">’eau sur le tympan, d’éviter sa déchirure et d’éventuels dommages au niveau de </w:t>
      </w:r>
      <w:r w:rsidR="00A619A1" w:rsidRPr="00585EFA">
        <w:rPr>
          <w:rFonts w:ascii="Comic Sans MS" w:hAnsi="Comic Sans MS"/>
          <w:i/>
          <w:color w:val="0000FF"/>
          <w:sz w:val="22"/>
          <w:szCs w:val="22"/>
        </w:rPr>
        <w:t>la chaîne d</w:t>
      </w:r>
      <w:r w:rsidR="00E31E52" w:rsidRPr="00585EFA">
        <w:rPr>
          <w:rFonts w:ascii="Comic Sans MS" w:hAnsi="Comic Sans MS"/>
          <w:i/>
          <w:color w:val="0000FF"/>
          <w:sz w:val="22"/>
          <w:szCs w:val="22"/>
        </w:rPr>
        <w:t xml:space="preserve">es osselets et de </w:t>
      </w:r>
      <w:r w:rsidR="0034095E" w:rsidRPr="00585EFA">
        <w:rPr>
          <w:rFonts w:ascii="Comic Sans MS" w:hAnsi="Comic Sans MS"/>
          <w:i/>
          <w:color w:val="0000FF"/>
          <w:sz w:val="22"/>
          <w:szCs w:val="22"/>
        </w:rPr>
        <w:t>l’oreille interne avec des conséquences sur l’audition</w:t>
      </w:r>
      <w:r w:rsidR="00BE1F28" w:rsidRPr="00585EFA">
        <w:rPr>
          <w:rFonts w:ascii="Comic Sans MS" w:hAnsi="Comic Sans MS"/>
          <w:i/>
          <w:color w:val="0000FF"/>
          <w:sz w:val="22"/>
          <w:szCs w:val="22"/>
        </w:rPr>
        <w:t xml:space="preserve"> et l’équilibre</w:t>
      </w:r>
      <w:r w:rsidR="00A619A1" w:rsidRPr="00585EFA">
        <w:rPr>
          <w:rFonts w:ascii="Comic Sans MS" w:hAnsi="Comic Sans MS"/>
          <w:i/>
          <w:color w:val="0000FF"/>
          <w:sz w:val="22"/>
          <w:szCs w:val="22"/>
        </w:rPr>
        <w:t>.</w:t>
      </w:r>
    </w:p>
    <w:p w14:paraId="419C1A01" w14:textId="4D5A6E94" w:rsidR="009A50EE" w:rsidRPr="00585EFA" w:rsidRDefault="00A619A1" w:rsidP="00585EFA">
      <w:pPr>
        <w:pStyle w:val="Paragraphedeliste"/>
        <w:numPr>
          <w:ilvl w:val="0"/>
          <w:numId w:val="16"/>
        </w:numPr>
        <w:ind w:left="426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A la remontée : la pression ambiante baisse et l’air contenu dans l’OM doit</w:t>
      </w:r>
      <w:r w:rsidR="00E31E52" w:rsidRPr="00585EFA">
        <w:rPr>
          <w:rFonts w:ascii="Comic Sans MS" w:hAnsi="Comic Sans MS"/>
          <w:i/>
          <w:color w:val="0000FF"/>
          <w:sz w:val="22"/>
          <w:szCs w:val="22"/>
        </w:rPr>
        <w:t xml:space="preserve"> pouvoir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s’échapper par la trompe d’</w:t>
      </w:r>
      <w:r w:rsidR="009A50EE" w:rsidRPr="00585EFA">
        <w:rPr>
          <w:rFonts w:ascii="Comic Sans MS" w:hAnsi="Comic Sans MS"/>
          <w:i/>
          <w:color w:val="0000FF"/>
          <w:sz w:val="22"/>
          <w:szCs w:val="22"/>
        </w:rPr>
        <w:t>Eusta</w:t>
      </w:r>
      <w:r w:rsidR="00634BDA" w:rsidRPr="00585EFA">
        <w:rPr>
          <w:rFonts w:ascii="Comic Sans MS" w:hAnsi="Comic Sans MS"/>
          <w:i/>
          <w:color w:val="0000FF"/>
          <w:sz w:val="22"/>
          <w:szCs w:val="22"/>
        </w:rPr>
        <w:t>che, sinon la pression</w:t>
      </w:r>
      <w:r w:rsidR="009A50EE" w:rsidRPr="00585EFA">
        <w:rPr>
          <w:rFonts w:ascii="Comic Sans MS" w:hAnsi="Comic Sans MS"/>
          <w:i/>
          <w:color w:val="0000FF"/>
          <w:sz w:val="22"/>
          <w:szCs w:val="22"/>
        </w:rPr>
        <w:t xml:space="preserve"> va augmenter et pou</w:t>
      </w:r>
      <w:r w:rsidR="00634BDA" w:rsidRPr="00585EFA">
        <w:rPr>
          <w:rFonts w:ascii="Comic Sans MS" w:hAnsi="Comic Sans MS"/>
          <w:i/>
          <w:color w:val="0000FF"/>
          <w:sz w:val="22"/>
          <w:szCs w:val="22"/>
        </w:rPr>
        <w:t xml:space="preserve">sser le tympan vers l’extérieur en entrainant le même type de dommages. La sortie de </w:t>
      </w:r>
      <w:r w:rsidR="00BE1F28" w:rsidRPr="00585EFA">
        <w:rPr>
          <w:rFonts w:ascii="Comic Sans MS" w:hAnsi="Comic Sans MS"/>
          <w:i/>
          <w:color w:val="0000FF"/>
          <w:sz w:val="22"/>
          <w:szCs w:val="22"/>
        </w:rPr>
        <w:t>l’air peut être empêchée</w:t>
      </w:r>
      <w:r w:rsidR="00634BDA" w:rsidRPr="00585EFA">
        <w:rPr>
          <w:rFonts w:ascii="Comic Sans MS" w:hAnsi="Comic Sans MS"/>
          <w:i/>
          <w:color w:val="0000FF"/>
          <w:sz w:val="22"/>
          <w:szCs w:val="22"/>
        </w:rPr>
        <w:t xml:space="preserve"> lorsque le calibre de la trompe d’Eustache est réduit par une inflammation locale due à une rhinite, </w:t>
      </w:r>
      <w:r w:rsidR="00444439" w:rsidRPr="00585EFA">
        <w:rPr>
          <w:rFonts w:ascii="Comic Sans MS" w:hAnsi="Comic Sans MS"/>
          <w:i/>
          <w:color w:val="0000FF"/>
          <w:sz w:val="22"/>
          <w:szCs w:val="22"/>
        </w:rPr>
        <w:t xml:space="preserve">une </w:t>
      </w:r>
      <w:r w:rsidR="00634BDA" w:rsidRPr="00585EFA">
        <w:rPr>
          <w:rFonts w:ascii="Comic Sans MS" w:hAnsi="Comic Sans MS"/>
          <w:i/>
          <w:color w:val="0000FF"/>
          <w:sz w:val="22"/>
          <w:szCs w:val="22"/>
        </w:rPr>
        <w:t xml:space="preserve">manœuvre de </w:t>
      </w:r>
      <w:r w:rsidR="0034095E" w:rsidRPr="00585EFA">
        <w:rPr>
          <w:rFonts w:ascii="Comic Sans MS" w:hAnsi="Comic Sans MS"/>
          <w:i/>
          <w:color w:val="0000FF"/>
          <w:sz w:val="22"/>
          <w:szCs w:val="22"/>
        </w:rPr>
        <w:t>Valsalva</w:t>
      </w:r>
      <w:r w:rsidR="00634BDA" w:rsidRPr="00585EFA">
        <w:rPr>
          <w:rFonts w:ascii="Comic Sans MS" w:hAnsi="Comic Sans MS"/>
          <w:i/>
          <w:color w:val="0000FF"/>
          <w:sz w:val="22"/>
          <w:szCs w:val="22"/>
        </w:rPr>
        <w:t xml:space="preserve"> effectuée</w:t>
      </w:r>
      <w:r w:rsidR="0034095E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634BDA" w:rsidRPr="00585EFA">
        <w:rPr>
          <w:rFonts w:ascii="Comic Sans MS" w:hAnsi="Comic Sans MS"/>
          <w:i/>
          <w:color w:val="0000FF"/>
          <w:sz w:val="22"/>
          <w:szCs w:val="22"/>
        </w:rPr>
        <w:t xml:space="preserve">de façon </w:t>
      </w:r>
      <w:r w:rsidR="0034095E" w:rsidRPr="00585EFA">
        <w:rPr>
          <w:rFonts w:ascii="Comic Sans MS" w:hAnsi="Comic Sans MS"/>
          <w:i/>
          <w:color w:val="0000FF"/>
          <w:sz w:val="22"/>
          <w:szCs w:val="22"/>
        </w:rPr>
        <w:t>inappropriée</w:t>
      </w:r>
      <w:r w:rsidR="00634BDA" w:rsidRPr="00585EFA">
        <w:rPr>
          <w:rFonts w:ascii="Comic Sans MS" w:hAnsi="Comic Sans MS"/>
          <w:i/>
          <w:color w:val="0000FF"/>
          <w:sz w:val="22"/>
          <w:szCs w:val="22"/>
        </w:rPr>
        <w:t xml:space="preserve"> à la remontée,</w:t>
      </w:r>
      <w:r w:rsidR="0034095E" w:rsidRPr="00585EFA">
        <w:rPr>
          <w:rFonts w:ascii="Comic Sans MS" w:hAnsi="Comic Sans MS"/>
          <w:i/>
          <w:color w:val="0000FF"/>
          <w:sz w:val="22"/>
          <w:szCs w:val="22"/>
        </w:rPr>
        <w:t xml:space="preserve"> etc.</w:t>
      </w:r>
    </w:p>
    <w:p w14:paraId="16B97DEA" w14:textId="771F54C9" w:rsidR="009A50EE" w:rsidRPr="00585EFA" w:rsidRDefault="000E2B82" w:rsidP="00585EFA">
      <w:pPr>
        <w:pStyle w:val="Paragraphedeliste"/>
        <w:numPr>
          <w:ilvl w:val="0"/>
          <w:numId w:val="16"/>
        </w:numPr>
        <w:ind w:left="426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lastRenderedPageBreak/>
        <w:t>La douleur est le maître symptôme</w:t>
      </w:r>
      <w:r w:rsidR="00BE1F28" w:rsidRPr="00585EFA">
        <w:rPr>
          <w:rFonts w:ascii="Comic Sans MS" w:hAnsi="Comic Sans MS"/>
          <w:i/>
          <w:color w:val="0000FF"/>
          <w:sz w:val="22"/>
          <w:szCs w:val="22"/>
        </w:rPr>
        <w:t xml:space="preserve"> du barotraumatisme de l’OM, parfois accompagnée</w:t>
      </w:r>
      <w:r w:rsidR="00444439" w:rsidRPr="00585EFA">
        <w:rPr>
          <w:rFonts w:ascii="Comic Sans MS" w:hAnsi="Comic Sans MS"/>
          <w:i/>
          <w:color w:val="0000FF"/>
          <w:sz w:val="22"/>
          <w:szCs w:val="22"/>
        </w:rPr>
        <w:t xml:space="preserve"> d’</w:t>
      </w:r>
      <w:r w:rsidR="00275FE7" w:rsidRPr="00585EFA">
        <w:rPr>
          <w:rFonts w:ascii="Comic Sans MS" w:hAnsi="Comic Sans MS"/>
          <w:i/>
          <w:color w:val="0000FF"/>
          <w:sz w:val="22"/>
          <w:szCs w:val="22"/>
        </w:rPr>
        <w:t xml:space="preserve">une diminution de l’audition, et </w:t>
      </w:r>
      <w:r w:rsidR="00444439" w:rsidRPr="00585EFA">
        <w:rPr>
          <w:rFonts w:ascii="Comic Sans MS" w:hAnsi="Comic Sans MS"/>
          <w:i/>
          <w:color w:val="0000FF"/>
          <w:sz w:val="22"/>
          <w:szCs w:val="22"/>
        </w:rPr>
        <w:t>de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vertiges </w:t>
      </w:r>
      <w:r w:rsidR="00275FE7" w:rsidRPr="00585EFA">
        <w:rPr>
          <w:rFonts w:ascii="Comic Sans MS" w:hAnsi="Comic Sans MS"/>
          <w:i/>
          <w:color w:val="0000FF"/>
          <w:sz w:val="22"/>
          <w:szCs w:val="22"/>
        </w:rPr>
        <w:t>(en cas de rupture du tympan)</w:t>
      </w:r>
    </w:p>
    <w:p w14:paraId="65203F47" w14:textId="56DB3329" w:rsidR="00C13203" w:rsidRPr="00585EFA" w:rsidRDefault="00275FE7" w:rsidP="00585EFA">
      <w:pPr>
        <w:pStyle w:val="Paragraphedeliste"/>
        <w:numPr>
          <w:ilvl w:val="0"/>
          <w:numId w:val="16"/>
        </w:numPr>
        <w:ind w:left="426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Les facteurs favorisants sont </w:t>
      </w:r>
      <w:proofErr w:type="gramStart"/>
      <w:r w:rsidRPr="00585EFA">
        <w:rPr>
          <w:rFonts w:ascii="Comic Sans MS" w:hAnsi="Comic Sans MS"/>
          <w:i/>
          <w:color w:val="0000FF"/>
          <w:sz w:val="22"/>
          <w:szCs w:val="22"/>
        </w:rPr>
        <w:t>la </w:t>
      </w:r>
      <w:r w:rsidR="00444439" w:rsidRPr="00585EFA">
        <w:rPr>
          <w:rFonts w:ascii="Comic Sans MS" w:hAnsi="Comic Sans MS"/>
          <w:i/>
          <w:color w:val="0000FF"/>
          <w:sz w:val="22"/>
          <w:szCs w:val="22"/>
        </w:rPr>
        <w:t>répétitions</w:t>
      </w:r>
      <w:proofErr w:type="gramEnd"/>
      <w:r w:rsidR="00444439" w:rsidRPr="00585EFA">
        <w:rPr>
          <w:rFonts w:ascii="Comic Sans MS" w:hAnsi="Comic Sans MS"/>
          <w:i/>
          <w:color w:val="0000FF"/>
          <w:sz w:val="22"/>
          <w:szCs w:val="22"/>
        </w:rPr>
        <w:t xml:space="preserve"> des descentes et des </w:t>
      </w:r>
      <w:r w:rsidR="009A50EE" w:rsidRPr="00585EFA">
        <w:rPr>
          <w:rFonts w:ascii="Comic Sans MS" w:hAnsi="Comic Sans MS"/>
          <w:i/>
          <w:color w:val="0000FF"/>
          <w:sz w:val="22"/>
          <w:szCs w:val="22"/>
        </w:rPr>
        <w:t xml:space="preserve">remontées entrainant une baisse de la perméabilité des trompes,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la </w:t>
      </w:r>
      <w:r w:rsidR="00444439" w:rsidRPr="00585EFA">
        <w:rPr>
          <w:rFonts w:ascii="Comic Sans MS" w:hAnsi="Comic Sans MS"/>
          <w:i/>
          <w:color w:val="0000FF"/>
          <w:sz w:val="22"/>
          <w:szCs w:val="22"/>
        </w:rPr>
        <w:t xml:space="preserve">vitesse de descente et de </w:t>
      </w:r>
      <w:r w:rsidR="009A50EE" w:rsidRPr="00585EFA">
        <w:rPr>
          <w:rFonts w:ascii="Comic Sans MS" w:hAnsi="Comic Sans MS"/>
          <w:i/>
          <w:color w:val="0000FF"/>
          <w:sz w:val="22"/>
          <w:szCs w:val="22"/>
        </w:rPr>
        <w:t xml:space="preserve">remontée,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la </w:t>
      </w:r>
      <w:r w:rsidR="009A50EE" w:rsidRPr="00585EFA">
        <w:rPr>
          <w:rFonts w:ascii="Comic Sans MS" w:hAnsi="Comic Sans MS"/>
          <w:i/>
          <w:color w:val="0000FF"/>
          <w:sz w:val="22"/>
          <w:szCs w:val="22"/>
        </w:rPr>
        <w:t xml:space="preserve">mauvaise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réalisation des </w:t>
      </w:r>
      <w:r w:rsidR="009A50EE" w:rsidRPr="00585EFA">
        <w:rPr>
          <w:rFonts w:ascii="Comic Sans MS" w:hAnsi="Comic Sans MS"/>
          <w:i/>
          <w:color w:val="0000FF"/>
          <w:sz w:val="22"/>
          <w:szCs w:val="22"/>
        </w:rPr>
        <w:t>technique d’équilibration,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l’</w:t>
      </w:r>
      <w:r w:rsidR="009A50EE" w:rsidRPr="00585EFA">
        <w:rPr>
          <w:rFonts w:ascii="Comic Sans MS" w:hAnsi="Comic Sans MS"/>
          <w:i/>
          <w:color w:val="0000FF"/>
          <w:sz w:val="22"/>
          <w:szCs w:val="22"/>
        </w:rPr>
        <w:t>utilisation de vasoconstricteurs nasaux n’agissant pas forc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ément durant toute la plongée, etc.</w:t>
      </w:r>
    </w:p>
    <w:p w14:paraId="27840C3B" w14:textId="77777777" w:rsidR="000E2B82" w:rsidRPr="00585EFA" w:rsidRDefault="000E2B82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0FD5F73F" w14:textId="77777777" w:rsidR="000E2B82" w:rsidRPr="00585EFA" w:rsidRDefault="000E2B82" w:rsidP="00585EFA">
      <w:pPr>
        <w:numPr>
          <w:ilvl w:val="0"/>
          <w:numId w:val="29"/>
        </w:num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 Quels conseils donnerez-vous à vos stagiaires </w:t>
      </w:r>
      <w:r w:rsidR="00EC75DA" w:rsidRPr="00585EFA">
        <w:rPr>
          <w:rFonts w:ascii="Comic Sans MS" w:hAnsi="Comic Sans MS"/>
          <w:sz w:val="22"/>
          <w:szCs w:val="22"/>
        </w:rPr>
        <w:t>afin d’éviter cet accident ? (2 points</w:t>
      </w:r>
      <w:r w:rsidRPr="00585EFA">
        <w:rPr>
          <w:rFonts w:ascii="Comic Sans MS" w:hAnsi="Comic Sans MS"/>
          <w:sz w:val="22"/>
          <w:szCs w:val="22"/>
        </w:rPr>
        <w:t>)</w:t>
      </w:r>
    </w:p>
    <w:p w14:paraId="1E7AEE20" w14:textId="51B72FFD" w:rsidR="000E2B82" w:rsidRPr="00585EFA" w:rsidRDefault="000E2B82" w:rsidP="00585EFA">
      <w:pPr>
        <w:pStyle w:val="Paragraphedeliste"/>
        <w:numPr>
          <w:ilvl w:val="0"/>
          <w:numId w:val="17"/>
        </w:numPr>
        <w:ind w:left="426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Apprendre des man</w:t>
      </w:r>
      <w:r w:rsidR="00FC54B6" w:rsidRPr="00585EFA">
        <w:rPr>
          <w:rFonts w:ascii="Comic Sans MS" w:hAnsi="Comic Sans MS"/>
          <w:i/>
          <w:color w:val="0000FF"/>
          <w:sz w:val="22"/>
          <w:szCs w:val="22"/>
        </w:rPr>
        <w:t>œuvres d’équilibrage des oreilles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plus douces que </w:t>
      </w:r>
      <w:r w:rsidR="00FC54B6" w:rsidRPr="00585EFA">
        <w:rPr>
          <w:rFonts w:ascii="Comic Sans MS" w:hAnsi="Comic Sans MS"/>
          <w:i/>
          <w:color w:val="0000FF"/>
          <w:sz w:val="22"/>
          <w:szCs w:val="22"/>
        </w:rPr>
        <w:t xml:space="preserve">le </w:t>
      </w:r>
      <w:r w:rsidR="00A83660" w:rsidRPr="00585EFA">
        <w:rPr>
          <w:rFonts w:ascii="Comic Sans MS" w:hAnsi="Comic Sans MS"/>
          <w:i/>
          <w:color w:val="0000FF"/>
          <w:sz w:val="22"/>
          <w:szCs w:val="22"/>
        </w:rPr>
        <w:t>Vals</w:t>
      </w:r>
      <w:r w:rsidR="00481E30" w:rsidRPr="00585EFA">
        <w:rPr>
          <w:rFonts w:ascii="Comic Sans MS" w:hAnsi="Comic Sans MS"/>
          <w:i/>
          <w:color w:val="0000FF"/>
          <w:sz w:val="22"/>
          <w:szCs w:val="22"/>
        </w:rPr>
        <w:t>alva</w:t>
      </w:r>
      <w:r w:rsidR="00536EAB" w:rsidRPr="00585EFA">
        <w:rPr>
          <w:rFonts w:ascii="Comic Sans MS" w:hAnsi="Comic Sans MS"/>
          <w:i/>
          <w:color w:val="0000FF"/>
          <w:sz w:val="22"/>
          <w:szCs w:val="22"/>
        </w:rPr>
        <w:t>, telles que BTV, Frenzel, Toynbee, etc</w:t>
      </w:r>
      <w:r w:rsidR="00DA0A28" w:rsidRPr="00585EFA">
        <w:rPr>
          <w:rFonts w:ascii="Comic Sans MS" w:hAnsi="Comic Sans MS"/>
          <w:i/>
          <w:color w:val="0000FF"/>
          <w:sz w:val="22"/>
          <w:szCs w:val="22"/>
        </w:rPr>
        <w:t>.</w:t>
      </w:r>
    </w:p>
    <w:p w14:paraId="4EC8125A" w14:textId="0EC8BFBC" w:rsidR="000E2B82" w:rsidRPr="00585EFA" w:rsidRDefault="000E2B82" w:rsidP="00585EFA">
      <w:pPr>
        <w:pStyle w:val="Paragraphedeliste"/>
        <w:numPr>
          <w:ilvl w:val="0"/>
          <w:numId w:val="17"/>
        </w:numPr>
        <w:ind w:left="426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Ne pas chercher à </w:t>
      </w:r>
      <w:r w:rsidR="00A83660" w:rsidRPr="00585EFA">
        <w:rPr>
          <w:rFonts w:ascii="Comic Sans MS" w:hAnsi="Comic Sans MS"/>
          <w:i/>
          <w:color w:val="0000FF"/>
          <w:sz w:val="22"/>
          <w:szCs w:val="22"/>
        </w:rPr>
        <w:t>descendre directement</w:t>
      </w:r>
      <w:r w:rsidR="00CB2601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à 1</w:t>
      </w:r>
      <w:r w:rsidR="00536EAB" w:rsidRPr="00585EFA">
        <w:rPr>
          <w:rFonts w:ascii="Comic Sans MS" w:hAnsi="Comic Sans MS"/>
          <w:i/>
          <w:color w:val="0000FF"/>
          <w:sz w:val="22"/>
          <w:szCs w:val="22"/>
        </w:rPr>
        <w:t>0 mètres durant l’échauffement.</w:t>
      </w:r>
    </w:p>
    <w:p w14:paraId="6C74F882" w14:textId="5C0EF3FB" w:rsidR="000E2B82" w:rsidRPr="00585EFA" w:rsidRDefault="00536EAB" w:rsidP="00585EFA">
      <w:pPr>
        <w:pStyle w:val="Paragraphedeliste"/>
        <w:numPr>
          <w:ilvl w:val="0"/>
          <w:numId w:val="17"/>
        </w:numPr>
        <w:ind w:left="426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Ne pas plonger </w:t>
      </w:r>
      <w:proofErr w:type="gramStart"/>
      <w:r w:rsidRPr="00585EFA">
        <w:rPr>
          <w:rFonts w:ascii="Comic Sans MS" w:hAnsi="Comic Sans MS"/>
          <w:i/>
          <w:color w:val="0000FF"/>
          <w:sz w:val="22"/>
          <w:szCs w:val="22"/>
        </w:rPr>
        <w:t>enrhumé</w:t>
      </w:r>
      <w:proofErr w:type="gramEnd"/>
      <w:r w:rsidRPr="00585EFA">
        <w:rPr>
          <w:rFonts w:ascii="Comic Sans MS" w:hAnsi="Comic Sans MS"/>
          <w:i/>
          <w:color w:val="0000FF"/>
          <w:sz w:val="22"/>
          <w:szCs w:val="22"/>
        </w:rPr>
        <w:t>.</w:t>
      </w:r>
    </w:p>
    <w:p w14:paraId="5E6E900E" w14:textId="62BBB39C" w:rsidR="000E2B82" w:rsidRPr="00585EFA" w:rsidRDefault="000E2B82" w:rsidP="00585EFA">
      <w:pPr>
        <w:pStyle w:val="Paragraphedeliste"/>
        <w:numPr>
          <w:ilvl w:val="0"/>
          <w:numId w:val="17"/>
        </w:numPr>
        <w:ind w:left="426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Durant l’échauffement, privilégier la </w:t>
      </w:r>
      <w:r w:rsidR="00536EAB" w:rsidRPr="00585EFA">
        <w:rPr>
          <w:rFonts w:ascii="Comic Sans MS" w:hAnsi="Comic Sans MS"/>
          <w:i/>
          <w:color w:val="0000FF"/>
          <w:sz w:val="22"/>
          <w:szCs w:val="22"/>
        </w:rPr>
        <w:t xml:space="preserve">position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tête en haut en utilisant un pendeur.</w:t>
      </w:r>
    </w:p>
    <w:p w14:paraId="52995A9A" w14:textId="1537FC58" w:rsidR="00CB2601" w:rsidRPr="00585EFA" w:rsidRDefault="00481E30" w:rsidP="00585EFA">
      <w:pPr>
        <w:pStyle w:val="Paragraphedeliste"/>
        <w:numPr>
          <w:ilvl w:val="0"/>
          <w:numId w:val="17"/>
        </w:numPr>
        <w:ind w:left="426" w:right="141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Eviter les répétion</w:t>
      </w:r>
      <w:r w:rsidR="00536EAB" w:rsidRPr="00585EFA">
        <w:rPr>
          <w:rFonts w:ascii="Comic Sans MS" w:hAnsi="Comic Sans MS"/>
          <w:i/>
          <w:color w:val="0000FF"/>
          <w:sz w:val="22"/>
          <w:szCs w:val="22"/>
        </w:rPr>
        <w:t xml:space="preserve">s trop fréquente des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descente</w:t>
      </w:r>
      <w:r w:rsidR="00FC54B6" w:rsidRPr="00585EFA">
        <w:rPr>
          <w:rFonts w:ascii="Comic Sans MS" w:hAnsi="Comic Sans MS"/>
          <w:i/>
          <w:color w:val="0000FF"/>
          <w:sz w:val="22"/>
          <w:szCs w:val="22"/>
        </w:rPr>
        <w:t xml:space="preserve">s et des </w:t>
      </w:r>
      <w:r w:rsidR="00536EAB" w:rsidRPr="00585EFA">
        <w:rPr>
          <w:rFonts w:ascii="Comic Sans MS" w:hAnsi="Comic Sans MS"/>
          <w:i/>
          <w:color w:val="0000FF"/>
          <w:sz w:val="22"/>
          <w:szCs w:val="22"/>
        </w:rPr>
        <w:t>remontées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lors des phases d’apprentissage</w:t>
      </w:r>
      <w:r w:rsidR="001C0282" w:rsidRPr="00585EFA">
        <w:rPr>
          <w:rFonts w:ascii="Comic Sans MS" w:hAnsi="Comic Sans MS"/>
          <w:i/>
          <w:color w:val="0000FF"/>
          <w:sz w:val="22"/>
          <w:szCs w:val="22"/>
        </w:rPr>
        <w:t>.</w:t>
      </w:r>
    </w:p>
    <w:p w14:paraId="6035A6E7" w14:textId="77777777" w:rsidR="000E2B82" w:rsidRPr="00585EFA" w:rsidRDefault="000E2B82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690EAF1E" w14:textId="4F49224A" w:rsidR="00536EAB" w:rsidRPr="00585EFA" w:rsidRDefault="000E2B82" w:rsidP="00585EFA">
      <w:pPr>
        <w:numPr>
          <w:ilvl w:val="0"/>
          <w:numId w:val="29"/>
        </w:num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Certains stagiaires font de </w:t>
      </w:r>
      <w:r w:rsidR="00585EFA">
        <w:rPr>
          <w:rFonts w:ascii="Comic Sans MS" w:hAnsi="Comic Sans MS"/>
          <w:sz w:val="22"/>
          <w:szCs w:val="22"/>
        </w:rPr>
        <w:t>l’</w:t>
      </w:r>
      <w:r w:rsidRPr="00585EFA">
        <w:rPr>
          <w:rFonts w:ascii="Comic Sans MS" w:hAnsi="Comic Sans MS"/>
          <w:sz w:val="22"/>
          <w:szCs w:val="22"/>
        </w:rPr>
        <w:t>hyperventilation</w:t>
      </w:r>
      <w:r w:rsidR="00481E30" w:rsidRPr="00585EFA">
        <w:rPr>
          <w:rFonts w:ascii="Comic Sans MS" w:hAnsi="Comic Sans MS"/>
          <w:sz w:val="22"/>
          <w:szCs w:val="22"/>
        </w:rPr>
        <w:t xml:space="preserve"> avant l’apnée</w:t>
      </w:r>
      <w:r w:rsidR="001C0282" w:rsidRPr="00585EFA">
        <w:rPr>
          <w:rFonts w:ascii="Comic Sans MS" w:hAnsi="Comic Sans MS"/>
          <w:sz w:val="22"/>
          <w:szCs w:val="22"/>
        </w:rPr>
        <w:t>.</w:t>
      </w:r>
      <w:r w:rsidR="00B26C77" w:rsidRPr="00585EFA">
        <w:rPr>
          <w:rFonts w:ascii="Comic Sans MS" w:hAnsi="Comic Sans MS"/>
          <w:sz w:val="22"/>
          <w:szCs w:val="22"/>
        </w:rPr>
        <w:t xml:space="preserve"> </w:t>
      </w:r>
      <w:r w:rsidRPr="00585EFA">
        <w:rPr>
          <w:rFonts w:ascii="Comic Sans MS" w:hAnsi="Comic Sans MS"/>
          <w:sz w:val="22"/>
          <w:szCs w:val="22"/>
        </w:rPr>
        <w:t xml:space="preserve">Quelles </w:t>
      </w:r>
      <w:r w:rsidR="0058553B" w:rsidRPr="00585EFA">
        <w:rPr>
          <w:rFonts w:ascii="Comic Sans MS" w:hAnsi="Comic Sans MS"/>
          <w:sz w:val="22"/>
          <w:szCs w:val="22"/>
        </w:rPr>
        <w:t>conséquences cela peut</w:t>
      </w:r>
      <w:r w:rsidR="00AB3990">
        <w:rPr>
          <w:rFonts w:ascii="Comic Sans MS" w:hAnsi="Comic Sans MS"/>
          <w:sz w:val="22"/>
          <w:szCs w:val="22"/>
        </w:rPr>
        <w:t>-</w:t>
      </w:r>
      <w:r w:rsidR="0058553B" w:rsidRPr="00585EFA">
        <w:rPr>
          <w:rFonts w:ascii="Comic Sans MS" w:hAnsi="Comic Sans MS"/>
          <w:sz w:val="22"/>
          <w:szCs w:val="22"/>
        </w:rPr>
        <w:t>il avoir</w:t>
      </w:r>
      <w:r w:rsidR="000D0948" w:rsidRPr="00585EFA">
        <w:rPr>
          <w:rFonts w:ascii="Comic Sans MS" w:hAnsi="Comic Sans MS"/>
          <w:sz w:val="22"/>
          <w:szCs w:val="22"/>
        </w:rPr>
        <w:t> ?</w:t>
      </w:r>
      <w:r w:rsidR="00B26C77" w:rsidRPr="00585EFA">
        <w:rPr>
          <w:rFonts w:ascii="Comic Sans MS" w:hAnsi="Comic Sans MS"/>
          <w:sz w:val="22"/>
          <w:szCs w:val="22"/>
        </w:rPr>
        <w:t xml:space="preserve"> </w:t>
      </w:r>
      <w:r w:rsidR="00536EAB" w:rsidRPr="00585EFA">
        <w:rPr>
          <w:rFonts w:ascii="Comic Sans MS" w:hAnsi="Comic Sans MS"/>
          <w:sz w:val="22"/>
          <w:szCs w:val="22"/>
        </w:rPr>
        <w:t>Vous pouvez justifier votre réponse en vous appuyant sur un schéma</w:t>
      </w:r>
      <w:r w:rsidR="00A60767" w:rsidRPr="00585EFA">
        <w:rPr>
          <w:rFonts w:ascii="Comic Sans MS" w:hAnsi="Comic Sans MS"/>
          <w:sz w:val="22"/>
          <w:szCs w:val="22"/>
        </w:rPr>
        <w:t>. (3</w:t>
      </w:r>
      <w:r w:rsidRPr="00585EFA">
        <w:rPr>
          <w:rFonts w:ascii="Comic Sans MS" w:hAnsi="Comic Sans MS"/>
          <w:sz w:val="22"/>
          <w:szCs w:val="22"/>
        </w:rPr>
        <w:t xml:space="preserve"> points)</w:t>
      </w:r>
    </w:p>
    <w:p w14:paraId="6AB58CD9" w14:textId="5AB96FF7" w:rsidR="000E2B82" w:rsidRPr="00585EFA" w:rsidRDefault="000E2B82" w:rsidP="00585EFA">
      <w:pPr>
        <w:ind w:left="709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L’hyperventilation est une</w:t>
      </w:r>
      <w:r w:rsidR="00481E30" w:rsidRPr="00585EFA">
        <w:rPr>
          <w:rFonts w:ascii="Comic Sans MS" w:hAnsi="Comic Sans MS"/>
          <w:i/>
          <w:color w:val="0000FF"/>
          <w:sz w:val="22"/>
          <w:szCs w:val="22"/>
        </w:rPr>
        <w:t xml:space="preserve"> succession</w:t>
      </w:r>
      <w:r w:rsidR="000D0948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forcée et rapide d’expiration</w:t>
      </w:r>
      <w:r w:rsidR="00FC54B6" w:rsidRPr="00585EFA">
        <w:rPr>
          <w:rFonts w:ascii="Comic Sans MS" w:hAnsi="Comic Sans MS"/>
          <w:i/>
          <w:color w:val="0000FF"/>
          <w:sz w:val="22"/>
          <w:szCs w:val="22"/>
        </w:rPr>
        <w:t>s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e</w:t>
      </w:r>
      <w:r w:rsidR="0058553B" w:rsidRPr="00585EFA">
        <w:rPr>
          <w:rFonts w:ascii="Comic Sans MS" w:hAnsi="Comic Sans MS"/>
          <w:i/>
          <w:color w:val="0000FF"/>
          <w:sz w:val="22"/>
          <w:szCs w:val="22"/>
        </w:rPr>
        <w:t>t d’inspiration</w:t>
      </w:r>
      <w:r w:rsidR="00FC54B6" w:rsidRPr="00585EFA">
        <w:rPr>
          <w:rFonts w:ascii="Comic Sans MS" w:hAnsi="Comic Sans MS"/>
          <w:i/>
          <w:color w:val="0000FF"/>
          <w:sz w:val="22"/>
          <w:szCs w:val="22"/>
        </w:rPr>
        <w:t>s</w:t>
      </w:r>
      <w:r w:rsidR="0058553B" w:rsidRPr="00585EFA">
        <w:rPr>
          <w:rFonts w:ascii="Comic Sans MS" w:hAnsi="Comic Sans MS"/>
          <w:i/>
          <w:color w:val="0000FF"/>
          <w:sz w:val="22"/>
          <w:szCs w:val="22"/>
        </w:rPr>
        <w:t xml:space="preserve"> qui conduit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à une diminution de la P</w:t>
      </w:r>
      <w:r w:rsidR="00481E30" w:rsidRPr="00585EFA">
        <w:rPr>
          <w:rFonts w:ascii="Comic Sans MS" w:hAnsi="Comic Sans MS"/>
          <w:i/>
          <w:color w:val="0000FF"/>
          <w:sz w:val="22"/>
          <w:szCs w:val="22"/>
        </w:rPr>
        <w:t>p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CO</w:t>
      </w:r>
      <w:r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  <w:r w:rsidR="0058553B" w:rsidRPr="00585EFA">
        <w:rPr>
          <w:rFonts w:ascii="Comic Sans MS" w:hAnsi="Comic Sans MS"/>
          <w:i/>
          <w:color w:val="0000FF"/>
          <w:sz w:val="22"/>
          <w:szCs w:val="22"/>
        </w:rPr>
        <w:t xml:space="preserve">.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Elle ne permet pas d’enrichir le sang en O</w:t>
      </w:r>
      <w:r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de manière significative</w:t>
      </w:r>
      <w:r w:rsidR="00B26C77" w:rsidRPr="00585EFA">
        <w:rPr>
          <w:rFonts w:ascii="Comic Sans MS" w:hAnsi="Comic Sans MS"/>
          <w:i/>
          <w:color w:val="0000FF"/>
          <w:sz w:val="22"/>
          <w:szCs w:val="22"/>
        </w:rPr>
        <w:t>.</w:t>
      </w:r>
      <w:r w:rsidR="006E2489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C’est la </w:t>
      </w:r>
      <w:r w:rsidR="00EE5C81" w:rsidRPr="00585EFA">
        <w:rPr>
          <w:rFonts w:ascii="Comic Sans MS" w:hAnsi="Comic Sans MS"/>
          <w:i/>
          <w:color w:val="0000FF"/>
          <w:sz w:val="22"/>
          <w:szCs w:val="22"/>
        </w:rPr>
        <w:t>PpCO</w:t>
      </w:r>
      <w:r w:rsidR="00EE5C81"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qui déclenche l’envie de respirer.</w:t>
      </w:r>
      <w:r w:rsidR="00591D4F"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A83660" w:rsidRPr="00585EFA">
        <w:rPr>
          <w:rFonts w:ascii="Comic Sans MS" w:hAnsi="Comic Sans MS"/>
          <w:i/>
          <w:color w:val="0000FF"/>
          <w:sz w:val="22"/>
          <w:szCs w:val="22"/>
        </w:rPr>
        <w:t>Lors d’une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ventilation normale cette envie apparaît avant l’atteinte du seuil d’anoxie (manque d’O</w:t>
      </w:r>
      <w:r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) et donc de la syncope.</w:t>
      </w:r>
    </w:p>
    <w:p w14:paraId="51E95259" w14:textId="33C66DD2" w:rsidR="000E2B82" w:rsidRPr="00585EFA" w:rsidRDefault="000E2B82" w:rsidP="00585EFA">
      <w:pPr>
        <w:ind w:left="709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En abaissant la </w:t>
      </w:r>
      <w:r w:rsidR="00EE5C81" w:rsidRPr="00585EFA">
        <w:rPr>
          <w:rFonts w:ascii="Comic Sans MS" w:hAnsi="Comic Sans MS"/>
          <w:i/>
          <w:color w:val="0000FF"/>
          <w:sz w:val="22"/>
          <w:szCs w:val="22"/>
        </w:rPr>
        <w:t>P</w:t>
      </w:r>
      <w:r w:rsidR="00481E30" w:rsidRPr="00585EFA">
        <w:rPr>
          <w:rFonts w:ascii="Comic Sans MS" w:hAnsi="Comic Sans MS"/>
          <w:i/>
          <w:color w:val="0000FF"/>
          <w:sz w:val="22"/>
          <w:szCs w:val="22"/>
        </w:rPr>
        <w:t>p</w:t>
      </w:r>
      <w:r w:rsidR="00EE5C81" w:rsidRPr="00585EFA">
        <w:rPr>
          <w:rFonts w:ascii="Comic Sans MS" w:hAnsi="Comic Sans MS"/>
          <w:i/>
          <w:color w:val="0000FF"/>
          <w:sz w:val="22"/>
          <w:szCs w:val="22"/>
        </w:rPr>
        <w:t>CO</w:t>
      </w:r>
      <w:r w:rsidR="00EE5C81"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  <w:r w:rsidR="0058553B" w:rsidRPr="00585EFA">
        <w:rPr>
          <w:rFonts w:ascii="Comic Sans MS" w:hAnsi="Comic Sans MS"/>
          <w:i/>
          <w:color w:val="0000FF"/>
          <w:sz w:val="22"/>
          <w:szCs w:val="22"/>
        </w:rPr>
        <w:t xml:space="preserve"> avant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l’apnée, l’hyperventilation présente un ris</w:t>
      </w:r>
      <w:r w:rsidR="0058553B" w:rsidRPr="00585EFA">
        <w:rPr>
          <w:rFonts w:ascii="Comic Sans MS" w:hAnsi="Comic Sans MS"/>
          <w:i/>
          <w:color w:val="0000FF"/>
          <w:sz w:val="22"/>
          <w:szCs w:val="22"/>
        </w:rPr>
        <w:t xml:space="preserve">que d‘accident majeur. La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diminution de la </w:t>
      </w:r>
      <w:r w:rsidR="00EE5C81" w:rsidRPr="00585EFA">
        <w:rPr>
          <w:rFonts w:ascii="Comic Sans MS" w:hAnsi="Comic Sans MS"/>
          <w:i/>
          <w:color w:val="0000FF"/>
          <w:sz w:val="22"/>
          <w:szCs w:val="22"/>
        </w:rPr>
        <w:t>P</w:t>
      </w:r>
      <w:r w:rsidR="00481E30" w:rsidRPr="00585EFA">
        <w:rPr>
          <w:rFonts w:ascii="Comic Sans MS" w:hAnsi="Comic Sans MS"/>
          <w:i/>
          <w:color w:val="0000FF"/>
          <w:sz w:val="22"/>
          <w:szCs w:val="22"/>
        </w:rPr>
        <w:t>p</w:t>
      </w:r>
      <w:r w:rsidR="00EE5C81" w:rsidRPr="00585EFA">
        <w:rPr>
          <w:rFonts w:ascii="Comic Sans MS" w:hAnsi="Comic Sans MS"/>
          <w:i/>
          <w:color w:val="0000FF"/>
          <w:sz w:val="22"/>
          <w:szCs w:val="22"/>
        </w:rPr>
        <w:t>CO</w:t>
      </w:r>
      <w:r w:rsidR="00EE5C81"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retarde le moment de l’envie de respirer, allonge la phase d’aisance </w:t>
      </w:r>
      <w:r w:rsidR="0058553B" w:rsidRPr="00585EFA">
        <w:rPr>
          <w:rFonts w:ascii="Comic Sans MS" w:hAnsi="Comic Sans MS"/>
          <w:i/>
          <w:color w:val="0000FF"/>
          <w:sz w:val="22"/>
          <w:szCs w:val="22"/>
        </w:rPr>
        <w:t xml:space="preserve">au fond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et fait que la syncope anoxique peut apparaître avant toute envie de respirer.</w:t>
      </w:r>
    </w:p>
    <w:p w14:paraId="0AACDFC0" w14:textId="232E99C0" w:rsidR="003A254F" w:rsidRPr="00585EFA" w:rsidRDefault="000E2B82" w:rsidP="00585EFA">
      <w:pPr>
        <w:ind w:left="709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Ce risque est accentué lors des plongées profondes</w:t>
      </w:r>
      <w:r w:rsidR="006F057C" w:rsidRPr="00585EFA">
        <w:rPr>
          <w:rFonts w:ascii="Comic Sans MS" w:hAnsi="Comic Sans MS"/>
          <w:i/>
          <w:color w:val="0000FF"/>
          <w:sz w:val="22"/>
          <w:szCs w:val="22"/>
        </w:rPr>
        <w:t>,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car la pression partielle alvéolaire d’oxygène est augmentée proportionnellement à la pression ambiante. La durée d</w:t>
      </w:r>
      <w:r w:rsidR="00FB258A" w:rsidRPr="00585EFA">
        <w:rPr>
          <w:rFonts w:ascii="Comic Sans MS" w:hAnsi="Comic Sans MS"/>
          <w:i/>
          <w:color w:val="0000FF"/>
          <w:sz w:val="22"/>
          <w:szCs w:val="22"/>
        </w:rPr>
        <w:t xml:space="preserve">e l’apnée au fond est </w:t>
      </w:r>
      <w:r w:rsidR="00BC44B5" w:rsidRPr="00585EFA">
        <w:rPr>
          <w:rFonts w:ascii="Comic Sans MS" w:hAnsi="Comic Sans MS"/>
          <w:i/>
          <w:color w:val="0000FF"/>
          <w:sz w:val="22"/>
          <w:szCs w:val="22"/>
        </w:rPr>
        <w:t>allongée</w:t>
      </w:r>
      <w:r w:rsidR="00FB258A" w:rsidRPr="00585EFA">
        <w:rPr>
          <w:rFonts w:ascii="Comic Sans MS" w:hAnsi="Comic Sans MS"/>
          <w:i/>
          <w:color w:val="0000FF"/>
          <w:sz w:val="22"/>
          <w:szCs w:val="22"/>
        </w:rPr>
        <w:t xml:space="preserve"> en raison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de la sensation de confort due à l</w:t>
      </w:r>
      <w:r w:rsidR="00461AA6" w:rsidRPr="00585EFA">
        <w:rPr>
          <w:rFonts w:ascii="Comic Sans MS" w:hAnsi="Comic Sans MS"/>
          <w:i/>
          <w:color w:val="0000FF"/>
          <w:sz w:val="22"/>
          <w:szCs w:val="22"/>
        </w:rPr>
        <w:t>’</w:t>
      </w:r>
      <w:r w:rsidR="00FB258A" w:rsidRPr="00585EFA">
        <w:rPr>
          <w:rFonts w:ascii="Comic Sans MS" w:hAnsi="Comic Sans MS"/>
          <w:i/>
          <w:color w:val="0000FF"/>
          <w:sz w:val="22"/>
          <w:szCs w:val="22"/>
        </w:rPr>
        <w:t>augmentation de la PaO</w:t>
      </w:r>
      <w:r w:rsidR="00FB258A"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. Lors de la remontée, la baisse de </w:t>
      </w:r>
      <w:r w:rsidR="00461AA6" w:rsidRPr="00585EFA">
        <w:rPr>
          <w:rFonts w:ascii="Comic Sans MS" w:hAnsi="Comic Sans MS"/>
          <w:i/>
          <w:color w:val="0000FF"/>
          <w:sz w:val="22"/>
          <w:szCs w:val="22"/>
        </w:rPr>
        <w:t xml:space="preserve">la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pression ambiante entraine une chute de la PaO</w:t>
      </w:r>
      <w:r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et la syncope hypoxi</w:t>
      </w:r>
      <w:r w:rsidR="006F057C" w:rsidRPr="00585EFA">
        <w:rPr>
          <w:rFonts w:ascii="Comic Sans MS" w:hAnsi="Comic Sans MS"/>
          <w:i/>
          <w:color w:val="0000FF"/>
          <w:sz w:val="22"/>
          <w:szCs w:val="22"/>
        </w:rPr>
        <w:t>que peut apparaître brutalement : c’est le rendez vous syncopal.</w:t>
      </w:r>
    </w:p>
    <w:p w14:paraId="17834F60" w14:textId="57A6A6CC" w:rsidR="000E2B82" w:rsidRPr="00585EFA" w:rsidRDefault="00AB3990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noProof/>
          <w:sz w:val="22"/>
          <w:szCs w:val="22"/>
        </w:rPr>
        <w:pict w14:anchorId="5FE91B50">
          <v:group id="_x0000_s1026" style="position:absolute;left:0;text-align:left;margin-left:71pt;margin-top:6.15pt;width:312pt;height:162pt;z-index:251660288" coordorigin="1590,7565" coordsize="9404,535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90;top:7565;width:9404;height:5359">
              <v:imagedata r:id="rId7" o:title=""/>
            </v:shape>
            <v:line id="_x0000_s1028" style="position:absolute;flip:y" from="7215,9060" to="7215,11940"/>
          </v:group>
        </w:pict>
      </w:r>
    </w:p>
    <w:p w14:paraId="2388C11C" w14:textId="058EF055" w:rsidR="000E2B82" w:rsidRPr="00585EFA" w:rsidRDefault="000E2B82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50652198" w14:textId="08EA74E1" w:rsidR="000E2B82" w:rsidRPr="00585EFA" w:rsidRDefault="000E2B82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52C69690" w14:textId="77777777" w:rsidR="000E2B82" w:rsidRPr="00585EFA" w:rsidRDefault="000E2B82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278B040E" w14:textId="77777777" w:rsidR="000E2B82" w:rsidRPr="00585EFA" w:rsidRDefault="000E2B82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1B275C96" w14:textId="77777777" w:rsidR="000E2B82" w:rsidRPr="00585EFA" w:rsidRDefault="000E2B82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5017B59E" w14:textId="77777777" w:rsidR="000E2B82" w:rsidRPr="00585EFA" w:rsidRDefault="000E2B82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389F410C" w14:textId="77777777" w:rsidR="000E2B82" w:rsidRPr="00585EFA" w:rsidRDefault="000E2B82" w:rsidP="00585EFA">
      <w:pPr>
        <w:pStyle w:val="MEMOIRE-Normal"/>
        <w:spacing w:line="240" w:lineRule="auto"/>
        <w:contextualSpacing/>
        <w:rPr>
          <w:rFonts w:ascii="Comic Sans MS" w:hAnsi="Comic Sans MS"/>
          <w:sz w:val="22"/>
          <w:szCs w:val="22"/>
        </w:rPr>
      </w:pPr>
    </w:p>
    <w:p w14:paraId="4C897E32" w14:textId="0425D28A" w:rsidR="000E2B82" w:rsidRPr="00585EFA" w:rsidRDefault="00A60767" w:rsidP="00585EFA">
      <w:pPr>
        <w:tabs>
          <w:tab w:val="left" w:pos="0"/>
        </w:tabs>
        <w:contextualSpacing/>
        <w:jc w:val="both"/>
        <w:rPr>
          <w:rFonts w:ascii="Comic Sans MS" w:hAnsi="Comic Sans MS"/>
          <w:b/>
          <w:sz w:val="22"/>
          <w:szCs w:val="22"/>
          <w:u w:val="single"/>
        </w:rPr>
      </w:pPr>
      <w:r w:rsidRPr="00585EFA">
        <w:rPr>
          <w:rFonts w:ascii="Comic Sans MS" w:hAnsi="Comic Sans MS"/>
          <w:b/>
          <w:sz w:val="22"/>
          <w:szCs w:val="22"/>
          <w:u w:val="single"/>
        </w:rPr>
        <w:lastRenderedPageBreak/>
        <w:t>QUESTION 3 (7</w:t>
      </w:r>
      <w:r w:rsidR="00616957" w:rsidRPr="00585EFA">
        <w:rPr>
          <w:rFonts w:ascii="Comic Sans MS" w:hAnsi="Comic Sans MS"/>
          <w:b/>
          <w:sz w:val="22"/>
          <w:szCs w:val="22"/>
          <w:u w:val="single"/>
        </w:rPr>
        <w:t xml:space="preserve"> POINTS)</w:t>
      </w:r>
    </w:p>
    <w:p w14:paraId="51BB24D2" w14:textId="77777777" w:rsidR="000E2B82" w:rsidRPr="00585EFA" w:rsidRDefault="000E2B82" w:rsidP="00585EFA">
      <w:pPr>
        <w:tabs>
          <w:tab w:val="left" w:pos="0"/>
        </w:tabs>
        <w:contextualSpacing/>
        <w:jc w:val="both"/>
        <w:rPr>
          <w:rFonts w:ascii="Comic Sans MS" w:hAnsi="Comic Sans MS"/>
          <w:sz w:val="22"/>
          <w:szCs w:val="22"/>
        </w:rPr>
      </w:pPr>
    </w:p>
    <w:p w14:paraId="13807245" w14:textId="77777777" w:rsidR="000E2B82" w:rsidRPr="00585EFA" w:rsidRDefault="000E2B82" w:rsidP="00585EFA">
      <w:pPr>
        <w:tabs>
          <w:tab w:val="left" w:pos="0"/>
        </w:tabs>
        <w:contextualSpacing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En tant que stagiaire MF2, vous vous occupez d’une </w:t>
      </w:r>
      <w:r w:rsidR="00481E30" w:rsidRPr="00585EFA">
        <w:rPr>
          <w:rFonts w:ascii="Comic Sans MS" w:hAnsi="Comic Sans MS"/>
          <w:color w:val="auto"/>
          <w:sz w:val="22"/>
          <w:szCs w:val="22"/>
        </w:rPr>
        <w:t>formation de</w:t>
      </w:r>
      <w:r w:rsidR="00481E30" w:rsidRPr="00585EFA">
        <w:rPr>
          <w:rFonts w:ascii="Comic Sans MS" w:hAnsi="Comic Sans MS"/>
          <w:color w:val="FF0000"/>
          <w:sz w:val="22"/>
          <w:szCs w:val="22"/>
        </w:rPr>
        <w:t xml:space="preserve"> </w:t>
      </w:r>
      <w:r w:rsidRPr="00585EFA">
        <w:rPr>
          <w:rFonts w:ascii="Comic Sans MS" w:hAnsi="Comic Sans MS"/>
          <w:sz w:val="22"/>
          <w:szCs w:val="22"/>
        </w:rPr>
        <w:t>guide de palanquée.</w:t>
      </w:r>
    </w:p>
    <w:p w14:paraId="41AC7CB6" w14:textId="6DDB8141" w:rsidR="000E2B82" w:rsidRPr="00585EFA" w:rsidRDefault="000E2B82" w:rsidP="00585EFA">
      <w:pPr>
        <w:tabs>
          <w:tab w:val="left" w:pos="0"/>
        </w:tabs>
        <w:contextualSpacing/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Après un entrainement en mer, certains d’entre eux, pratiquant régulièrement </w:t>
      </w:r>
      <w:r w:rsidR="00481E30" w:rsidRPr="00585EFA">
        <w:rPr>
          <w:rFonts w:ascii="Comic Sans MS" w:hAnsi="Comic Sans MS"/>
          <w:color w:val="auto"/>
          <w:sz w:val="22"/>
          <w:szCs w:val="22"/>
        </w:rPr>
        <w:t>le</w:t>
      </w:r>
      <w:r w:rsidRPr="00585EFA">
        <w:rPr>
          <w:rFonts w:ascii="Comic Sans MS" w:hAnsi="Comic Sans MS"/>
          <w:sz w:val="22"/>
          <w:szCs w:val="22"/>
        </w:rPr>
        <w:t xml:space="preserve"> sport, se demandent pourquoi ils ressentent plus facilement un</w:t>
      </w:r>
      <w:r w:rsidR="00461AA6" w:rsidRPr="00585EFA">
        <w:rPr>
          <w:rFonts w:ascii="Comic Sans MS" w:hAnsi="Comic Sans MS"/>
          <w:sz w:val="22"/>
          <w:szCs w:val="22"/>
        </w:rPr>
        <w:t xml:space="preserve"> essoufflement en pratiquant la nage par rapport à</w:t>
      </w:r>
      <w:r w:rsidRPr="00585EFA">
        <w:rPr>
          <w:rFonts w:ascii="Comic Sans MS" w:hAnsi="Comic Sans MS"/>
          <w:sz w:val="22"/>
          <w:szCs w:val="22"/>
        </w:rPr>
        <w:t xml:space="preserve"> d’autres activités physiques (course à pied, vélo</w:t>
      </w:r>
      <w:r w:rsidR="00AB3990">
        <w:rPr>
          <w:rFonts w:ascii="Comic Sans MS" w:hAnsi="Comic Sans MS"/>
          <w:sz w:val="22"/>
          <w:szCs w:val="22"/>
        </w:rPr>
        <w:t xml:space="preserve"> …</w:t>
      </w:r>
      <w:r w:rsidR="00DA0A28" w:rsidRPr="00585EFA">
        <w:rPr>
          <w:rFonts w:ascii="Comic Sans MS" w:hAnsi="Comic Sans MS"/>
          <w:sz w:val="22"/>
          <w:szCs w:val="22"/>
        </w:rPr>
        <w:t>)</w:t>
      </w:r>
    </w:p>
    <w:p w14:paraId="11391C13" w14:textId="77777777" w:rsidR="000E2B82" w:rsidRPr="00585EFA" w:rsidRDefault="000E2B82" w:rsidP="00585EFA">
      <w:pPr>
        <w:tabs>
          <w:tab w:val="left" w:pos="0"/>
        </w:tabs>
        <w:jc w:val="both"/>
        <w:rPr>
          <w:rFonts w:ascii="Comic Sans MS" w:hAnsi="Comic Sans MS"/>
          <w:sz w:val="22"/>
          <w:szCs w:val="22"/>
        </w:rPr>
      </w:pPr>
    </w:p>
    <w:p w14:paraId="53A7406A" w14:textId="16694B09" w:rsidR="000E2B82" w:rsidRPr="00585EFA" w:rsidRDefault="000E2B82" w:rsidP="00585EFA">
      <w:pPr>
        <w:pStyle w:val="Paragraphedeliste"/>
        <w:numPr>
          <w:ilvl w:val="0"/>
          <w:numId w:val="30"/>
        </w:numPr>
        <w:tabs>
          <w:tab w:val="left" w:pos="0"/>
        </w:tabs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>Expliquez pourquoi le fait d’être immergé, m</w:t>
      </w:r>
      <w:r w:rsidR="00461AA6" w:rsidRPr="00585EFA">
        <w:rPr>
          <w:rFonts w:ascii="Comic Sans MS" w:hAnsi="Comic Sans MS"/>
          <w:sz w:val="22"/>
          <w:szCs w:val="22"/>
        </w:rPr>
        <w:t xml:space="preserve">ême </w:t>
      </w:r>
      <w:r w:rsidRPr="00585EFA">
        <w:rPr>
          <w:rFonts w:ascii="Comic Sans MS" w:hAnsi="Comic Sans MS"/>
          <w:sz w:val="22"/>
          <w:szCs w:val="22"/>
        </w:rPr>
        <w:t>pour la nage, augmente</w:t>
      </w:r>
      <w:r w:rsidR="00461AA6" w:rsidRPr="00585EFA">
        <w:rPr>
          <w:rFonts w:ascii="Comic Sans MS" w:hAnsi="Comic Sans MS"/>
          <w:sz w:val="22"/>
          <w:szCs w:val="22"/>
        </w:rPr>
        <w:t xml:space="preserve"> le risque</w:t>
      </w:r>
      <w:r w:rsidR="00032550" w:rsidRPr="00585EFA">
        <w:rPr>
          <w:rFonts w:ascii="Comic Sans MS" w:hAnsi="Comic Sans MS"/>
          <w:sz w:val="22"/>
          <w:szCs w:val="22"/>
        </w:rPr>
        <w:t xml:space="preserve"> d’essoufflement. (2</w:t>
      </w:r>
      <w:r w:rsidRPr="00585EFA">
        <w:rPr>
          <w:rFonts w:ascii="Comic Sans MS" w:hAnsi="Comic Sans MS"/>
          <w:sz w:val="22"/>
          <w:szCs w:val="22"/>
        </w:rPr>
        <w:t xml:space="preserve"> point</w:t>
      </w:r>
      <w:r w:rsidR="00032550" w:rsidRPr="00585EFA">
        <w:rPr>
          <w:rFonts w:ascii="Comic Sans MS" w:hAnsi="Comic Sans MS"/>
          <w:sz w:val="22"/>
          <w:szCs w:val="22"/>
        </w:rPr>
        <w:t>s</w:t>
      </w:r>
      <w:r w:rsidRPr="00585EFA">
        <w:rPr>
          <w:rFonts w:ascii="Comic Sans MS" w:hAnsi="Comic Sans MS"/>
          <w:sz w:val="22"/>
          <w:szCs w:val="22"/>
        </w:rPr>
        <w:t>)</w:t>
      </w:r>
    </w:p>
    <w:p w14:paraId="686496AF" w14:textId="6C7C87CC" w:rsidR="006E2489" w:rsidRPr="00585EFA" w:rsidRDefault="00F46CDF" w:rsidP="00585EFA">
      <w:pPr>
        <w:pStyle w:val="Paragraphedeliste"/>
        <w:numPr>
          <w:ilvl w:val="0"/>
          <w:numId w:val="20"/>
        </w:numPr>
        <w:tabs>
          <w:tab w:val="left" w:pos="0"/>
        </w:tabs>
        <w:ind w:left="567" w:hanging="153"/>
        <w:jc w:val="both"/>
        <w:rPr>
          <w:rFonts w:ascii="Comic Sans MS" w:hAnsi="Comic Sans MS"/>
          <w:color w:val="0000FF"/>
          <w:sz w:val="22"/>
          <w:szCs w:val="22"/>
        </w:rPr>
      </w:pPr>
      <w:r w:rsidRPr="00585EFA">
        <w:rPr>
          <w:rFonts w:ascii="Comic Sans MS" w:hAnsi="Comic Sans MS"/>
          <w:color w:val="0000FF"/>
          <w:sz w:val="22"/>
          <w:szCs w:val="22"/>
        </w:rPr>
        <w:t xml:space="preserve">Le travail musculaire nécessaire à la ventilation est augmenté </w:t>
      </w:r>
      <w:proofErr w:type="gramStart"/>
      <w:r w:rsidRPr="00585EFA">
        <w:rPr>
          <w:rFonts w:ascii="Comic Sans MS" w:hAnsi="Comic Sans MS"/>
          <w:color w:val="0000FF"/>
          <w:sz w:val="22"/>
          <w:szCs w:val="22"/>
        </w:rPr>
        <w:t>par:</w:t>
      </w:r>
      <w:proofErr w:type="gramEnd"/>
    </w:p>
    <w:p w14:paraId="249E6A7E" w14:textId="52F66371" w:rsidR="000E2B82" w:rsidRPr="00585EFA" w:rsidRDefault="000E2B82" w:rsidP="00585EFA">
      <w:pPr>
        <w:pStyle w:val="Paragraphedeliste"/>
        <w:numPr>
          <w:ilvl w:val="0"/>
          <w:numId w:val="21"/>
        </w:numPr>
        <w:tabs>
          <w:tab w:val="left" w:pos="0"/>
        </w:tabs>
        <w:ind w:left="851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La redistribution de</w:t>
      </w:r>
      <w:r w:rsidR="00F46CDF" w:rsidRPr="00585EFA">
        <w:rPr>
          <w:rFonts w:ascii="Comic Sans MS" w:hAnsi="Comic Sans MS"/>
          <w:i/>
          <w:color w:val="0000FF"/>
          <w:sz w:val="22"/>
          <w:szCs w:val="22"/>
        </w:rPr>
        <w:t xml:space="preserve"> la masse sanguine vers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les poumons</w:t>
      </w:r>
      <w:r w:rsidR="00461AA6" w:rsidRPr="00585EFA">
        <w:rPr>
          <w:rFonts w:ascii="Comic Sans MS" w:hAnsi="Comic Sans MS"/>
          <w:i/>
          <w:color w:val="0000FF"/>
          <w:sz w:val="22"/>
          <w:szCs w:val="22"/>
        </w:rPr>
        <w:t xml:space="preserve"> (bloodshift) est majorée</w:t>
      </w:r>
      <w:r w:rsidR="00F46CDF" w:rsidRPr="00585EFA">
        <w:rPr>
          <w:rFonts w:ascii="Comic Sans MS" w:hAnsi="Comic Sans MS"/>
          <w:i/>
          <w:color w:val="0000FF"/>
          <w:sz w:val="22"/>
          <w:szCs w:val="22"/>
        </w:rPr>
        <w:t xml:space="preserve"> par l’immersion et la position horizontale. La distensibilité (élasticité) des poumons est diminuée et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l’expi</w:t>
      </w:r>
      <w:r w:rsidR="006E2489" w:rsidRPr="00585EFA">
        <w:rPr>
          <w:rFonts w:ascii="Comic Sans MS" w:hAnsi="Comic Sans MS"/>
          <w:i/>
          <w:color w:val="0000FF"/>
          <w:sz w:val="22"/>
          <w:szCs w:val="22"/>
        </w:rPr>
        <w:t>ration devient active.</w:t>
      </w:r>
    </w:p>
    <w:p w14:paraId="6C682AA7" w14:textId="2E6DC033" w:rsidR="00080D80" w:rsidRPr="00585EFA" w:rsidRDefault="006E2489" w:rsidP="00585EFA">
      <w:pPr>
        <w:pStyle w:val="Paragraphedeliste"/>
        <w:numPr>
          <w:ilvl w:val="0"/>
          <w:numId w:val="21"/>
        </w:numPr>
        <w:tabs>
          <w:tab w:val="left" w:pos="0"/>
        </w:tabs>
        <w:ind w:left="851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Le </w:t>
      </w:r>
      <w:r w:rsidR="00F46CDF" w:rsidRPr="00585EFA">
        <w:rPr>
          <w:rFonts w:ascii="Comic Sans MS" w:hAnsi="Comic Sans MS"/>
          <w:i/>
          <w:color w:val="0000FF"/>
          <w:sz w:val="22"/>
          <w:szCs w:val="22"/>
        </w:rPr>
        <w:t xml:space="preserve">port de la combinaison gène l’inspiration 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>en limitant la capacité d’</w:t>
      </w:r>
      <w:r w:rsidR="00F46CDF" w:rsidRPr="00585EFA">
        <w:rPr>
          <w:rFonts w:ascii="Comic Sans MS" w:hAnsi="Comic Sans MS"/>
          <w:i/>
          <w:color w:val="0000FF"/>
          <w:sz w:val="22"/>
          <w:szCs w:val="22"/>
        </w:rPr>
        <w:t>expansion de la cage thoracique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F46CDF" w:rsidRPr="00585EFA">
        <w:rPr>
          <w:rFonts w:ascii="Comic Sans MS" w:hAnsi="Comic Sans MS"/>
          <w:i/>
          <w:color w:val="0000FF"/>
          <w:sz w:val="22"/>
          <w:szCs w:val="22"/>
        </w:rPr>
        <w:t>(</w:t>
      </w:r>
      <w:r w:rsidR="00A50D8D" w:rsidRPr="00585EFA">
        <w:rPr>
          <w:rFonts w:ascii="Comic Sans MS" w:hAnsi="Comic Sans MS"/>
          <w:i/>
          <w:color w:val="0000FF"/>
          <w:sz w:val="22"/>
          <w:szCs w:val="22"/>
        </w:rPr>
        <w:t>Rq : c’est</w:t>
      </w:r>
      <w:r w:rsidR="00F46CDF" w:rsidRPr="00585EFA">
        <w:rPr>
          <w:rFonts w:ascii="Comic Sans MS" w:hAnsi="Comic Sans MS"/>
          <w:i/>
          <w:color w:val="0000FF"/>
          <w:sz w:val="22"/>
          <w:szCs w:val="22"/>
        </w:rPr>
        <w:t xml:space="preserve"> l’</w:t>
      </w:r>
      <w:r w:rsidR="001F2962" w:rsidRPr="00585EFA">
        <w:rPr>
          <w:rFonts w:ascii="Comic Sans MS" w:hAnsi="Comic Sans MS"/>
          <w:i/>
          <w:color w:val="0000FF"/>
          <w:sz w:val="22"/>
          <w:szCs w:val="22"/>
        </w:rPr>
        <w:t xml:space="preserve">un </w:t>
      </w:r>
      <w:r w:rsidR="00B64045" w:rsidRPr="00585EFA">
        <w:rPr>
          <w:rFonts w:ascii="Comic Sans MS" w:hAnsi="Comic Sans MS"/>
          <w:i/>
          <w:color w:val="0000FF"/>
          <w:sz w:val="22"/>
          <w:szCs w:val="22"/>
        </w:rPr>
        <w:t>des facteurs incriminés</w:t>
      </w:r>
      <w:r w:rsidR="001F2962" w:rsidRPr="00585EFA">
        <w:rPr>
          <w:rFonts w:ascii="Comic Sans MS" w:hAnsi="Comic Sans MS"/>
          <w:i/>
          <w:color w:val="0000FF"/>
          <w:sz w:val="22"/>
          <w:szCs w:val="22"/>
        </w:rPr>
        <w:t xml:space="preserve"> dans la survenue d’oedème pulmonaires d’immersion en surface, en particuliers chez les nageurs de combat et les triathlètes)</w:t>
      </w:r>
    </w:p>
    <w:p w14:paraId="38C3515D" w14:textId="799698E0" w:rsidR="006E2489" w:rsidRPr="00585EFA" w:rsidRDefault="00B64045" w:rsidP="00585EFA">
      <w:pPr>
        <w:pStyle w:val="Paragraphedeliste"/>
        <w:numPr>
          <w:ilvl w:val="0"/>
          <w:numId w:val="18"/>
        </w:numPr>
        <w:tabs>
          <w:tab w:val="left" w:pos="0"/>
        </w:tabs>
        <w:ind w:left="567" w:hanging="141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Le tuba augmente</w:t>
      </w:r>
      <w:r w:rsidR="006E2489" w:rsidRPr="00585EFA">
        <w:rPr>
          <w:rFonts w:ascii="Comic Sans MS" w:hAnsi="Comic Sans MS"/>
          <w:i/>
          <w:color w:val="0000FF"/>
          <w:sz w:val="22"/>
          <w:szCs w:val="22"/>
        </w:rPr>
        <w:t xml:space="preserve"> l’espace mort.</w:t>
      </w:r>
    </w:p>
    <w:p w14:paraId="4B9E4A3E" w14:textId="47D10449" w:rsidR="001F2962" w:rsidRPr="00585EFA" w:rsidRDefault="001F2962" w:rsidP="00585EFA">
      <w:pPr>
        <w:pStyle w:val="Paragraphedeliste"/>
        <w:numPr>
          <w:ilvl w:val="0"/>
          <w:numId w:val="18"/>
        </w:numPr>
        <w:tabs>
          <w:tab w:val="left" w:pos="0"/>
        </w:tabs>
        <w:ind w:left="567" w:hanging="141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Une m</w:t>
      </w:r>
      <w:r w:rsidR="000E2B82" w:rsidRPr="00585EFA">
        <w:rPr>
          <w:rFonts w:ascii="Comic Sans MS" w:hAnsi="Comic Sans MS"/>
          <w:i/>
          <w:color w:val="0000FF"/>
          <w:sz w:val="22"/>
          <w:szCs w:val="22"/>
        </w:rPr>
        <w:t>auvaise techniqu</w:t>
      </w:r>
      <w:r w:rsidR="00461AA6" w:rsidRPr="00585EFA">
        <w:rPr>
          <w:rFonts w:ascii="Comic Sans MS" w:hAnsi="Comic Sans MS"/>
          <w:i/>
          <w:color w:val="0000FF"/>
          <w:sz w:val="22"/>
          <w:szCs w:val="22"/>
        </w:rPr>
        <w:t>e de palmage, le froid, le</w:t>
      </w: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 courant et le lestage augmentent l’effort musculaire nécessaire à la nage et entrainent une production accrue de CO</w:t>
      </w:r>
      <w:r w:rsidRPr="00585EFA">
        <w:rPr>
          <w:rFonts w:ascii="Comic Sans MS" w:hAnsi="Comic Sans MS"/>
          <w:i/>
          <w:color w:val="0000FF"/>
          <w:sz w:val="22"/>
          <w:szCs w:val="22"/>
          <w:vertAlign w:val="subscript"/>
        </w:rPr>
        <w:t>2</w:t>
      </w:r>
    </w:p>
    <w:p w14:paraId="3DA82025" w14:textId="77777777" w:rsidR="00E65699" w:rsidRPr="00585EFA" w:rsidRDefault="00E65699" w:rsidP="00585EFA">
      <w:pPr>
        <w:jc w:val="both"/>
        <w:rPr>
          <w:rFonts w:ascii="Comic Sans MS" w:hAnsi="Comic Sans MS"/>
          <w:sz w:val="22"/>
          <w:szCs w:val="22"/>
        </w:rPr>
      </w:pPr>
      <w:bookmarkStart w:id="0" w:name="_GoBack"/>
      <w:bookmarkEnd w:id="0"/>
    </w:p>
    <w:p w14:paraId="75E5F086" w14:textId="055246DA" w:rsidR="000E2B82" w:rsidRPr="00585EFA" w:rsidRDefault="000E2B82" w:rsidP="00585EFA">
      <w:pPr>
        <w:pStyle w:val="Paragraphedeliste"/>
        <w:numPr>
          <w:ilvl w:val="0"/>
          <w:numId w:val="30"/>
        </w:num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Quelle filière est </w:t>
      </w:r>
      <w:r w:rsidR="00461AA6" w:rsidRPr="00585EFA">
        <w:rPr>
          <w:rFonts w:ascii="Comic Sans MS" w:hAnsi="Comic Sans MS"/>
          <w:sz w:val="22"/>
          <w:szCs w:val="22"/>
        </w:rPr>
        <w:t xml:space="preserve">principalement utilisée pendant </w:t>
      </w:r>
      <w:r w:rsidRPr="00585EFA">
        <w:rPr>
          <w:rFonts w:ascii="Comic Sans MS" w:hAnsi="Comic Sans MS"/>
          <w:sz w:val="22"/>
          <w:szCs w:val="22"/>
        </w:rPr>
        <w:t xml:space="preserve">l’épreuve de nage </w:t>
      </w:r>
      <w:r w:rsidR="00461AA6" w:rsidRPr="00585EFA">
        <w:rPr>
          <w:rFonts w:ascii="Comic Sans MS" w:hAnsi="Comic Sans MS"/>
          <w:sz w:val="22"/>
          <w:szCs w:val="22"/>
        </w:rPr>
        <w:t xml:space="preserve">PMT </w:t>
      </w:r>
      <w:r w:rsidRPr="00585EFA">
        <w:rPr>
          <w:rFonts w:ascii="Comic Sans MS" w:hAnsi="Comic Sans MS"/>
          <w:sz w:val="22"/>
          <w:szCs w:val="22"/>
        </w:rPr>
        <w:t xml:space="preserve">du guide </w:t>
      </w:r>
      <w:r w:rsidR="00585EFA">
        <w:rPr>
          <w:rFonts w:ascii="Comic Sans MS" w:hAnsi="Comic Sans MS"/>
          <w:sz w:val="22"/>
          <w:szCs w:val="22"/>
        </w:rPr>
        <w:t xml:space="preserve">de </w:t>
      </w:r>
      <w:r w:rsidRPr="00585EFA">
        <w:rPr>
          <w:rFonts w:ascii="Comic Sans MS" w:hAnsi="Comic Sans MS"/>
          <w:sz w:val="22"/>
          <w:szCs w:val="22"/>
        </w:rPr>
        <w:t>palanquée ? (1 point)</w:t>
      </w:r>
    </w:p>
    <w:p w14:paraId="114930A8" w14:textId="74AAD283" w:rsidR="000E2B82" w:rsidRPr="00585EFA" w:rsidRDefault="00461AA6" w:rsidP="00585EFA">
      <w:pPr>
        <w:ind w:left="567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 xml:space="preserve">Filière </w:t>
      </w:r>
      <w:r w:rsidR="00BC44B5" w:rsidRPr="00585EFA">
        <w:rPr>
          <w:rFonts w:ascii="Comic Sans MS" w:hAnsi="Comic Sans MS"/>
          <w:i/>
          <w:color w:val="0000FF"/>
          <w:sz w:val="22"/>
          <w:szCs w:val="22"/>
        </w:rPr>
        <w:t>aérobie :</w:t>
      </w:r>
      <w:r w:rsidR="00A50D8D" w:rsidRPr="00585EFA">
        <w:rPr>
          <w:rFonts w:ascii="Comic Sans MS" w:hAnsi="Comic Sans MS"/>
          <w:i/>
          <w:color w:val="0000FF"/>
          <w:sz w:val="22"/>
          <w:szCs w:val="22"/>
        </w:rPr>
        <w:t xml:space="preserve"> e</w:t>
      </w:r>
      <w:r w:rsidR="008E70C8" w:rsidRPr="00585EFA">
        <w:rPr>
          <w:rFonts w:ascii="Comic Sans MS" w:hAnsi="Comic Sans MS"/>
          <w:i/>
          <w:color w:val="0000FF"/>
          <w:sz w:val="22"/>
          <w:szCs w:val="22"/>
        </w:rPr>
        <w:t>fforts</w:t>
      </w:r>
      <w:r w:rsidR="00A50D8D" w:rsidRPr="00585EFA">
        <w:rPr>
          <w:rFonts w:ascii="Comic Sans MS" w:hAnsi="Comic Sans MS"/>
          <w:i/>
          <w:color w:val="0000FF"/>
          <w:sz w:val="22"/>
          <w:szCs w:val="22"/>
        </w:rPr>
        <w:t xml:space="preserve"> d’intensité moyenne sur une durée relativement longue</w:t>
      </w:r>
    </w:p>
    <w:p w14:paraId="3FDC46C4" w14:textId="77777777" w:rsidR="00624979" w:rsidRPr="00585EFA" w:rsidRDefault="00624979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3C7BF729" w14:textId="4B230D3F" w:rsidR="00624979" w:rsidRPr="00585EFA" w:rsidRDefault="00624979" w:rsidP="00585EFA">
      <w:pPr>
        <w:pStyle w:val="Retraittype1"/>
        <w:numPr>
          <w:ilvl w:val="0"/>
          <w:numId w:val="30"/>
        </w:numPr>
        <w:spacing w:line="240" w:lineRule="auto"/>
        <w:rPr>
          <w:rFonts w:ascii="Comic Sans MS" w:hAnsi="Comic Sans MS" w:cs="Arial"/>
          <w:color w:val="000000"/>
          <w:sz w:val="22"/>
          <w:szCs w:val="22"/>
        </w:rPr>
      </w:pPr>
      <w:r w:rsidRPr="00585EFA">
        <w:rPr>
          <w:rFonts w:ascii="Comic Sans MS" w:hAnsi="Comic Sans MS" w:cs="Arial"/>
          <w:color w:val="000000"/>
          <w:sz w:val="22"/>
          <w:szCs w:val="22"/>
        </w:rPr>
        <w:t xml:space="preserve">Quelles </w:t>
      </w:r>
      <w:r w:rsidR="00A50D8D" w:rsidRPr="00585EFA">
        <w:rPr>
          <w:rFonts w:ascii="Comic Sans MS" w:hAnsi="Comic Sans MS" w:cs="Arial"/>
          <w:color w:val="000000"/>
          <w:sz w:val="22"/>
          <w:szCs w:val="22"/>
        </w:rPr>
        <w:t>en sont l</w:t>
      </w:r>
      <w:r w:rsidRPr="00585EFA">
        <w:rPr>
          <w:rFonts w:ascii="Comic Sans MS" w:hAnsi="Comic Sans MS" w:cs="Arial"/>
          <w:color w:val="000000"/>
          <w:sz w:val="22"/>
          <w:szCs w:val="22"/>
        </w:rPr>
        <w:t xml:space="preserve">es </w:t>
      </w:r>
      <w:r w:rsidR="00A50D8D" w:rsidRPr="00585EFA">
        <w:rPr>
          <w:rFonts w:ascii="Comic Sans MS" w:hAnsi="Comic Sans MS" w:cs="Arial"/>
          <w:color w:val="000000"/>
          <w:sz w:val="22"/>
          <w:szCs w:val="22"/>
        </w:rPr>
        <w:t xml:space="preserve">principales caractéristiques </w:t>
      </w:r>
      <w:r w:rsidRPr="00585EFA">
        <w:rPr>
          <w:rFonts w:ascii="Comic Sans MS" w:hAnsi="Comic Sans MS" w:cs="Arial"/>
          <w:color w:val="000000"/>
          <w:sz w:val="22"/>
          <w:szCs w:val="22"/>
        </w:rPr>
        <w:t>: délai de mise en route, durée de tenue de l’effort, puissance et facteur</w:t>
      </w:r>
      <w:r w:rsidR="00440E0D" w:rsidRPr="00585EFA">
        <w:rPr>
          <w:rFonts w:ascii="Comic Sans MS" w:hAnsi="Comic Sans MS" w:cs="Arial"/>
          <w:color w:val="000000"/>
          <w:sz w:val="22"/>
          <w:szCs w:val="22"/>
        </w:rPr>
        <w:t>s</w:t>
      </w:r>
      <w:r w:rsidRPr="00585EFA">
        <w:rPr>
          <w:rFonts w:ascii="Comic Sans MS" w:hAnsi="Comic Sans MS" w:cs="Arial"/>
          <w:color w:val="000000"/>
          <w:sz w:val="22"/>
          <w:szCs w:val="22"/>
        </w:rPr>
        <w:t xml:space="preserve"> </w:t>
      </w:r>
      <w:r w:rsidR="00EB6230" w:rsidRPr="00585EFA">
        <w:rPr>
          <w:rFonts w:ascii="Comic Sans MS" w:hAnsi="Comic Sans MS" w:cs="Arial"/>
          <w:color w:val="000000"/>
          <w:sz w:val="22"/>
          <w:szCs w:val="22"/>
        </w:rPr>
        <w:t>limitant</w:t>
      </w:r>
      <w:r w:rsidR="00440E0D" w:rsidRPr="00585EFA">
        <w:rPr>
          <w:rFonts w:ascii="Comic Sans MS" w:hAnsi="Comic Sans MS" w:cs="Arial"/>
          <w:color w:val="000000"/>
          <w:sz w:val="22"/>
          <w:szCs w:val="22"/>
        </w:rPr>
        <w:t> ?</w:t>
      </w:r>
      <w:r w:rsidRPr="00585EFA">
        <w:rPr>
          <w:rFonts w:ascii="Comic Sans MS" w:hAnsi="Comic Sans MS"/>
          <w:sz w:val="22"/>
          <w:szCs w:val="22"/>
        </w:rPr>
        <w:t xml:space="preserve"> </w:t>
      </w:r>
      <w:r w:rsidRPr="00585EFA">
        <w:rPr>
          <w:rFonts w:ascii="Comic Sans MS" w:hAnsi="Comic Sans MS" w:cs="Arial"/>
          <w:color w:val="000000"/>
          <w:sz w:val="22"/>
          <w:szCs w:val="22"/>
        </w:rPr>
        <w:t>(1 point)</w:t>
      </w:r>
    </w:p>
    <w:p w14:paraId="7AC5A3C7" w14:textId="77777777" w:rsidR="00624979" w:rsidRPr="00585EFA" w:rsidRDefault="00624979" w:rsidP="00585EFA">
      <w:pPr>
        <w:pStyle w:val="Retraittype1"/>
        <w:numPr>
          <w:ilvl w:val="0"/>
          <w:numId w:val="19"/>
        </w:numPr>
        <w:spacing w:line="240" w:lineRule="auto"/>
        <w:ind w:left="567" w:hanging="153"/>
        <w:rPr>
          <w:rFonts w:ascii="Comic Sans MS" w:hAnsi="Comic Sans MS" w:cs="Arial"/>
          <w:i/>
          <w:color w:val="0000FF"/>
          <w:sz w:val="22"/>
          <w:szCs w:val="22"/>
        </w:rPr>
      </w:pPr>
      <w:r w:rsidRPr="00585EFA">
        <w:rPr>
          <w:rFonts w:ascii="Comic Sans MS" w:hAnsi="Comic Sans MS" w:cs="Arial"/>
          <w:i/>
          <w:color w:val="0000FF"/>
          <w:sz w:val="22"/>
          <w:szCs w:val="22"/>
        </w:rPr>
        <w:t>Délai de mise en route : 2 à 3 minutes</w:t>
      </w:r>
    </w:p>
    <w:p w14:paraId="0B290454" w14:textId="775C17F4" w:rsidR="00624979" w:rsidRPr="00585EFA" w:rsidRDefault="00624979" w:rsidP="00585EFA">
      <w:pPr>
        <w:pStyle w:val="Retraittype1"/>
        <w:numPr>
          <w:ilvl w:val="0"/>
          <w:numId w:val="19"/>
        </w:numPr>
        <w:spacing w:line="240" w:lineRule="auto"/>
        <w:ind w:left="567" w:hanging="153"/>
        <w:rPr>
          <w:rFonts w:ascii="Comic Sans MS" w:hAnsi="Comic Sans MS" w:cs="Arial"/>
          <w:i/>
          <w:color w:val="0000FF"/>
          <w:sz w:val="22"/>
          <w:szCs w:val="22"/>
        </w:rPr>
      </w:pPr>
      <w:r w:rsidRPr="00585EFA">
        <w:rPr>
          <w:rFonts w:ascii="Comic Sans MS" w:hAnsi="Comic Sans MS" w:cs="Arial"/>
          <w:i/>
          <w:color w:val="0000FF"/>
          <w:sz w:val="22"/>
          <w:szCs w:val="22"/>
        </w:rPr>
        <w:t>Durée de t</w:t>
      </w:r>
      <w:r w:rsidR="007F4FFB" w:rsidRPr="00585EFA">
        <w:rPr>
          <w:rFonts w:ascii="Comic Sans MS" w:hAnsi="Comic Sans MS" w:cs="Arial"/>
          <w:i/>
          <w:color w:val="0000FF"/>
          <w:sz w:val="22"/>
          <w:szCs w:val="22"/>
        </w:rPr>
        <w:t>enue de l’effort : plusieurs heures</w:t>
      </w:r>
    </w:p>
    <w:p w14:paraId="3F97C7E2" w14:textId="329B88E1" w:rsidR="00624979" w:rsidRPr="00585EFA" w:rsidRDefault="007F4FFB" w:rsidP="00585EFA">
      <w:pPr>
        <w:pStyle w:val="Retraittype1"/>
        <w:numPr>
          <w:ilvl w:val="0"/>
          <w:numId w:val="19"/>
        </w:numPr>
        <w:spacing w:line="240" w:lineRule="auto"/>
        <w:ind w:left="567" w:hanging="153"/>
        <w:rPr>
          <w:rFonts w:ascii="Comic Sans MS" w:hAnsi="Comic Sans MS" w:cs="Arial"/>
          <w:i/>
          <w:color w:val="0000FF"/>
          <w:sz w:val="22"/>
          <w:szCs w:val="22"/>
        </w:rPr>
      </w:pPr>
      <w:r w:rsidRPr="00585EFA">
        <w:rPr>
          <w:rFonts w:ascii="Comic Sans MS" w:hAnsi="Comic Sans MS" w:cs="Arial"/>
          <w:i/>
          <w:color w:val="0000FF"/>
          <w:sz w:val="22"/>
          <w:szCs w:val="22"/>
        </w:rPr>
        <w:t>Puissance : m</w:t>
      </w:r>
      <w:r w:rsidR="00624979" w:rsidRPr="00585EFA">
        <w:rPr>
          <w:rFonts w:ascii="Comic Sans MS" w:hAnsi="Comic Sans MS" w:cs="Arial"/>
          <w:i/>
          <w:color w:val="0000FF"/>
          <w:sz w:val="22"/>
          <w:szCs w:val="22"/>
        </w:rPr>
        <w:t>oyenne, fonction du VO2max</w:t>
      </w:r>
    </w:p>
    <w:p w14:paraId="3CDBF9E0" w14:textId="55333308" w:rsidR="00624979" w:rsidRPr="00585EFA" w:rsidRDefault="007F4FFB" w:rsidP="00585EFA">
      <w:pPr>
        <w:pStyle w:val="Retraittype1"/>
        <w:numPr>
          <w:ilvl w:val="0"/>
          <w:numId w:val="19"/>
        </w:numPr>
        <w:spacing w:line="240" w:lineRule="auto"/>
        <w:ind w:left="567" w:hanging="153"/>
        <w:rPr>
          <w:rFonts w:ascii="Comic Sans MS" w:hAnsi="Comic Sans MS"/>
          <w:i/>
          <w:color w:val="0000FF"/>
          <w:sz w:val="22"/>
          <w:szCs w:val="22"/>
        </w:rPr>
      </w:pPr>
      <w:proofErr w:type="gramStart"/>
      <w:r w:rsidRPr="00585EFA">
        <w:rPr>
          <w:rFonts w:ascii="Comic Sans MS" w:hAnsi="Comic Sans MS" w:cs="Arial"/>
          <w:i/>
          <w:color w:val="0000FF"/>
          <w:sz w:val="22"/>
          <w:szCs w:val="22"/>
        </w:rPr>
        <w:t>Facteur</w:t>
      </w:r>
      <w:r w:rsidR="00440E0D" w:rsidRPr="00585EFA">
        <w:rPr>
          <w:rFonts w:ascii="Comic Sans MS" w:hAnsi="Comic Sans MS" w:cs="Arial"/>
          <w:i/>
          <w:color w:val="0000FF"/>
          <w:sz w:val="22"/>
          <w:szCs w:val="22"/>
        </w:rPr>
        <w:t>s</w:t>
      </w:r>
      <w:r w:rsidRPr="00585EFA">
        <w:rPr>
          <w:rFonts w:ascii="Comic Sans MS" w:hAnsi="Comic Sans MS" w:cs="Arial"/>
          <w:i/>
          <w:color w:val="0000FF"/>
          <w:sz w:val="22"/>
          <w:szCs w:val="22"/>
        </w:rPr>
        <w:t xml:space="preserve"> </w:t>
      </w:r>
      <w:r w:rsidR="00EB6230" w:rsidRPr="00585EFA">
        <w:rPr>
          <w:rFonts w:ascii="Comic Sans MS" w:hAnsi="Comic Sans MS" w:cs="Arial"/>
          <w:i/>
          <w:color w:val="0000FF"/>
          <w:sz w:val="22"/>
          <w:szCs w:val="22"/>
        </w:rPr>
        <w:t>limitant</w:t>
      </w:r>
      <w:proofErr w:type="gramEnd"/>
      <w:r w:rsidRPr="00585EFA">
        <w:rPr>
          <w:rFonts w:ascii="Comic Sans MS" w:hAnsi="Comic Sans MS" w:cs="Arial"/>
          <w:i/>
          <w:color w:val="0000FF"/>
          <w:sz w:val="22"/>
          <w:szCs w:val="22"/>
        </w:rPr>
        <w:t> : i</w:t>
      </w:r>
      <w:r w:rsidR="00624979" w:rsidRPr="00585EFA">
        <w:rPr>
          <w:rFonts w:ascii="Comic Sans MS" w:hAnsi="Comic Sans MS" w:cs="Arial"/>
          <w:i/>
          <w:color w:val="0000FF"/>
          <w:sz w:val="22"/>
          <w:szCs w:val="22"/>
        </w:rPr>
        <w:t>llim</w:t>
      </w:r>
      <w:r w:rsidRPr="00585EFA">
        <w:rPr>
          <w:rFonts w:ascii="Comic Sans MS" w:hAnsi="Comic Sans MS" w:cs="Arial"/>
          <w:i/>
          <w:color w:val="0000FF"/>
          <w:sz w:val="22"/>
          <w:szCs w:val="22"/>
        </w:rPr>
        <w:t>ité en théorie mais en pratique : fatigue, chaleur, etc.</w:t>
      </w:r>
    </w:p>
    <w:p w14:paraId="012FA87C" w14:textId="77777777" w:rsidR="003D4B14" w:rsidRPr="00585EFA" w:rsidRDefault="003D4B14" w:rsidP="00585EFA">
      <w:pPr>
        <w:jc w:val="both"/>
        <w:rPr>
          <w:rFonts w:ascii="Comic Sans MS" w:hAnsi="Comic Sans MS"/>
          <w:i/>
          <w:color w:val="00B0F0"/>
          <w:sz w:val="22"/>
          <w:szCs w:val="22"/>
        </w:rPr>
      </w:pPr>
    </w:p>
    <w:p w14:paraId="5445BC53" w14:textId="4A3B81DE" w:rsidR="000E2B82" w:rsidRPr="00585EFA" w:rsidRDefault="007F4FFB" w:rsidP="00585EFA">
      <w:pPr>
        <w:pStyle w:val="Paragraphedeliste"/>
        <w:numPr>
          <w:ilvl w:val="0"/>
          <w:numId w:val="30"/>
        </w:numPr>
        <w:jc w:val="both"/>
        <w:rPr>
          <w:rFonts w:ascii="Comic Sans MS" w:hAnsi="Comic Sans MS"/>
          <w:sz w:val="22"/>
          <w:szCs w:val="22"/>
        </w:rPr>
      </w:pPr>
      <w:r w:rsidRPr="00585EFA">
        <w:rPr>
          <w:rFonts w:ascii="Comic Sans MS" w:hAnsi="Comic Sans MS"/>
          <w:sz w:val="22"/>
          <w:szCs w:val="22"/>
        </w:rPr>
        <w:t xml:space="preserve">Comment allez vous organiser </w:t>
      </w:r>
      <w:r w:rsidR="000E2B82" w:rsidRPr="00585EFA">
        <w:rPr>
          <w:rFonts w:ascii="Comic Sans MS" w:hAnsi="Comic Sans MS"/>
          <w:sz w:val="22"/>
          <w:szCs w:val="22"/>
        </w:rPr>
        <w:t xml:space="preserve">l’entrainement </w:t>
      </w:r>
      <w:r w:rsidR="00BF11CA" w:rsidRPr="00585EFA">
        <w:rPr>
          <w:rFonts w:ascii="Comic Sans MS" w:hAnsi="Comic Sans MS"/>
          <w:sz w:val="22"/>
          <w:szCs w:val="22"/>
        </w:rPr>
        <w:t>physique de vos</w:t>
      </w:r>
      <w:r w:rsidR="000E2B82" w:rsidRPr="00585EFA">
        <w:rPr>
          <w:rFonts w:ascii="Comic Sans MS" w:hAnsi="Comic Sans MS"/>
          <w:sz w:val="22"/>
          <w:szCs w:val="22"/>
        </w:rPr>
        <w:t xml:space="preserve"> stagiaires guide de </w:t>
      </w:r>
      <w:r w:rsidR="00382FD9" w:rsidRPr="00585EFA">
        <w:rPr>
          <w:rFonts w:ascii="Comic Sans MS" w:hAnsi="Comic Sans MS"/>
          <w:sz w:val="22"/>
          <w:szCs w:val="22"/>
        </w:rPr>
        <w:t>palanquée au cours de la saison</w:t>
      </w:r>
      <w:r w:rsidRPr="00585EFA">
        <w:rPr>
          <w:rFonts w:ascii="Comic Sans MS" w:hAnsi="Comic Sans MS"/>
          <w:sz w:val="22"/>
          <w:szCs w:val="22"/>
        </w:rPr>
        <w:t xml:space="preserve"> </w:t>
      </w:r>
      <w:r w:rsidR="00382FD9" w:rsidRPr="00585EFA">
        <w:rPr>
          <w:rFonts w:ascii="Comic Sans MS" w:hAnsi="Comic Sans MS"/>
          <w:sz w:val="22"/>
          <w:szCs w:val="22"/>
        </w:rPr>
        <w:t>?</w:t>
      </w:r>
      <w:r w:rsidR="00BF11CA" w:rsidRPr="00585EFA">
        <w:rPr>
          <w:rFonts w:ascii="Comic Sans MS" w:hAnsi="Comic Sans MS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sz w:val="22"/>
          <w:szCs w:val="22"/>
        </w:rPr>
        <w:t>(</w:t>
      </w:r>
      <w:r w:rsidR="00A60767" w:rsidRPr="00585EFA">
        <w:rPr>
          <w:rFonts w:ascii="Comic Sans MS" w:hAnsi="Comic Sans MS"/>
          <w:sz w:val="22"/>
          <w:szCs w:val="22"/>
        </w:rPr>
        <w:t>3</w:t>
      </w:r>
      <w:r w:rsidR="000013B9" w:rsidRPr="00585EFA">
        <w:rPr>
          <w:rFonts w:ascii="Comic Sans MS" w:hAnsi="Comic Sans MS"/>
          <w:sz w:val="22"/>
          <w:szCs w:val="22"/>
        </w:rPr>
        <w:t xml:space="preserve"> </w:t>
      </w:r>
      <w:r w:rsidR="000E2B82" w:rsidRPr="00585EFA">
        <w:rPr>
          <w:rFonts w:ascii="Comic Sans MS" w:hAnsi="Comic Sans MS"/>
          <w:sz w:val="22"/>
          <w:szCs w:val="22"/>
        </w:rPr>
        <w:t>points)</w:t>
      </w:r>
    </w:p>
    <w:p w14:paraId="1256A9C7" w14:textId="77777777" w:rsidR="00D3462F" w:rsidRPr="00585EFA" w:rsidRDefault="00D3462F" w:rsidP="00585EFA">
      <w:pPr>
        <w:jc w:val="both"/>
        <w:rPr>
          <w:rFonts w:ascii="Comic Sans MS" w:hAnsi="Comic Sans MS"/>
          <w:sz w:val="22"/>
          <w:szCs w:val="22"/>
        </w:rPr>
      </w:pPr>
    </w:p>
    <w:p w14:paraId="37B212B5" w14:textId="52F78699" w:rsidR="0039108A" w:rsidRPr="00585EFA" w:rsidRDefault="0039108A" w:rsidP="00585EFA">
      <w:pPr>
        <w:numPr>
          <w:ilvl w:val="0"/>
          <w:numId w:val="22"/>
        </w:numPr>
        <w:ind w:left="567" w:right="425" w:hanging="153"/>
        <w:jc w:val="both"/>
        <w:rPr>
          <w:rFonts w:ascii="Comic Sans MS" w:hAnsi="Comic Sans MS"/>
          <w:b/>
          <w:bCs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 xml:space="preserve">Premier tiers </w:t>
      </w:r>
      <w:r w:rsidR="00585EFA"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>d’entraînement :</w:t>
      </w:r>
      <w:r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 xml:space="preserve"> </w:t>
      </w:r>
    </w:p>
    <w:p w14:paraId="45846B64" w14:textId="77777777" w:rsidR="0039108A" w:rsidRPr="00585EFA" w:rsidRDefault="0039108A" w:rsidP="00585EFA">
      <w:pPr>
        <w:numPr>
          <w:ilvl w:val="0"/>
          <w:numId w:val="25"/>
        </w:numPr>
        <w:ind w:right="-284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Entraînement de la filière aérobie, phase commune pour la préparation de toutes les épreuves.</w:t>
      </w:r>
    </w:p>
    <w:p w14:paraId="0418B9AB" w14:textId="77777777" w:rsidR="0039108A" w:rsidRPr="00585EFA" w:rsidRDefault="0039108A" w:rsidP="00585EFA">
      <w:pPr>
        <w:numPr>
          <w:ilvl w:val="0"/>
          <w:numId w:val="25"/>
        </w:numPr>
        <w:ind w:right="425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Travail en milieu artificiel permettant de corriger les défauts techniques</w:t>
      </w:r>
    </w:p>
    <w:p w14:paraId="43977C89" w14:textId="77777777" w:rsidR="0039108A" w:rsidRPr="00585EFA" w:rsidRDefault="0039108A" w:rsidP="00585EFA">
      <w:pPr>
        <w:numPr>
          <w:ilvl w:val="0"/>
          <w:numId w:val="25"/>
        </w:numPr>
        <w:ind w:right="425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Diversifier les activités physiques (natation, vélo, course à pied, ski de fond : on privilégiera les activités qui musclent les membres inférieurs)</w:t>
      </w:r>
    </w:p>
    <w:p w14:paraId="25915C14" w14:textId="77777777" w:rsidR="0039108A" w:rsidRPr="00585EFA" w:rsidRDefault="0039108A" w:rsidP="00585EFA">
      <w:pPr>
        <w:numPr>
          <w:ilvl w:val="0"/>
          <w:numId w:val="25"/>
        </w:numPr>
        <w:ind w:right="425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Augmentation progressive des distances et de la durée.</w:t>
      </w:r>
    </w:p>
    <w:p w14:paraId="5486299B" w14:textId="77777777" w:rsidR="0039108A" w:rsidRPr="00585EFA" w:rsidRDefault="0039108A" w:rsidP="00585EFA">
      <w:pPr>
        <w:numPr>
          <w:ilvl w:val="0"/>
          <w:numId w:val="25"/>
        </w:numPr>
        <w:ind w:right="425" w:hanging="153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lastRenderedPageBreak/>
        <w:t>Augmentation progressive du volume d’entraînement (nombre de séances /semaine)</w:t>
      </w:r>
    </w:p>
    <w:p w14:paraId="67F1F4D1" w14:textId="77777777" w:rsidR="00382FD9" w:rsidRPr="00585EFA" w:rsidRDefault="00382FD9" w:rsidP="00585EFA">
      <w:pPr>
        <w:ind w:left="567" w:right="425"/>
        <w:jc w:val="both"/>
        <w:rPr>
          <w:rFonts w:ascii="Comic Sans MS" w:hAnsi="Comic Sans MS"/>
          <w:i/>
          <w:color w:val="0000FF"/>
          <w:sz w:val="22"/>
          <w:szCs w:val="22"/>
        </w:rPr>
      </w:pPr>
    </w:p>
    <w:p w14:paraId="39F6FDF2" w14:textId="77777777" w:rsidR="0039108A" w:rsidRPr="00585EFA" w:rsidRDefault="0039108A" w:rsidP="00585EFA">
      <w:pPr>
        <w:numPr>
          <w:ilvl w:val="0"/>
          <w:numId w:val="22"/>
        </w:numPr>
        <w:ind w:left="567" w:right="425" w:hanging="153"/>
        <w:jc w:val="both"/>
        <w:rPr>
          <w:rFonts w:ascii="Comic Sans MS" w:hAnsi="Comic Sans MS"/>
          <w:b/>
          <w:bCs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 xml:space="preserve">Deuxième tiers </w:t>
      </w:r>
      <w:proofErr w:type="gramStart"/>
      <w:r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>d’entraînement:</w:t>
      </w:r>
      <w:proofErr w:type="gramEnd"/>
      <w:r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 xml:space="preserve"> </w:t>
      </w:r>
    </w:p>
    <w:p w14:paraId="5378F033" w14:textId="77777777" w:rsidR="0039108A" w:rsidRPr="00585EFA" w:rsidRDefault="0039108A" w:rsidP="00585EFA">
      <w:pPr>
        <w:numPr>
          <w:ilvl w:val="1"/>
          <w:numId w:val="26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Continuer le travail de la filière aérobie.</w:t>
      </w:r>
    </w:p>
    <w:p w14:paraId="61A3B2B6" w14:textId="77777777" w:rsidR="0039108A" w:rsidRPr="00585EFA" w:rsidRDefault="0039108A" w:rsidP="00585EFA">
      <w:pPr>
        <w:numPr>
          <w:ilvl w:val="1"/>
          <w:numId w:val="26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Ajouter des séances de travail au seuil ventilatoire 2 (seuil aérobie-anaérobie) </w:t>
      </w:r>
    </w:p>
    <w:p w14:paraId="600BD651" w14:textId="77777777" w:rsidR="0039108A" w:rsidRPr="00585EFA" w:rsidRDefault="0039108A" w:rsidP="00585EFA">
      <w:pPr>
        <w:numPr>
          <w:ilvl w:val="1"/>
          <w:numId w:val="26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Maintenir ou augmenter le volume d’entraînement (nombre de séances/semaine)</w:t>
      </w:r>
    </w:p>
    <w:p w14:paraId="4129D856" w14:textId="77777777" w:rsidR="0039108A" w:rsidRPr="00585EFA" w:rsidRDefault="0039108A" w:rsidP="00585EFA">
      <w:pPr>
        <w:numPr>
          <w:ilvl w:val="1"/>
          <w:numId w:val="26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Privilégier les séances de natation par rapport aux autres activités physiques.</w:t>
      </w:r>
    </w:p>
    <w:p w14:paraId="4849E798" w14:textId="77777777" w:rsidR="00382FD9" w:rsidRPr="00585EFA" w:rsidRDefault="00382FD9" w:rsidP="00585EFA">
      <w:pPr>
        <w:ind w:left="567" w:right="425"/>
        <w:jc w:val="both"/>
        <w:rPr>
          <w:rFonts w:ascii="Comic Sans MS" w:hAnsi="Comic Sans MS"/>
          <w:i/>
          <w:color w:val="0000FF"/>
          <w:sz w:val="22"/>
          <w:szCs w:val="22"/>
        </w:rPr>
      </w:pPr>
    </w:p>
    <w:p w14:paraId="7D5D3F31" w14:textId="77777777" w:rsidR="0039108A" w:rsidRPr="00585EFA" w:rsidRDefault="0039108A" w:rsidP="00585EFA">
      <w:pPr>
        <w:numPr>
          <w:ilvl w:val="0"/>
          <w:numId w:val="22"/>
        </w:numPr>
        <w:ind w:left="567" w:right="425" w:hanging="153"/>
        <w:jc w:val="both"/>
        <w:rPr>
          <w:rFonts w:ascii="Comic Sans MS" w:hAnsi="Comic Sans MS"/>
          <w:b/>
          <w:bCs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 xml:space="preserve">Dernier tiers </w:t>
      </w:r>
      <w:proofErr w:type="gramStart"/>
      <w:r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>d’entraînement:</w:t>
      </w:r>
      <w:proofErr w:type="gramEnd"/>
      <w:r w:rsidRPr="00585EFA">
        <w:rPr>
          <w:rFonts w:ascii="Comic Sans MS" w:hAnsi="Comic Sans MS"/>
          <w:b/>
          <w:bCs/>
          <w:i/>
          <w:color w:val="0000FF"/>
          <w:sz w:val="22"/>
          <w:szCs w:val="22"/>
        </w:rPr>
        <w:t xml:space="preserve"> </w:t>
      </w:r>
    </w:p>
    <w:p w14:paraId="7D4E46D7" w14:textId="77777777" w:rsidR="0039108A" w:rsidRPr="00585EFA" w:rsidRDefault="0039108A" w:rsidP="00585EFA">
      <w:pPr>
        <w:numPr>
          <w:ilvl w:val="1"/>
          <w:numId w:val="27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Privilégier le travail au seuil ventilatoire 2</w:t>
      </w:r>
    </w:p>
    <w:p w14:paraId="3F0092AD" w14:textId="77777777" w:rsidR="0039108A" w:rsidRPr="00585EFA" w:rsidRDefault="0039108A" w:rsidP="00585EFA">
      <w:pPr>
        <w:numPr>
          <w:ilvl w:val="1"/>
          <w:numId w:val="27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Diminuer la filière aérobie</w:t>
      </w:r>
    </w:p>
    <w:p w14:paraId="1407D855" w14:textId="77777777" w:rsidR="0039108A" w:rsidRPr="00585EFA" w:rsidRDefault="0039108A" w:rsidP="00585EFA">
      <w:pPr>
        <w:numPr>
          <w:ilvl w:val="1"/>
          <w:numId w:val="27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Augmenter les phases de récupération</w:t>
      </w:r>
    </w:p>
    <w:p w14:paraId="0C02F46C" w14:textId="77777777" w:rsidR="0039108A" w:rsidRPr="00585EFA" w:rsidRDefault="0039108A" w:rsidP="00585EFA">
      <w:pPr>
        <w:numPr>
          <w:ilvl w:val="1"/>
          <w:numId w:val="27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Priorité à la spécificité des épreuves d’examen</w:t>
      </w:r>
    </w:p>
    <w:p w14:paraId="686787E8" w14:textId="77777777" w:rsidR="0039108A" w:rsidRPr="00585EFA" w:rsidRDefault="0039108A" w:rsidP="00585EFA">
      <w:pPr>
        <w:numPr>
          <w:ilvl w:val="1"/>
          <w:numId w:val="27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Priorité et travail privilégié en milieu naturel</w:t>
      </w:r>
    </w:p>
    <w:p w14:paraId="62012AA9" w14:textId="272FCDE6" w:rsidR="003666AF" w:rsidRPr="00585EFA" w:rsidRDefault="0039108A" w:rsidP="00585EFA">
      <w:pPr>
        <w:numPr>
          <w:ilvl w:val="1"/>
          <w:numId w:val="27"/>
        </w:numPr>
        <w:ind w:left="709" w:right="425" w:hanging="142"/>
        <w:jc w:val="both"/>
        <w:rPr>
          <w:rFonts w:ascii="Comic Sans MS" w:hAnsi="Comic Sans MS"/>
          <w:i/>
          <w:color w:val="0000FF"/>
          <w:sz w:val="22"/>
          <w:szCs w:val="22"/>
        </w:rPr>
      </w:pPr>
      <w:r w:rsidRPr="00585EFA">
        <w:rPr>
          <w:rFonts w:ascii="Comic Sans MS" w:hAnsi="Comic Sans MS"/>
          <w:i/>
          <w:color w:val="0000FF"/>
          <w:sz w:val="22"/>
          <w:szCs w:val="22"/>
        </w:rPr>
        <w:t>Travail an</w:t>
      </w:r>
      <w:r w:rsidR="00382FD9" w:rsidRPr="00585EFA">
        <w:rPr>
          <w:rFonts w:ascii="Comic Sans MS" w:hAnsi="Comic Sans MS"/>
          <w:i/>
          <w:color w:val="0000FF"/>
          <w:sz w:val="22"/>
          <w:szCs w:val="22"/>
        </w:rPr>
        <w:t>aérobie : exercices de 1’ à 1’30</w:t>
      </w:r>
    </w:p>
    <w:sectPr w:rsidR="003666AF" w:rsidRPr="00585EFA" w:rsidSect="00585EFA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A3DF48" w14:textId="77777777" w:rsidR="00C53B28" w:rsidRDefault="00C53B28" w:rsidP="000C5341">
      <w:r>
        <w:separator/>
      </w:r>
    </w:p>
  </w:endnote>
  <w:endnote w:type="continuationSeparator" w:id="0">
    <w:p w14:paraId="278D27B2" w14:textId="77777777" w:rsidR="00C53B28" w:rsidRDefault="00C53B28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charset w:val="00"/>
    <w:family w:val="swiss"/>
    <w:pitch w:val="variable"/>
    <w:sig w:usb0="E7002EFF" w:usb1="5200FDFF" w:usb2="0A24202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67C67" w14:textId="77777777" w:rsidR="00304F49" w:rsidRDefault="00304F4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BF2F92" w14:textId="77777777" w:rsidR="00304F49" w:rsidRDefault="00304F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E428B1" w14:textId="77777777" w:rsidR="00304F49" w:rsidRDefault="00304F49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45C7D">
      <w:rPr>
        <w:rStyle w:val="Numrodepage"/>
      </w:rPr>
      <w:t>1</w:t>
    </w:r>
    <w:r>
      <w:rPr>
        <w:rStyle w:val="Numrodepage"/>
      </w:rPr>
      <w:fldChar w:fldCharType="end"/>
    </w:r>
  </w:p>
  <w:p w14:paraId="77F9E00B" w14:textId="77777777" w:rsidR="00304F49" w:rsidRDefault="00304F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FBFC7" w14:textId="77777777" w:rsidR="00C53B28" w:rsidRDefault="00C53B28" w:rsidP="000C5341">
      <w:r>
        <w:separator/>
      </w:r>
    </w:p>
  </w:footnote>
  <w:footnote w:type="continuationSeparator" w:id="0">
    <w:p w14:paraId="2EBDEAEF" w14:textId="77777777" w:rsidR="00C53B28" w:rsidRDefault="00C53B28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651"/>
      <w:gridCol w:w="4637"/>
    </w:tblGrid>
    <w:tr w:rsidR="00304F49" w14:paraId="38806195" w14:textId="77777777" w:rsidTr="00741E38">
      <w:tc>
        <w:tcPr>
          <w:tcW w:w="5044" w:type="dxa"/>
          <w:shd w:val="clear" w:color="auto" w:fill="auto"/>
        </w:tcPr>
        <w:p w14:paraId="1D46A426" w14:textId="1F39ACBA" w:rsidR="00304F49" w:rsidRDefault="00445C7D">
          <w:pPr>
            <w:pStyle w:val="En-tte"/>
          </w:pPr>
          <w:r>
            <w:drawing>
              <wp:inline distT="0" distB="0" distL="0" distR="0" wp14:anchorId="02A42B73" wp14:editId="30808E29">
                <wp:extent cx="920750" cy="558450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G_599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0750" cy="558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3A1400B3" w14:textId="77777777" w:rsidR="00304F49" w:rsidRPr="00741E38" w:rsidRDefault="00304F49" w:rsidP="00741E38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2C6BA407" w14:textId="5540DAD4" w:rsidR="00304F49" w:rsidRPr="00741E38" w:rsidRDefault="00445C7D" w:rsidP="00445C7D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Niolon</w:t>
          </w:r>
          <w:r w:rsidR="00304F49">
            <w:rPr>
              <w:rFonts w:ascii="Comic Sans MS" w:hAnsi="Comic Sans MS"/>
              <w:b/>
              <w:sz w:val="28"/>
              <w:szCs w:val="28"/>
            </w:rPr>
            <w:t xml:space="preserve"> – M</w:t>
          </w:r>
          <w:r>
            <w:rPr>
              <w:rFonts w:ascii="Comic Sans MS" w:hAnsi="Comic Sans MS"/>
              <w:b/>
              <w:sz w:val="28"/>
              <w:szCs w:val="28"/>
            </w:rPr>
            <w:t>ai 2019</w:t>
          </w:r>
        </w:p>
      </w:tc>
    </w:tr>
  </w:tbl>
  <w:p w14:paraId="302C5E15" w14:textId="77777777" w:rsidR="00304F49" w:rsidRDefault="00304F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66356"/>
    <w:multiLevelType w:val="hybridMultilevel"/>
    <w:tmpl w:val="3C4EF4F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E7EFA"/>
    <w:multiLevelType w:val="hybridMultilevel"/>
    <w:tmpl w:val="128C0D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D3BD1"/>
    <w:multiLevelType w:val="hybridMultilevel"/>
    <w:tmpl w:val="0BFADD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F75A3"/>
    <w:multiLevelType w:val="hybridMultilevel"/>
    <w:tmpl w:val="92EE54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64D55"/>
    <w:multiLevelType w:val="hybridMultilevel"/>
    <w:tmpl w:val="0314576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6E54C55"/>
    <w:multiLevelType w:val="hybridMultilevel"/>
    <w:tmpl w:val="3AF2BB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D3612"/>
    <w:multiLevelType w:val="hybridMultilevel"/>
    <w:tmpl w:val="33DCC5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31186"/>
    <w:multiLevelType w:val="hybridMultilevel"/>
    <w:tmpl w:val="00D441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0568E"/>
    <w:multiLevelType w:val="hybridMultilevel"/>
    <w:tmpl w:val="D952BD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27F6C"/>
    <w:multiLevelType w:val="hybridMultilevel"/>
    <w:tmpl w:val="B62A11E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811E2"/>
    <w:multiLevelType w:val="hybridMultilevel"/>
    <w:tmpl w:val="D952BD6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178E"/>
    <w:multiLevelType w:val="hybridMultilevel"/>
    <w:tmpl w:val="9000B9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B87742"/>
    <w:multiLevelType w:val="hybridMultilevel"/>
    <w:tmpl w:val="40BC022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315C0"/>
    <w:multiLevelType w:val="hybridMultilevel"/>
    <w:tmpl w:val="45E4C52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6C3338"/>
    <w:multiLevelType w:val="hybridMultilevel"/>
    <w:tmpl w:val="FCF4A7DE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E91261"/>
    <w:multiLevelType w:val="hybridMultilevel"/>
    <w:tmpl w:val="814485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5A5C05"/>
    <w:multiLevelType w:val="hybridMultilevel"/>
    <w:tmpl w:val="EA927B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8B7626"/>
    <w:multiLevelType w:val="hybridMultilevel"/>
    <w:tmpl w:val="B62A11E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77EFC"/>
    <w:multiLevelType w:val="hybridMultilevel"/>
    <w:tmpl w:val="290619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04FDF"/>
    <w:multiLevelType w:val="hybridMultilevel"/>
    <w:tmpl w:val="40BC022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27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28" w15:restartNumberingAfterBreak="0">
    <w:nsid w:val="6FF901CE"/>
    <w:multiLevelType w:val="hybridMultilevel"/>
    <w:tmpl w:val="F2D0D0F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3"/>
  </w:num>
  <w:num w:numId="4">
    <w:abstractNumId w:val="9"/>
  </w:num>
  <w:num w:numId="5">
    <w:abstractNumId w:val="29"/>
  </w:num>
  <w:num w:numId="6">
    <w:abstractNumId w:val="26"/>
  </w:num>
  <w:num w:numId="7">
    <w:abstractNumId w:val="27"/>
  </w:num>
  <w:num w:numId="8">
    <w:abstractNumId w:val="25"/>
  </w:num>
  <w:num w:numId="9">
    <w:abstractNumId w:val="1"/>
  </w:num>
  <w:num w:numId="10">
    <w:abstractNumId w:val="12"/>
  </w:num>
  <w:num w:numId="11">
    <w:abstractNumId w:val="22"/>
  </w:num>
  <w:num w:numId="12">
    <w:abstractNumId w:val="10"/>
  </w:num>
  <w:num w:numId="13">
    <w:abstractNumId w:val="15"/>
  </w:num>
  <w:num w:numId="14">
    <w:abstractNumId w:val="23"/>
  </w:num>
  <w:num w:numId="15">
    <w:abstractNumId w:val="16"/>
  </w:num>
  <w:num w:numId="16">
    <w:abstractNumId w:val="18"/>
  </w:num>
  <w:num w:numId="17">
    <w:abstractNumId w:val="5"/>
  </w:num>
  <w:num w:numId="18">
    <w:abstractNumId w:val="8"/>
  </w:num>
  <w:num w:numId="19">
    <w:abstractNumId w:val="6"/>
  </w:num>
  <w:num w:numId="20">
    <w:abstractNumId w:val="7"/>
  </w:num>
  <w:num w:numId="21">
    <w:abstractNumId w:val="17"/>
  </w:num>
  <w:num w:numId="22">
    <w:abstractNumId w:val="20"/>
  </w:num>
  <w:num w:numId="23">
    <w:abstractNumId w:val="21"/>
  </w:num>
  <w:num w:numId="24">
    <w:abstractNumId w:val="4"/>
  </w:num>
  <w:num w:numId="25">
    <w:abstractNumId w:val="28"/>
  </w:num>
  <w:num w:numId="26">
    <w:abstractNumId w:val="2"/>
  </w:num>
  <w:num w:numId="27">
    <w:abstractNumId w:val="11"/>
  </w:num>
  <w:num w:numId="28">
    <w:abstractNumId w:val="13"/>
  </w:num>
  <w:num w:numId="29">
    <w:abstractNumId w:val="24"/>
  </w:num>
  <w:num w:numId="30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50E1"/>
    <w:rsid w:val="00000B7D"/>
    <w:rsid w:val="00001041"/>
    <w:rsid w:val="000013B9"/>
    <w:rsid w:val="00020545"/>
    <w:rsid w:val="00022614"/>
    <w:rsid w:val="00025823"/>
    <w:rsid w:val="00027FB8"/>
    <w:rsid w:val="00032550"/>
    <w:rsid w:val="0003283E"/>
    <w:rsid w:val="00035BA7"/>
    <w:rsid w:val="00036549"/>
    <w:rsid w:val="00042C62"/>
    <w:rsid w:val="00045B31"/>
    <w:rsid w:val="00053BD9"/>
    <w:rsid w:val="000549CC"/>
    <w:rsid w:val="00056967"/>
    <w:rsid w:val="00056F52"/>
    <w:rsid w:val="00060278"/>
    <w:rsid w:val="00063E1F"/>
    <w:rsid w:val="00067D49"/>
    <w:rsid w:val="00074344"/>
    <w:rsid w:val="00075D61"/>
    <w:rsid w:val="00076DD5"/>
    <w:rsid w:val="00080D80"/>
    <w:rsid w:val="000A0584"/>
    <w:rsid w:val="000A3D05"/>
    <w:rsid w:val="000B7E2C"/>
    <w:rsid w:val="000C4B48"/>
    <w:rsid w:val="000C5341"/>
    <w:rsid w:val="000D0948"/>
    <w:rsid w:val="000D20BC"/>
    <w:rsid w:val="000D3424"/>
    <w:rsid w:val="000D54BA"/>
    <w:rsid w:val="000E2B82"/>
    <w:rsid w:val="000E5704"/>
    <w:rsid w:val="000E7094"/>
    <w:rsid w:val="000F21DB"/>
    <w:rsid w:val="000F4D81"/>
    <w:rsid w:val="001021AB"/>
    <w:rsid w:val="0010604C"/>
    <w:rsid w:val="00107BCD"/>
    <w:rsid w:val="00114290"/>
    <w:rsid w:val="0012651D"/>
    <w:rsid w:val="00145749"/>
    <w:rsid w:val="00160AC0"/>
    <w:rsid w:val="001646C2"/>
    <w:rsid w:val="00170295"/>
    <w:rsid w:val="001833E9"/>
    <w:rsid w:val="0019408A"/>
    <w:rsid w:val="00195E96"/>
    <w:rsid w:val="001A18BB"/>
    <w:rsid w:val="001A2F6C"/>
    <w:rsid w:val="001B0BB6"/>
    <w:rsid w:val="001C01FC"/>
    <w:rsid w:val="001C0282"/>
    <w:rsid w:val="001D5372"/>
    <w:rsid w:val="001E0F38"/>
    <w:rsid w:val="001E2A4D"/>
    <w:rsid w:val="001E6EF8"/>
    <w:rsid w:val="001F2962"/>
    <w:rsid w:val="001F493A"/>
    <w:rsid w:val="00201BD3"/>
    <w:rsid w:val="00206F0B"/>
    <w:rsid w:val="0021002B"/>
    <w:rsid w:val="00211C17"/>
    <w:rsid w:val="00221B8C"/>
    <w:rsid w:val="00222172"/>
    <w:rsid w:val="00225404"/>
    <w:rsid w:val="00235F46"/>
    <w:rsid w:val="00261140"/>
    <w:rsid w:val="002667D4"/>
    <w:rsid w:val="0026707B"/>
    <w:rsid w:val="00271BE8"/>
    <w:rsid w:val="00274059"/>
    <w:rsid w:val="00275E0D"/>
    <w:rsid w:val="00275FE7"/>
    <w:rsid w:val="00276BF3"/>
    <w:rsid w:val="00277A0A"/>
    <w:rsid w:val="00287EBA"/>
    <w:rsid w:val="00290295"/>
    <w:rsid w:val="002A5551"/>
    <w:rsid w:val="002B5F38"/>
    <w:rsid w:val="002B5F42"/>
    <w:rsid w:val="002B6636"/>
    <w:rsid w:val="002C1DA5"/>
    <w:rsid w:val="002C1E73"/>
    <w:rsid w:val="002C4F99"/>
    <w:rsid w:val="002D6C7D"/>
    <w:rsid w:val="002E3C6B"/>
    <w:rsid w:val="002E5C99"/>
    <w:rsid w:val="002F107D"/>
    <w:rsid w:val="00301952"/>
    <w:rsid w:val="00304F49"/>
    <w:rsid w:val="00313DF9"/>
    <w:rsid w:val="0032170E"/>
    <w:rsid w:val="00323D70"/>
    <w:rsid w:val="00324B8C"/>
    <w:rsid w:val="00330835"/>
    <w:rsid w:val="0034095E"/>
    <w:rsid w:val="00343804"/>
    <w:rsid w:val="003535C7"/>
    <w:rsid w:val="00365D65"/>
    <w:rsid w:val="003666AF"/>
    <w:rsid w:val="00367D59"/>
    <w:rsid w:val="00371A99"/>
    <w:rsid w:val="003823F6"/>
    <w:rsid w:val="00382FD9"/>
    <w:rsid w:val="00386303"/>
    <w:rsid w:val="00387D10"/>
    <w:rsid w:val="0039108A"/>
    <w:rsid w:val="00394C46"/>
    <w:rsid w:val="00395F3D"/>
    <w:rsid w:val="00396F36"/>
    <w:rsid w:val="003A1668"/>
    <w:rsid w:val="003A254F"/>
    <w:rsid w:val="003A2BC4"/>
    <w:rsid w:val="003B34DE"/>
    <w:rsid w:val="003B6459"/>
    <w:rsid w:val="003C699A"/>
    <w:rsid w:val="003D023F"/>
    <w:rsid w:val="003D41E5"/>
    <w:rsid w:val="003D4B14"/>
    <w:rsid w:val="003D747C"/>
    <w:rsid w:val="003D7D40"/>
    <w:rsid w:val="003E5E05"/>
    <w:rsid w:val="003F03A2"/>
    <w:rsid w:val="003F0788"/>
    <w:rsid w:val="003F2C44"/>
    <w:rsid w:val="003F4674"/>
    <w:rsid w:val="004011F8"/>
    <w:rsid w:val="0041160D"/>
    <w:rsid w:val="00417B67"/>
    <w:rsid w:val="00423714"/>
    <w:rsid w:val="00425E08"/>
    <w:rsid w:val="004308C8"/>
    <w:rsid w:val="00433F37"/>
    <w:rsid w:val="00435A9B"/>
    <w:rsid w:val="00440E0D"/>
    <w:rsid w:val="0044165A"/>
    <w:rsid w:val="00444439"/>
    <w:rsid w:val="00445472"/>
    <w:rsid w:val="00445C7D"/>
    <w:rsid w:val="00452B20"/>
    <w:rsid w:val="00452FBD"/>
    <w:rsid w:val="0045348D"/>
    <w:rsid w:val="00455977"/>
    <w:rsid w:val="004616A6"/>
    <w:rsid w:val="00461AA6"/>
    <w:rsid w:val="00473182"/>
    <w:rsid w:val="00481E30"/>
    <w:rsid w:val="00483DE2"/>
    <w:rsid w:val="00483F81"/>
    <w:rsid w:val="00497654"/>
    <w:rsid w:val="00497AC1"/>
    <w:rsid w:val="00497E08"/>
    <w:rsid w:val="004A13AA"/>
    <w:rsid w:val="004B1835"/>
    <w:rsid w:val="004B4AE8"/>
    <w:rsid w:val="004B6679"/>
    <w:rsid w:val="004C1B53"/>
    <w:rsid w:val="004C529C"/>
    <w:rsid w:val="004E1E14"/>
    <w:rsid w:val="004E1FBC"/>
    <w:rsid w:val="004F5315"/>
    <w:rsid w:val="004F6A65"/>
    <w:rsid w:val="00503560"/>
    <w:rsid w:val="00522CCD"/>
    <w:rsid w:val="0052749E"/>
    <w:rsid w:val="00530E24"/>
    <w:rsid w:val="005322EA"/>
    <w:rsid w:val="00536AAE"/>
    <w:rsid w:val="00536EAB"/>
    <w:rsid w:val="00540915"/>
    <w:rsid w:val="0054558F"/>
    <w:rsid w:val="00553C77"/>
    <w:rsid w:val="00557225"/>
    <w:rsid w:val="00557DCA"/>
    <w:rsid w:val="0056046D"/>
    <w:rsid w:val="0056118B"/>
    <w:rsid w:val="0056406E"/>
    <w:rsid w:val="0058553B"/>
    <w:rsid w:val="00585EFA"/>
    <w:rsid w:val="00591D4F"/>
    <w:rsid w:val="00596F7D"/>
    <w:rsid w:val="005A02CC"/>
    <w:rsid w:val="005A66BA"/>
    <w:rsid w:val="005B22EE"/>
    <w:rsid w:val="005B2D13"/>
    <w:rsid w:val="005C6C42"/>
    <w:rsid w:val="005D38FB"/>
    <w:rsid w:val="005D649F"/>
    <w:rsid w:val="005E4540"/>
    <w:rsid w:val="005F24DA"/>
    <w:rsid w:val="005F2C5A"/>
    <w:rsid w:val="005F5D59"/>
    <w:rsid w:val="00602B22"/>
    <w:rsid w:val="00616957"/>
    <w:rsid w:val="00622ACC"/>
    <w:rsid w:val="00624979"/>
    <w:rsid w:val="0063417B"/>
    <w:rsid w:val="00634BDA"/>
    <w:rsid w:val="00637C13"/>
    <w:rsid w:val="00647FAA"/>
    <w:rsid w:val="00660B2A"/>
    <w:rsid w:val="006738B4"/>
    <w:rsid w:val="006757A3"/>
    <w:rsid w:val="00676416"/>
    <w:rsid w:val="00693BEF"/>
    <w:rsid w:val="006B195E"/>
    <w:rsid w:val="006B650F"/>
    <w:rsid w:val="006B6B25"/>
    <w:rsid w:val="006C3B43"/>
    <w:rsid w:val="006C497D"/>
    <w:rsid w:val="006E2489"/>
    <w:rsid w:val="006E3563"/>
    <w:rsid w:val="006E6AE0"/>
    <w:rsid w:val="006E6C65"/>
    <w:rsid w:val="006F057C"/>
    <w:rsid w:val="006F2D5A"/>
    <w:rsid w:val="006F4729"/>
    <w:rsid w:val="007017A2"/>
    <w:rsid w:val="00706BCF"/>
    <w:rsid w:val="00714762"/>
    <w:rsid w:val="00716C0C"/>
    <w:rsid w:val="00717AEB"/>
    <w:rsid w:val="0072145E"/>
    <w:rsid w:val="00721FC4"/>
    <w:rsid w:val="00724D15"/>
    <w:rsid w:val="00736934"/>
    <w:rsid w:val="007410A1"/>
    <w:rsid w:val="00741DBD"/>
    <w:rsid w:val="00741E38"/>
    <w:rsid w:val="00743E2B"/>
    <w:rsid w:val="00744344"/>
    <w:rsid w:val="007514E2"/>
    <w:rsid w:val="00756D33"/>
    <w:rsid w:val="00757444"/>
    <w:rsid w:val="00760969"/>
    <w:rsid w:val="0076163C"/>
    <w:rsid w:val="00761EBB"/>
    <w:rsid w:val="00777D94"/>
    <w:rsid w:val="007A7724"/>
    <w:rsid w:val="007B34C9"/>
    <w:rsid w:val="007B358B"/>
    <w:rsid w:val="007B5354"/>
    <w:rsid w:val="007C6079"/>
    <w:rsid w:val="007D21A4"/>
    <w:rsid w:val="007E0AFB"/>
    <w:rsid w:val="007E72E8"/>
    <w:rsid w:val="007F28FB"/>
    <w:rsid w:val="007F2E31"/>
    <w:rsid w:val="007F36A7"/>
    <w:rsid w:val="007F4FFB"/>
    <w:rsid w:val="0080054D"/>
    <w:rsid w:val="008005C3"/>
    <w:rsid w:val="00811081"/>
    <w:rsid w:val="0081216F"/>
    <w:rsid w:val="00812D13"/>
    <w:rsid w:val="008136E4"/>
    <w:rsid w:val="00821A80"/>
    <w:rsid w:val="00823220"/>
    <w:rsid w:val="0082651B"/>
    <w:rsid w:val="00831213"/>
    <w:rsid w:val="008344FF"/>
    <w:rsid w:val="008368E6"/>
    <w:rsid w:val="0084351B"/>
    <w:rsid w:val="0085306B"/>
    <w:rsid w:val="00855AD4"/>
    <w:rsid w:val="00861ADF"/>
    <w:rsid w:val="0086519A"/>
    <w:rsid w:val="00866380"/>
    <w:rsid w:val="00870256"/>
    <w:rsid w:val="0087630F"/>
    <w:rsid w:val="008859B3"/>
    <w:rsid w:val="008A1C8B"/>
    <w:rsid w:val="008A4532"/>
    <w:rsid w:val="008A7964"/>
    <w:rsid w:val="008B2091"/>
    <w:rsid w:val="008C396C"/>
    <w:rsid w:val="008C44C1"/>
    <w:rsid w:val="008C6480"/>
    <w:rsid w:val="008D3B5C"/>
    <w:rsid w:val="008E2061"/>
    <w:rsid w:val="008E4F04"/>
    <w:rsid w:val="008E70C8"/>
    <w:rsid w:val="008F21A3"/>
    <w:rsid w:val="008F2B9F"/>
    <w:rsid w:val="008F5958"/>
    <w:rsid w:val="008F678D"/>
    <w:rsid w:val="00903203"/>
    <w:rsid w:val="009067BF"/>
    <w:rsid w:val="0090680C"/>
    <w:rsid w:val="00931C5F"/>
    <w:rsid w:val="00934845"/>
    <w:rsid w:val="00942B1F"/>
    <w:rsid w:val="009450E8"/>
    <w:rsid w:val="00946607"/>
    <w:rsid w:val="0094723C"/>
    <w:rsid w:val="00953B62"/>
    <w:rsid w:val="0095516F"/>
    <w:rsid w:val="0095632B"/>
    <w:rsid w:val="00962AE3"/>
    <w:rsid w:val="009649D1"/>
    <w:rsid w:val="009748F0"/>
    <w:rsid w:val="00975EA7"/>
    <w:rsid w:val="0097750D"/>
    <w:rsid w:val="009776E8"/>
    <w:rsid w:val="009812F7"/>
    <w:rsid w:val="00982D27"/>
    <w:rsid w:val="00990C08"/>
    <w:rsid w:val="009A1B24"/>
    <w:rsid w:val="009A50EE"/>
    <w:rsid w:val="009C04A2"/>
    <w:rsid w:val="009C103B"/>
    <w:rsid w:val="009C6ED6"/>
    <w:rsid w:val="009D51B2"/>
    <w:rsid w:val="009E2E50"/>
    <w:rsid w:val="009E6C92"/>
    <w:rsid w:val="009F64BC"/>
    <w:rsid w:val="009F6D98"/>
    <w:rsid w:val="00A201E2"/>
    <w:rsid w:val="00A30D19"/>
    <w:rsid w:val="00A315CC"/>
    <w:rsid w:val="00A326A0"/>
    <w:rsid w:val="00A50D8D"/>
    <w:rsid w:val="00A51ED6"/>
    <w:rsid w:val="00A55FF9"/>
    <w:rsid w:val="00A60146"/>
    <w:rsid w:val="00A604D8"/>
    <w:rsid w:val="00A60767"/>
    <w:rsid w:val="00A619A1"/>
    <w:rsid w:val="00A62217"/>
    <w:rsid w:val="00A742D7"/>
    <w:rsid w:val="00A81A99"/>
    <w:rsid w:val="00A8256D"/>
    <w:rsid w:val="00A83660"/>
    <w:rsid w:val="00A85C8B"/>
    <w:rsid w:val="00A85F27"/>
    <w:rsid w:val="00A874BF"/>
    <w:rsid w:val="00A93620"/>
    <w:rsid w:val="00AA2DFD"/>
    <w:rsid w:val="00AA5025"/>
    <w:rsid w:val="00AA5919"/>
    <w:rsid w:val="00AB0293"/>
    <w:rsid w:val="00AB3990"/>
    <w:rsid w:val="00AB610F"/>
    <w:rsid w:val="00AD63EF"/>
    <w:rsid w:val="00AD6A1E"/>
    <w:rsid w:val="00AF6A0F"/>
    <w:rsid w:val="00B01625"/>
    <w:rsid w:val="00B14512"/>
    <w:rsid w:val="00B14725"/>
    <w:rsid w:val="00B15047"/>
    <w:rsid w:val="00B17D37"/>
    <w:rsid w:val="00B17D87"/>
    <w:rsid w:val="00B21F37"/>
    <w:rsid w:val="00B23324"/>
    <w:rsid w:val="00B24418"/>
    <w:rsid w:val="00B26C77"/>
    <w:rsid w:val="00B350E1"/>
    <w:rsid w:val="00B51991"/>
    <w:rsid w:val="00B525D1"/>
    <w:rsid w:val="00B60843"/>
    <w:rsid w:val="00B62E04"/>
    <w:rsid w:val="00B64045"/>
    <w:rsid w:val="00B66B8F"/>
    <w:rsid w:val="00B6711E"/>
    <w:rsid w:val="00B704FD"/>
    <w:rsid w:val="00B769B1"/>
    <w:rsid w:val="00B831C9"/>
    <w:rsid w:val="00B90FB7"/>
    <w:rsid w:val="00B91517"/>
    <w:rsid w:val="00B93565"/>
    <w:rsid w:val="00B96348"/>
    <w:rsid w:val="00BB01D5"/>
    <w:rsid w:val="00BB559C"/>
    <w:rsid w:val="00BB63A0"/>
    <w:rsid w:val="00BC44B5"/>
    <w:rsid w:val="00BC486D"/>
    <w:rsid w:val="00BC5E1B"/>
    <w:rsid w:val="00BD52E0"/>
    <w:rsid w:val="00BD7F3E"/>
    <w:rsid w:val="00BE1F28"/>
    <w:rsid w:val="00BE2F9E"/>
    <w:rsid w:val="00BF11CA"/>
    <w:rsid w:val="00BF133B"/>
    <w:rsid w:val="00BF2039"/>
    <w:rsid w:val="00BF65D5"/>
    <w:rsid w:val="00C02F31"/>
    <w:rsid w:val="00C0471A"/>
    <w:rsid w:val="00C05F40"/>
    <w:rsid w:val="00C066FF"/>
    <w:rsid w:val="00C0681A"/>
    <w:rsid w:val="00C068EC"/>
    <w:rsid w:val="00C07E29"/>
    <w:rsid w:val="00C111E3"/>
    <w:rsid w:val="00C13203"/>
    <w:rsid w:val="00C27368"/>
    <w:rsid w:val="00C30D87"/>
    <w:rsid w:val="00C36D86"/>
    <w:rsid w:val="00C4120C"/>
    <w:rsid w:val="00C43E04"/>
    <w:rsid w:val="00C457C9"/>
    <w:rsid w:val="00C47C80"/>
    <w:rsid w:val="00C53162"/>
    <w:rsid w:val="00C53B28"/>
    <w:rsid w:val="00C577EE"/>
    <w:rsid w:val="00C660C9"/>
    <w:rsid w:val="00C66E56"/>
    <w:rsid w:val="00C7453E"/>
    <w:rsid w:val="00C76903"/>
    <w:rsid w:val="00C9414E"/>
    <w:rsid w:val="00C959D7"/>
    <w:rsid w:val="00C96A1C"/>
    <w:rsid w:val="00C97970"/>
    <w:rsid w:val="00CB2156"/>
    <w:rsid w:val="00CB2601"/>
    <w:rsid w:val="00CB7070"/>
    <w:rsid w:val="00CC0695"/>
    <w:rsid w:val="00CC0752"/>
    <w:rsid w:val="00CD064A"/>
    <w:rsid w:val="00CD260D"/>
    <w:rsid w:val="00CE6264"/>
    <w:rsid w:val="00CF7A5F"/>
    <w:rsid w:val="00D120AC"/>
    <w:rsid w:val="00D14BE9"/>
    <w:rsid w:val="00D3462F"/>
    <w:rsid w:val="00D348BF"/>
    <w:rsid w:val="00D37CD5"/>
    <w:rsid w:val="00D40ED4"/>
    <w:rsid w:val="00D451B9"/>
    <w:rsid w:val="00D4525A"/>
    <w:rsid w:val="00D52982"/>
    <w:rsid w:val="00D55C5A"/>
    <w:rsid w:val="00D61C91"/>
    <w:rsid w:val="00D64587"/>
    <w:rsid w:val="00D6635F"/>
    <w:rsid w:val="00D67451"/>
    <w:rsid w:val="00D67BF4"/>
    <w:rsid w:val="00D7754F"/>
    <w:rsid w:val="00DA0A28"/>
    <w:rsid w:val="00DA1668"/>
    <w:rsid w:val="00DA2F4A"/>
    <w:rsid w:val="00DC2EA9"/>
    <w:rsid w:val="00DD1E34"/>
    <w:rsid w:val="00DD4A35"/>
    <w:rsid w:val="00DF13C3"/>
    <w:rsid w:val="00E23289"/>
    <w:rsid w:val="00E24134"/>
    <w:rsid w:val="00E25108"/>
    <w:rsid w:val="00E25722"/>
    <w:rsid w:val="00E31E52"/>
    <w:rsid w:val="00E32E86"/>
    <w:rsid w:val="00E33778"/>
    <w:rsid w:val="00E35956"/>
    <w:rsid w:val="00E36726"/>
    <w:rsid w:val="00E36ED2"/>
    <w:rsid w:val="00E4367B"/>
    <w:rsid w:val="00E43ABF"/>
    <w:rsid w:val="00E44688"/>
    <w:rsid w:val="00E46234"/>
    <w:rsid w:val="00E5318A"/>
    <w:rsid w:val="00E531B0"/>
    <w:rsid w:val="00E55B53"/>
    <w:rsid w:val="00E561D3"/>
    <w:rsid w:val="00E56204"/>
    <w:rsid w:val="00E62799"/>
    <w:rsid w:val="00E638A2"/>
    <w:rsid w:val="00E65699"/>
    <w:rsid w:val="00E65FC2"/>
    <w:rsid w:val="00E7445A"/>
    <w:rsid w:val="00E746C9"/>
    <w:rsid w:val="00E74A9B"/>
    <w:rsid w:val="00E974A4"/>
    <w:rsid w:val="00EA01C5"/>
    <w:rsid w:val="00EA01ED"/>
    <w:rsid w:val="00EA31DB"/>
    <w:rsid w:val="00EA6479"/>
    <w:rsid w:val="00EB203E"/>
    <w:rsid w:val="00EB564D"/>
    <w:rsid w:val="00EB6230"/>
    <w:rsid w:val="00EB6552"/>
    <w:rsid w:val="00EC11A8"/>
    <w:rsid w:val="00EC5FC7"/>
    <w:rsid w:val="00EC75DA"/>
    <w:rsid w:val="00EC7CDC"/>
    <w:rsid w:val="00ED03A6"/>
    <w:rsid w:val="00ED132F"/>
    <w:rsid w:val="00ED1740"/>
    <w:rsid w:val="00EE3A28"/>
    <w:rsid w:val="00EE5BE8"/>
    <w:rsid w:val="00EE5C81"/>
    <w:rsid w:val="00EF0389"/>
    <w:rsid w:val="00F06348"/>
    <w:rsid w:val="00F10B1B"/>
    <w:rsid w:val="00F24DA4"/>
    <w:rsid w:val="00F27654"/>
    <w:rsid w:val="00F3048D"/>
    <w:rsid w:val="00F31300"/>
    <w:rsid w:val="00F36A73"/>
    <w:rsid w:val="00F41ECA"/>
    <w:rsid w:val="00F45403"/>
    <w:rsid w:val="00F46CDF"/>
    <w:rsid w:val="00F500AD"/>
    <w:rsid w:val="00F62CEB"/>
    <w:rsid w:val="00F70356"/>
    <w:rsid w:val="00F72189"/>
    <w:rsid w:val="00F770E6"/>
    <w:rsid w:val="00F813DC"/>
    <w:rsid w:val="00F85EC3"/>
    <w:rsid w:val="00FA61B0"/>
    <w:rsid w:val="00FA6A6A"/>
    <w:rsid w:val="00FA72A6"/>
    <w:rsid w:val="00FB258A"/>
    <w:rsid w:val="00FB27B3"/>
    <w:rsid w:val="00FB4100"/>
    <w:rsid w:val="00FB74C1"/>
    <w:rsid w:val="00FC0CE8"/>
    <w:rsid w:val="00FC1F36"/>
    <w:rsid w:val="00FC54B6"/>
    <w:rsid w:val="00FD3073"/>
    <w:rsid w:val="00FD3990"/>
    <w:rsid w:val="00FD4117"/>
    <w:rsid w:val="00FD5CFC"/>
    <w:rsid w:val="00FF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0C91D1"/>
  <w15:docId w15:val="{C42E58EF-F25B-4CC1-832B-50B524FE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Grillemoyenne1-Accent21">
    <w:name w:val="Grille moyenne 1 - Accent 21"/>
    <w:basedOn w:val="Normal"/>
    <w:uiPriority w:val="34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Grillemoyenne1-Accent2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Grillemoyenne1-Accent2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Grillemoyenne1-Accent2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C5341"/>
    <w:pPr>
      <w:keepNext/>
      <w:keepLines/>
      <w:suppressAutoHyphens/>
      <w:spacing w:before="120" w:after="360"/>
      <w:jc w:val="center"/>
    </w:pPr>
    <w:rPr>
      <w:rFonts w:ascii="Arial" w:hAnsi="Arial" w:cs="Arial"/>
      <w:b/>
      <w:noProof/>
      <w:color w:val="000000"/>
      <w:sz w:val="28"/>
      <w:szCs w:val="28"/>
      <w:u w:val="single"/>
    </w:rPr>
  </w:style>
  <w:style w:type="character" w:customStyle="1" w:styleId="TitreCar">
    <w:name w:val="Titre Car"/>
    <w:aliases w:val="Chapitre Car"/>
    <w:link w:val="Titre0"/>
    <w:rsid w:val="000C5341"/>
    <w:rPr>
      <w:rFonts w:ascii="Arial" w:hAnsi="Arial" w:cs="Arial"/>
      <w:b/>
      <w:noProof/>
      <w:color w:val="000000"/>
      <w:sz w:val="2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styleId="Retraitcorpsdetexte">
    <w:name w:val="Body Text Indent"/>
    <w:basedOn w:val="Normal"/>
    <w:link w:val="RetraitcorpsdetexteCar"/>
    <w:rsid w:val="007410A1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7410A1"/>
    <w:rPr>
      <w:rFonts w:ascii="Arial" w:hAnsi="Arial" w:cs="Arial"/>
      <w:color w:val="000000"/>
      <w:szCs w:val="24"/>
    </w:rPr>
  </w:style>
  <w:style w:type="paragraph" w:styleId="Retraitcorpsdetexte2">
    <w:name w:val="Body Text Indent 2"/>
    <w:basedOn w:val="Normal"/>
    <w:link w:val="Retraitcorpsdetexte2Car"/>
    <w:rsid w:val="007410A1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7410A1"/>
    <w:rPr>
      <w:rFonts w:ascii="Arial" w:hAnsi="Arial" w:cs="Arial"/>
      <w:color w:val="000000"/>
      <w:szCs w:val="24"/>
    </w:rPr>
  </w:style>
  <w:style w:type="paragraph" w:styleId="Retraitcorpsdetexte3">
    <w:name w:val="Body Text Indent 3"/>
    <w:basedOn w:val="Normal"/>
    <w:link w:val="Retraitcorpsdetexte3Car"/>
    <w:rsid w:val="007410A1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7410A1"/>
    <w:rPr>
      <w:rFonts w:ascii="Arial" w:hAnsi="Arial" w:cs="Arial"/>
      <w:color w:val="000000"/>
      <w:sz w:val="16"/>
      <w:szCs w:val="16"/>
    </w:rPr>
  </w:style>
  <w:style w:type="paragraph" w:customStyle="1" w:styleId="Listecouleur-Accent11">
    <w:name w:val="Liste couleur - Accent 11"/>
    <w:basedOn w:val="Normal"/>
    <w:qFormat/>
    <w:rsid w:val="007410A1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color w:val="auto"/>
      <w:sz w:val="22"/>
      <w:szCs w:val="22"/>
    </w:rPr>
  </w:style>
  <w:style w:type="paragraph" w:styleId="Corpsdetexte3">
    <w:name w:val="Body Text 3"/>
    <w:basedOn w:val="Normal"/>
    <w:link w:val="Corpsdetexte3Car"/>
    <w:uiPriority w:val="99"/>
    <w:unhideWhenUsed/>
    <w:rsid w:val="00FB4100"/>
    <w:pPr>
      <w:spacing w:after="12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B4100"/>
    <w:rPr>
      <w:sz w:val="16"/>
      <w:szCs w:val="16"/>
    </w:rPr>
  </w:style>
  <w:style w:type="paragraph" w:customStyle="1" w:styleId="StandardLTGliederung1">
    <w:name w:val="Standard~LT~Gliederung 1"/>
    <w:rsid w:val="00042C62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DejaVu Sans" w:eastAsia="DejaVu Sans" w:hAnsi="DejaVu Sans"/>
      <w:shadow/>
      <w:color w:val="CCECFF"/>
      <w:sz w:val="64"/>
      <w:szCs w:val="64"/>
    </w:rPr>
  </w:style>
  <w:style w:type="paragraph" w:customStyle="1" w:styleId="MEMOIRE-Normal">
    <w:name w:val="MEMOIRE - Normal"/>
    <w:basedOn w:val="Normal"/>
    <w:link w:val="MEMOIRE-NormalCar"/>
    <w:rsid w:val="000E2B82"/>
    <w:pPr>
      <w:spacing w:line="360" w:lineRule="auto"/>
      <w:jc w:val="both"/>
    </w:pPr>
    <w:rPr>
      <w:rFonts w:ascii="Times New Roman" w:hAnsi="Times New Roman" w:cs="Times New Roman"/>
      <w:color w:val="auto"/>
      <w:sz w:val="24"/>
    </w:rPr>
  </w:style>
  <w:style w:type="character" w:customStyle="1" w:styleId="MEMOIRE-NormalCar">
    <w:name w:val="MEMOIRE - Normal Car"/>
    <w:basedOn w:val="Policepardfaut"/>
    <w:link w:val="MEMOIRE-Normal"/>
    <w:rsid w:val="000E2B82"/>
    <w:rPr>
      <w:sz w:val="24"/>
      <w:szCs w:val="24"/>
    </w:rPr>
  </w:style>
  <w:style w:type="paragraph" w:customStyle="1" w:styleId="Retraittype1">
    <w:name w:val="Retrait type 1"/>
    <w:basedOn w:val="Normal"/>
    <w:rsid w:val="00624979"/>
    <w:pPr>
      <w:autoSpaceDE w:val="0"/>
      <w:autoSpaceDN w:val="0"/>
      <w:adjustRightInd w:val="0"/>
      <w:spacing w:line="300" w:lineRule="exact"/>
      <w:ind w:left="624" w:hanging="284"/>
      <w:jc w:val="both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72"/>
    <w:qFormat/>
    <w:rsid w:val="006B6B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0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7244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000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76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977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88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59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84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618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5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322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93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8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223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19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3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 noir</Template>
  <TotalTime>316</TotalTime>
  <Pages>7</Pages>
  <Words>1952</Words>
  <Characters>10737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12664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Sophie LE MAOUT</cp:lastModifiedBy>
  <cp:revision>70</cp:revision>
  <cp:lastPrinted>2013-10-03T14:49:00Z</cp:lastPrinted>
  <dcterms:created xsi:type="dcterms:W3CDTF">2018-03-14T09:45:00Z</dcterms:created>
  <dcterms:modified xsi:type="dcterms:W3CDTF">2019-05-08T15:52:00Z</dcterms:modified>
</cp:coreProperties>
</file>